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2D16" w:rsidRDefault="00742D16" w:rsidP="00912FC0">
      <w:pPr>
        <w:rPr>
          <w:rFonts w:ascii="Times New Roman" w:hAnsi="Times New Roman" w:cs="Times New Roman"/>
        </w:rPr>
      </w:pPr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3" o:spid="_x0000_s1026" type="#_x0000_t75" alt="Описание: Герб%20Нефтеюганск%20small1" style="position:absolute;margin-left:219.05pt;margin-top:-6.4pt;width:46.2pt;height:54pt;z-index:-251658240;visibility:visible" wrapcoords="-348 0 -348 21300 21600 21300 21600 0 -348 0">
            <v:imagedata r:id="rId6" o:title=""/>
            <w10:wrap type="tight"/>
          </v:shape>
        </w:pict>
      </w:r>
    </w:p>
    <w:p w:rsidR="00742D16" w:rsidRDefault="00742D16" w:rsidP="00912FC0">
      <w:pPr>
        <w:rPr>
          <w:rFonts w:ascii="Times New Roman" w:hAnsi="Times New Roman" w:cs="Times New Roman"/>
        </w:rPr>
      </w:pPr>
    </w:p>
    <w:p w:rsidR="00742D16" w:rsidRPr="00BB6CD9" w:rsidRDefault="00742D16" w:rsidP="00BB6CD9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42D16" w:rsidRDefault="00742D16" w:rsidP="000D5FE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8C43F5">
        <w:rPr>
          <w:rFonts w:ascii="Times New Roman" w:hAnsi="Times New Roman" w:cs="Times New Roman"/>
          <w:b/>
          <w:bCs/>
          <w:sz w:val="32"/>
          <w:szCs w:val="32"/>
        </w:rPr>
        <w:t>АДМИНИСТРАЦИЯ ГОРОДА НЕФТЕЮГАНСКА</w:t>
      </w:r>
    </w:p>
    <w:p w:rsidR="00742D16" w:rsidRPr="00BB6CD9" w:rsidRDefault="00742D16" w:rsidP="000D5FE1">
      <w:pPr>
        <w:spacing w:after="0" w:line="240" w:lineRule="auto"/>
        <w:jc w:val="center"/>
        <w:rPr>
          <w:rFonts w:ascii="Times New Roman" w:hAnsi="Times New Roman" w:cs="Times New Roman"/>
          <w:sz w:val="10"/>
          <w:szCs w:val="10"/>
        </w:rPr>
      </w:pPr>
    </w:p>
    <w:p w:rsidR="00742D16" w:rsidRDefault="00742D16" w:rsidP="000D5FE1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40"/>
          <w:szCs w:val="40"/>
        </w:rPr>
      </w:pPr>
      <w:r w:rsidRPr="008C43F5">
        <w:rPr>
          <w:rFonts w:ascii="Times New Roman" w:hAnsi="Times New Roman" w:cs="Times New Roman"/>
          <w:b/>
          <w:bCs/>
          <w:caps/>
          <w:sz w:val="40"/>
          <w:szCs w:val="40"/>
        </w:rPr>
        <w:t>постановление</w:t>
      </w:r>
    </w:p>
    <w:p w:rsidR="00742D16" w:rsidRPr="00BB6CD9" w:rsidRDefault="00742D16" w:rsidP="00BB6CD9">
      <w:pPr>
        <w:spacing w:after="0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:rsidR="00742D16" w:rsidRPr="00416BBC" w:rsidRDefault="00742D16" w:rsidP="00416BBC">
      <w:pPr>
        <w:pStyle w:val="ConsPlusTitle"/>
        <w:widowControl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416BBC">
        <w:rPr>
          <w:rFonts w:ascii="Times New Roman" w:hAnsi="Times New Roman" w:cs="Times New Roman"/>
          <w:b w:val="0"/>
          <w:bCs w:val="0"/>
          <w:sz w:val="28"/>
          <w:szCs w:val="28"/>
        </w:rPr>
        <w:t>27.02.2013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  <w:t>№ 9-нп</w:t>
      </w:r>
      <w:bookmarkStart w:id="0" w:name="_GoBack"/>
      <w:bookmarkEnd w:id="0"/>
    </w:p>
    <w:p w:rsidR="00742D16" w:rsidRPr="00912FC0" w:rsidRDefault="00742D16" w:rsidP="00912FC0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912FC0">
        <w:rPr>
          <w:rFonts w:ascii="Times New Roman" w:hAnsi="Times New Roman" w:cs="Times New Roman"/>
          <w:b w:val="0"/>
          <w:bCs w:val="0"/>
          <w:sz w:val="24"/>
          <w:szCs w:val="24"/>
        </w:rPr>
        <w:t>г.Нефтеюганск</w:t>
      </w:r>
    </w:p>
    <w:p w:rsidR="00742D16" w:rsidRDefault="00742D16" w:rsidP="00912FC0">
      <w:pPr>
        <w:pStyle w:val="ConsPlusTitle"/>
        <w:widowControl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742D16" w:rsidRPr="00EC0ECA" w:rsidRDefault="00742D16" w:rsidP="00EC0EC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F905E5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C0ECA">
        <w:rPr>
          <w:rFonts w:ascii="Times New Roman" w:hAnsi="Times New Roman" w:cs="Times New Roman"/>
          <w:sz w:val="28"/>
          <w:szCs w:val="28"/>
        </w:rPr>
        <w:t>признании утратившими силу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C0ECA">
        <w:rPr>
          <w:rFonts w:ascii="Times New Roman" w:hAnsi="Times New Roman" w:cs="Times New Roman"/>
          <w:sz w:val="28"/>
          <w:szCs w:val="28"/>
        </w:rPr>
        <w:t>муниципальных правовых актов</w:t>
      </w:r>
    </w:p>
    <w:p w:rsidR="00742D16" w:rsidRPr="00EC0ECA" w:rsidRDefault="00742D16" w:rsidP="00EC0EC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EC0ECA">
        <w:rPr>
          <w:rFonts w:ascii="Times New Roman" w:hAnsi="Times New Roman" w:cs="Times New Roman"/>
          <w:sz w:val="28"/>
          <w:szCs w:val="28"/>
        </w:rPr>
        <w:t>администрации города Нефтеюганска</w:t>
      </w:r>
    </w:p>
    <w:p w:rsidR="00742D16" w:rsidRPr="00EC0ECA" w:rsidRDefault="00742D16" w:rsidP="00EC0ECA">
      <w:pPr>
        <w:pStyle w:val="ConsPlusTitle"/>
        <w:rPr>
          <w:rFonts w:ascii="Times New Roman" w:hAnsi="Times New Roman" w:cs="Times New Roman"/>
          <w:sz w:val="16"/>
          <w:szCs w:val="16"/>
        </w:rPr>
      </w:pPr>
    </w:p>
    <w:p w:rsidR="00742D16" w:rsidRPr="00EC0ECA" w:rsidRDefault="00742D16" w:rsidP="00EC0EC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742D16" w:rsidRPr="00EC0ECA" w:rsidRDefault="00742D16" w:rsidP="00EC0ECA">
      <w:pPr>
        <w:pStyle w:val="ConsPlusTitle"/>
        <w:ind w:firstLine="708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EC0ECA">
        <w:rPr>
          <w:rFonts w:ascii="Times New Roman" w:hAnsi="Times New Roman" w:cs="Times New Roman"/>
          <w:b w:val="0"/>
          <w:bCs w:val="0"/>
          <w:sz w:val="28"/>
          <w:szCs w:val="28"/>
        </w:rPr>
        <w:t>В соответствии с Порядком осуществления функций и полномочий учредителя муниципальных учреждений города Нефтеюганска, утвержд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ё</w:t>
      </w:r>
      <w:r w:rsidRPr="00EC0EC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нным постановлением администрации города от 11.02.2013 № 3-нп,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в связи с вступлением в силу </w:t>
      </w:r>
      <w:r w:rsidRPr="00EC0ECA">
        <w:rPr>
          <w:rFonts w:ascii="Times New Roman" w:hAnsi="Times New Roman" w:cs="Times New Roman"/>
          <w:b w:val="0"/>
          <w:bCs w:val="0"/>
          <w:sz w:val="28"/>
          <w:szCs w:val="28"/>
        </w:rPr>
        <w:t>приказ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а</w:t>
      </w:r>
      <w:r w:rsidRPr="00EC0EC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департамента образования и молодёжной политики администрации города Нефтеюганска от 14.02.2013 № 4-нп «Об утверждении примерного положения об оплате труда работников муниципальных образовательных учреждений, подведомственных департаменту образования и молодежной политики администрации города Нефтеюганска»  администрация города Нефтеюганска постановляет:</w:t>
      </w:r>
    </w:p>
    <w:p w:rsidR="00742D16" w:rsidRPr="00EC0ECA" w:rsidRDefault="00742D16" w:rsidP="00EC0ECA">
      <w:pPr>
        <w:pStyle w:val="ConsPlusTitle"/>
        <w:ind w:firstLine="708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EC0ECA">
        <w:rPr>
          <w:rFonts w:ascii="Times New Roman" w:hAnsi="Times New Roman" w:cs="Times New Roman"/>
          <w:b w:val="0"/>
          <w:bCs w:val="0"/>
          <w:sz w:val="28"/>
          <w:szCs w:val="28"/>
        </w:rPr>
        <w:t>1.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Призать</w:t>
      </w:r>
      <w:r w:rsidRPr="00EC0EC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утратившими силу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с 23.02.2013 </w:t>
      </w:r>
      <w:r w:rsidRPr="00EC0ECA">
        <w:rPr>
          <w:rFonts w:ascii="Times New Roman" w:hAnsi="Times New Roman" w:cs="Times New Roman"/>
          <w:b w:val="0"/>
          <w:bCs w:val="0"/>
          <w:sz w:val="28"/>
          <w:szCs w:val="28"/>
        </w:rPr>
        <w:t>постановления администрации города Нефтеюганска:</w:t>
      </w:r>
    </w:p>
    <w:p w:rsidR="00742D16" w:rsidRPr="00EC0ECA" w:rsidRDefault="00742D16" w:rsidP="00EC0ECA">
      <w:pPr>
        <w:pStyle w:val="ConsPlusTitle"/>
        <w:ind w:firstLine="708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EC0ECA">
        <w:rPr>
          <w:rFonts w:ascii="Times New Roman" w:hAnsi="Times New Roman" w:cs="Times New Roman"/>
          <w:b w:val="0"/>
          <w:bCs w:val="0"/>
          <w:sz w:val="28"/>
          <w:szCs w:val="28"/>
        </w:rPr>
        <w:t>-от 21.04.2011 № 931 «Об оплате труда работников муниципальных образовательных учреждений города Нефтеюганска»;</w:t>
      </w:r>
    </w:p>
    <w:p w:rsidR="00742D16" w:rsidRPr="00EC0ECA" w:rsidRDefault="00742D16" w:rsidP="00EC0ECA">
      <w:pPr>
        <w:pStyle w:val="ConsPlusTitle"/>
        <w:ind w:firstLine="708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EC0ECA">
        <w:rPr>
          <w:rFonts w:ascii="Times New Roman" w:hAnsi="Times New Roman" w:cs="Times New Roman"/>
          <w:b w:val="0"/>
          <w:bCs w:val="0"/>
          <w:sz w:val="28"/>
          <w:szCs w:val="28"/>
        </w:rPr>
        <w:t>-от 20.06.2011 № 1524 «О внесении изменения в постановление администрации города от 21.04.2011 № 931»;</w:t>
      </w:r>
    </w:p>
    <w:p w:rsidR="00742D16" w:rsidRPr="00EC0ECA" w:rsidRDefault="00742D16" w:rsidP="00EC0ECA">
      <w:pPr>
        <w:pStyle w:val="ConsPlusTitle"/>
        <w:ind w:firstLine="708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EC0ECA">
        <w:rPr>
          <w:rFonts w:ascii="Times New Roman" w:hAnsi="Times New Roman" w:cs="Times New Roman"/>
          <w:b w:val="0"/>
          <w:bCs w:val="0"/>
          <w:sz w:val="28"/>
          <w:szCs w:val="28"/>
        </w:rPr>
        <w:t>-от 10.08.2011 № 2162 «О внесении изменений в постановление администрации города от 21.04.2011 № 931(с изм. на 20.06.2011 № 1524)»;</w:t>
      </w:r>
    </w:p>
    <w:p w:rsidR="00742D16" w:rsidRPr="00EC0ECA" w:rsidRDefault="00742D16" w:rsidP="00EC0ECA">
      <w:pPr>
        <w:pStyle w:val="ConsPlusTitle"/>
        <w:ind w:firstLine="708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EC0ECA">
        <w:rPr>
          <w:rFonts w:ascii="Times New Roman" w:hAnsi="Times New Roman" w:cs="Times New Roman"/>
          <w:b w:val="0"/>
          <w:bCs w:val="0"/>
          <w:sz w:val="28"/>
          <w:szCs w:val="28"/>
        </w:rPr>
        <w:t>-от 21.09.2011 № 2598 «О внесении дополнений в постановление администрации города от 21.04.2011 № 931(с изм. на 10.08.2011 № 2162)»;</w:t>
      </w:r>
    </w:p>
    <w:p w:rsidR="00742D16" w:rsidRPr="00EC0ECA" w:rsidRDefault="00742D16" w:rsidP="00EC0ECA">
      <w:pPr>
        <w:pStyle w:val="ConsPlusTitle"/>
        <w:ind w:firstLine="708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-</w:t>
      </w:r>
      <w:r w:rsidRPr="00EC0ECA">
        <w:rPr>
          <w:rFonts w:ascii="Times New Roman" w:hAnsi="Times New Roman" w:cs="Times New Roman"/>
          <w:b w:val="0"/>
          <w:bCs w:val="0"/>
          <w:sz w:val="28"/>
          <w:szCs w:val="28"/>
        </w:rPr>
        <w:t>от 29.02.2012 № 453 «О внесении изменений в постановление администрации города от 21.04.2011 № 931(с изм. на 21.09.2011 № 2598)»;</w:t>
      </w:r>
    </w:p>
    <w:p w:rsidR="00742D16" w:rsidRPr="00EC0ECA" w:rsidRDefault="00742D16" w:rsidP="00EC0ECA">
      <w:pPr>
        <w:pStyle w:val="ConsPlusTitle"/>
        <w:ind w:firstLine="708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EC0ECA">
        <w:rPr>
          <w:rFonts w:ascii="Times New Roman" w:hAnsi="Times New Roman" w:cs="Times New Roman"/>
          <w:b w:val="0"/>
          <w:bCs w:val="0"/>
          <w:sz w:val="28"/>
          <w:szCs w:val="28"/>
        </w:rPr>
        <w:t>-от 29.11.2012 № 3377 «О внесении изменений в постановление администрации города от 21.04.2011 № 931 (с изм. на 28.02.2012 № 453)»;</w:t>
      </w:r>
    </w:p>
    <w:p w:rsidR="00742D16" w:rsidRPr="00EC0ECA" w:rsidRDefault="00742D16" w:rsidP="00EC0ECA">
      <w:pPr>
        <w:pStyle w:val="ConsPlusTitle"/>
        <w:ind w:firstLine="708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-</w:t>
      </w:r>
      <w:r w:rsidRPr="00EC0ECA">
        <w:rPr>
          <w:rFonts w:ascii="Times New Roman" w:hAnsi="Times New Roman" w:cs="Times New Roman"/>
          <w:b w:val="0"/>
          <w:bCs w:val="0"/>
          <w:sz w:val="28"/>
          <w:szCs w:val="28"/>
        </w:rPr>
        <w:t>от 25.01.2013 № 92 «О внесении изменения в постановление администрации города от 21.04.2011 № 931 (с изм. на 29.11.2012 № 3377)».</w:t>
      </w:r>
    </w:p>
    <w:p w:rsidR="00742D16" w:rsidRDefault="00742D16" w:rsidP="00EC0ECA">
      <w:pPr>
        <w:pStyle w:val="ConsPlusTitle"/>
        <w:ind w:firstLine="708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noProof/>
        </w:rPr>
        <w:pict>
          <v:shape id="Рисунок 2" o:spid="_x0000_s1027" type="#_x0000_t75" style="position:absolute;left:0;text-align:left;margin-left:300.45pt;margin-top:63.15pt;width:76pt;height:76.45pt;z-index:251659264;visibility:visible" o:allowoverlap="f">
            <v:imagedata r:id="rId7" o:title=""/>
          </v:shape>
        </w:pict>
      </w:r>
      <w:r w:rsidRPr="00EC0EC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2.Директору департамента по делам администрации города С.В.Мочалову направить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постановление главе города В.А.</w:t>
      </w:r>
      <w:r w:rsidRPr="00EC0ECA">
        <w:rPr>
          <w:rFonts w:ascii="Times New Roman" w:hAnsi="Times New Roman" w:cs="Times New Roman"/>
          <w:b w:val="0"/>
          <w:bCs w:val="0"/>
          <w:sz w:val="28"/>
          <w:szCs w:val="28"/>
        </w:rPr>
        <w:t>Бурчевскому для обнародования (опубликования) и размещения на официальном сайте органов местного самоуправления города Нефтеюганска в сети Интернет.</w:t>
      </w:r>
    </w:p>
    <w:p w:rsidR="00742D16" w:rsidRPr="00EC0ECA" w:rsidRDefault="00742D16" w:rsidP="00EC0ECA">
      <w:pPr>
        <w:pStyle w:val="ConsPlusTitle"/>
        <w:ind w:firstLine="708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742D16" w:rsidRPr="00EC0ECA" w:rsidRDefault="00742D16" w:rsidP="00EC0ECA">
      <w:pPr>
        <w:pStyle w:val="ConsPlusTitle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EC0EC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Глава администрации города                                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                   В.А.</w:t>
      </w:r>
      <w:r w:rsidRPr="00EC0ECA">
        <w:rPr>
          <w:rFonts w:ascii="Times New Roman" w:hAnsi="Times New Roman" w:cs="Times New Roman"/>
          <w:b w:val="0"/>
          <w:bCs w:val="0"/>
          <w:sz w:val="28"/>
          <w:szCs w:val="28"/>
        </w:rPr>
        <w:t>Арчиков</w:t>
      </w:r>
    </w:p>
    <w:sectPr w:rsidR="00742D16" w:rsidRPr="00EC0ECA" w:rsidSect="000D5FE1">
      <w:headerReference w:type="default" r:id="rId8"/>
      <w:pgSz w:w="11906" w:h="16838" w:code="9"/>
      <w:pgMar w:top="1134" w:right="567" w:bottom="851" w:left="1701" w:header="426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42D16" w:rsidRDefault="00742D16" w:rsidP="00EC0BCA">
      <w:pPr>
        <w:spacing w:after="0" w:line="240" w:lineRule="auto"/>
      </w:pPr>
      <w:r>
        <w:separator/>
      </w:r>
    </w:p>
  </w:endnote>
  <w:endnote w:type="continuationSeparator" w:id="0">
    <w:p w:rsidR="00742D16" w:rsidRDefault="00742D16" w:rsidP="00EC0B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42D16" w:rsidRDefault="00742D16" w:rsidP="00EC0BCA">
      <w:pPr>
        <w:spacing w:after="0" w:line="240" w:lineRule="auto"/>
      </w:pPr>
      <w:r>
        <w:separator/>
      </w:r>
    </w:p>
  </w:footnote>
  <w:footnote w:type="continuationSeparator" w:id="0">
    <w:p w:rsidR="00742D16" w:rsidRDefault="00742D16" w:rsidP="00EC0B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2D16" w:rsidRDefault="00742D16">
    <w:pPr>
      <w:pStyle w:val="Header"/>
      <w:jc w:val="center"/>
      <w:rPr>
        <w:rFonts w:ascii="Times New Roman" w:hAnsi="Times New Roman" w:cs="Times New Roman"/>
        <w:sz w:val="24"/>
        <w:szCs w:val="24"/>
      </w:rPr>
    </w:pPr>
  </w:p>
  <w:p w:rsidR="00742D16" w:rsidRPr="00EC0BCA" w:rsidRDefault="00742D16">
    <w:pPr>
      <w:pStyle w:val="Header"/>
      <w:jc w:val="center"/>
      <w:rPr>
        <w:rFonts w:ascii="Times New Roman" w:hAnsi="Times New Roman" w:cs="Times New Roman"/>
        <w:sz w:val="24"/>
        <w:szCs w:val="24"/>
      </w:rPr>
    </w:pPr>
  </w:p>
  <w:p w:rsidR="00742D16" w:rsidRDefault="00742D16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12FC0"/>
    <w:rsid w:val="0000031D"/>
    <w:rsid w:val="0000067A"/>
    <w:rsid w:val="00000D5A"/>
    <w:rsid w:val="000012DF"/>
    <w:rsid w:val="0000282B"/>
    <w:rsid w:val="00003286"/>
    <w:rsid w:val="00003FC2"/>
    <w:rsid w:val="000047D6"/>
    <w:rsid w:val="000054C3"/>
    <w:rsid w:val="00005931"/>
    <w:rsid w:val="00005BC0"/>
    <w:rsid w:val="00006AF4"/>
    <w:rsid w:val="00006F17"/>
    <w:rsid w:val="00006F1C"/>
    <w:rsid w:val="00007091"/>
    <w:rsid w:val="00010E80"/>
    <w:rsid w:val="00011D31"/>
    <w:rsid w:val="00011EFA"/>
    <w:rsid w:val="0001333D"/>
    <w:rsid w:val="0001399F"/>
    <w:rsid w:val="00014824"/>
    <w:rsid w:val="00014B04"/>
    <w:rsid w:val="00015184"/>
    <w:rsid w:val="00017816"/>
    <w:rsid w:val="000200D8"/>
    <w:rsid w:val="00020EB8"/>
    <w:rsid w:val="00022C79"/>
    <w:rsid w:val="00023132"/>
    <w:rsid w:val="00024780"/>
    <w:rsid w:val="00025305"/>
    <w:rsid w:val="000268F6"/>
    <w:rsid w:val="00027A18"/>
    <w:rsid w:val="00027BD9"/>
    <w:rsid w:val="00032164"/>
    <w:rsid w:val="000329B7"/>
    <w:rsid w:val="00032F8E"/>
    <w:rsid w:val="000355AE"/>
    <w:rsid w:val="0003591D"/>
    <w:rsid w:val="0003593F"/>
    <w:rsid w:val="00035EA6"/>
    <w:rsid w:val="00037671"/>
    <w:rsid w:val="00037850"/>
    <w:rsid w:val="00041217"/>
    <w:rsid w:val="00042045"/>
    <w:rsid w:val="0004303E"/>
    <w:rsid w:val="00043750"/>
    <w:rsid w:val="00043F81"/>
    <w:rsid w:val="0004413C"/>
    <w:rsid w:val="0004506D"/>
    <w:rsid w:val="00045173"/>
    <w:rsid w:val="00045C10"/>
    <w:rsid w:val="000467DC"/>
    <w:rsid w:val="00051984"/>
    <w:rsid w:val="00051A82"/>
    <w:rsid w:val="00053837"/>
    <w:rsid w:val="000538FC"/>
    <w:rsid w:val="00053BE0"/>
    <w:rsid w:val="000552C7"/>
    <w:rsid w:val="0005596E"/>
    <w:rsid w:val="00055A88"/>
    <w:rsid w:val="00056906"/>
    <w:rsid w:val="00057719"/>
    <w:rsid w:val="000621C2"/>
    <w:rsid w:val="00062C47"/>
    <w:rsid w:val="00064F49"/>
    <w:rsid w:val="00065071"/>
    <w:rsid w:val="00065423"/>
    <w:rsid w:val="0006642B"/>
    <w:rsid w:val="000664EB"/>
    <w:rsid w:val="00066F8E"/>
    <w:rsid w:val="00067403"/>
    <w:rsid w:val="00067487"/>
    <w:rsid w:val="0007076B"/>
    <w:rsid w:val="000710F4"/>
    <w:rsid w:val="0007147B"/>
    <w:rsid w:val="000720D3"/>
    <w:rsid w:val="00072177"/>
    <w:rsid w:val="00074C62"/>
    <w:rsid w:val="0007522A"/>
    <w:rsid w:val="00075A8A"/>
    <w:rsid w:val="00075B18"/>
    <w:rsid w:val="00075D6B"/>
    <w:rsid w:val="00075F65"/>
    <w:rsid w:val="000768F8"/>
    <w:rsid w:val="00081AA1"/>
    <w:rsid w:val="00081BA7"/>
    <w:rsid w:val="00082A76"/>
    <w:rsid w:val="000837D0"/>
    <w:rsid w:val="00083AA7"/>
    <w:rsid w:val="000842AA"/>
    <w:rsid w:val="00085023"/>
    <w:rsid w:val="00085AE0"/>
    <w:rsid w:val="00085CA2"/>
    <w:rsid w:val="00085FB3"/>
    <w:rsid w:val="00086255"/>
    <w:rsid w:val="00087983"/>
    <w:rsid w:val="0009075B"/>
    <w:rsid w:val="0009154C"/>
    <w:rsid w:val="0009266D"/>
    <w:rsid w:val="00092A14"/>
    <w:rsid w:val="00092C13"/>
    <w:rsid w:val="00092DC7"/>
    <w:rsid w:val="000941A2"/>
    <w:rsid w:val="00094C55"/>
    <w:rsid w:val="000951DC"/>
    <w:rsid w:val="00095BF7"/>
    <w:rsid w:val="00096533"/>
    <w:rsid w:val="00096602"/>
    <w:rsid w:val="0009713F"/>
    <w:rsid w:val="00097278"/>
    <w:rsid w:val="00097825"/>
    <w:rsid w:val="00097895"/>
    <w:rsid w:val="00097DA3"/>
    <w:rsid w:val="00097F11"/>
    <w:rsid w:val="000A010E"/>
    <w:rsid w:val="000A0446"/>
    <w:rsid w:val="000A0A96"/>
    <w:rsid w:val="000A1C72"/>
    <w:rsid w:val="000A2338"/>
    <w:rsid w:val="000A28F4"/>
    <w:rsid w:val="000A2BB4"/>
    <w:rsid w:val="000A44BB"/>
    <w:rsid w:val="000A4F35"/>
    <w:rsid w:val="000A514F"/>
    <w:rsid w:val="000A541C"/>
    <w:rsid w:val="000A5B15"/>
    <w:rsid w:val="000A5FCA"/>
    <w:rsid w:val="000B2078"/>
    <w:rsid w:val="000B20A8"/>
    <w:rsid w:val="000B259B"/>
    <w:rsid w:val="000B31F9"/>
    <w:rsid w:val="000B343E"/>
    <w:rsid w:val="000B418B"/>
    <w:rsid w:val="000B42B6"/>
    <w:rsid w:val="000B4916"/>
    <w:rsid w:val="000B62EC"/>
    <w:rsid w:val="000B6CF5"/>
    <w:rsid w:val="000B6DB0"/>
    <w:rsid w:val="000C0C8A"/>
    <w:rsid w:val="000C0E44"/>
    <w:rsid w:val="000C1445"/>
    <w:rsid w:val="000C2A4C"/>
    <w:rsid w:val="000C3E98"/>
    <w:rsid w:val="000C4249"/>
    <w:rsid w:val="000C42FB"/>
    <w:rsid w:val="000C5C4A"/>
    <w:rsid w:val="000C6151"/>
    <w:rsid w:val="000D02C5"/>
    <w:rsid w:val="000D067D"/>
    <w:rsid w:val="000D07C1"/>
    <w:rsid w:val="000D0B49"/>
    <w:rsid w:val="000D0D91"/>
    <w:rsid w:val="000D0E2B"/>
    <w:rsid w:val="000D2CCB"/>
    <w:rsid w:val="000D40D0"/>
    <w:rsid w:val="000D484E"/>
    <w:rsid w:val="000D592F"/>
    <w:rsid w:val="000D5FE1"/>
    <w:rsid w:val="000D6852"/>
    <w:rsid w:val="000D6A48"/>
    <w:rsid w:val="000D7388"/>
    <w:rsid w:val="000D7612"/>
    <w:rsid w:val="000D76E7"/>
    <w:rsid w:val="000D7D94"/>
    <w:rsid w:val="000E0A11"/>
    <w:rsid w:val="000E1745"/>
    <w:rsid w:val="000E792E"/>
    <w:rsid w:val="000F116A"/>
    <w:rsid w:val="000F1C08"/>
    <w:rsid w:val="000F2922"/>
    <w:rsid w:val="000F49F4"/>
    <w:rsid w:val="000F4AF2"/>
    <w:rsid w:val="000F4F12"/>
    <w:rsid w:val="000F664E"/>
    <w:rsid w:val="000F71F2"/>
    <w:rsid w:val="000F7D24"/>
    <w:rsid w:val="0010057A"/>
    <w:rsid w:val="00100721"/>
    <w:rsid w:val="00100832"/>
    <w:rsid w:val="00101167"/>
    <w:rsid w:val="001011BE"/>
    <w:rsid w:val="0010124E"/>
    <w:rsid w:val="001012A6"/>
    <w:rsid w:val="001014E2"/>
    <w:rsid w:val="00103448"/>
    <w:rsid w:val="001046A6"/>
    <w:rsid w:val="00106CCE"/>
    <w:rsid w:val="00106E3E"/>
    <w:rsid w:val="00107495"/>
    <w:rsid w:val="001074B0"/>
    <w:rsid w:val="001075AB"/>
    <w:rsid w:val="00107D7D"/>
    <w:rsid w:val="00107E59"/>
    <w:rsid w:val="00111ABC"/>
    <w:rsid w:val="00112C6D"/>
    <w:rsid w:val="00113585"/>
    <w:rsid w:val="00113824"/>
    <w:rsid w:val="00113C71"/>
    <w:rsid w:val="00114001"/>
    <w:rsid w:val="00114CED"/>
    <w:rsid w:val="00114DBC"/>
    <w:rsid w:val="00115262"/>
    <w:rsid w:val="001152FA"/>
    <w:rsid w:val="00115C79"/>
    <w:rsid w:val="001160C4"/>
    <w:rsid w:val="001178CD"/>
    <w:rsid w:val="00120332"/>
    <w:rsid w:val="00120CA9"/>
    <w:rsid w:val="001217A6"/>
    <w:rsid w:val="0012242C"/>
    <w:rsid w:val="001256CD"/>
    <w:rsid w:val="00126586"/>
    <w:rsid w:val="001265FE"/>
    <w:rsid w:val="00127302"/>
    <w:rsid w:val="00127FE2"/>
    <w:rsid w:val="00130419"/>
    <w:rsid w:val="00130B69"/>
    <w:rsid w:val="00131A89"/>
    <w:rsid w:val="00133E70"/>
    <w:rsid w:val="001341EF"/>
    <w:rsid w:val="00136181"/>
    <w:rsid w:val="001368A5"/>
    <w:rsid w:val="001378E2"/>
    <w:rsid w:val="00137CF4"/>
    <w:rsid w:val="00137F3F"/>
    <w:rsid w:val="0014136E"/>
    <w:rsid w:val="001432A4"/>
    <w:rsid w:val="0014341F"/>
    <w:rsid w:val="00143858"/>
    <w:rsid w:val="00143D11"/>
    <w:rsid w:val="00144A4D"/>
    <w:rsid w:val="001453A4"/>
    <w:rsid w:val="00146EF8"/>
    <w:rsid w:val="001512BC"/>
    <w:rsid w:val="00155089"/>
    <w:rsid w:val="00155979"/>
    <w:rsid w:val="00160610"/>
    <w:rsid w:val="001606C4"/>
    <w:rsid w:val="00160C8C"/>
    <w:rsid w:val="001622A8"/>
    <w:rsid w:val="001623C5"/>
    <w:rsid w:val="001628F9"/>
    <w:rsid w:val="00162A0F"/>
    <w:rsid w:val="00162F5B"/>
    <w:rsid w:val="0016346B"/>
    <w:rsid w:val="00163C24"/>
    <w:rsid w:val="00163E60"/>
    <w:rsid w:val="00163EF7"/>
    <w:rsid w:val="00164FB3"/>
    <w:rsid w:val="0016596A"/>
    <w:rsid w:val="001661A4"/>
    <w:rsid w:val="00166B27"/>
    <w:rsid w:val="001673F5"/>
    <w:rsid w:val="00167A5A"/>
    <w:rsid w:val="001715DA"/>
    <w:rsid w:val="00171F57"/>
    <w:rsid w:val="001738A9"/>
    <w:rsid w:val="00175D76"/>
    <w:rsid w:val="001760E4"/>
    <w:rsid w:val="001767A9"/>
    <w:rsid w:val="001768A3"/>
    <w:rsid w:val="001815E2"/>
    <w:rsid w:val="001836F4"/>
    <w:rsid w:val="00183BC9"/>
    <w:rsid w:val="00185700"/>
    <w:rsid w:val="0018640E"/>
    <w:rsid w:val="001873F6"/>
    <w:rsid w:val="001908C6"/>
    <w:rsid w:val="001921BE"/>
    <w:rsid w:val="00195092"/>
    <w:rsid w:val="001952A6"/>
    <w:rsid w:val="00196764"/>
    <w:rsid w:val="001975EB"/>
    <w:rsid w:val="001A04D9"/>
    <w:rsid w:val="001A10E0"/>
    <w:rsid w:val="001A139D"/>
    <w:rsid w:val="001A1976"/>
    <w:rsid w:val="001A2058"/>
    <w:rsid w:val="001A236F"/>
    <w:rsid w:val="001A24F9"/>
    <w:rsid w:val="001A315E"/>
    <w:rsid w:val="001A3632"/>
    <w:rsid w:val="001A3CC0"/>
    <w:rsid w:val="001A455D"/>
    <w:rsid w:val="001A4991"/>
    <w:rsid w:val="001A4B2A"/>
    <w:rsid w:val="001A4F59"/>
    <w:rsid w:val="001A51CF"/>
    <w:rsid w:val="001A5E05"/>
    <w:rsid w:val="001A647C"/>
    <w:rsid w:val="001A6E14"/>
    <w:rsid w:val="001B0763"/>
    <w:rsid w:val="001B1F90"/>
    <w:rsid w:val="001B4103"/>
    <w:rsid w:val="001B5655"/>
    <w:rsid w:val="001B5EA1"/>
    <w:rsid w:val="001B61F5"/>
    <w:rsid w:val="001C0384"/>
    <w:rsid w:val="001C0696"/>
    <w:rsid w:val="001C1331"/>
    <w:rsid w:val="001C1575"/>
    <w:rsid w:val="001C19B0"/>
    <w:rsid w:val="001C1AB1"/>
    <w:rsid w:val="001C1BB9"/>
    <w:rsid w:val="001C1F5E"/>
    <w:rsid w:val="001C2336"/>
    <w:rsid w:val="001C2C3B"/>
    <w:rsid w:val="001C3E9D"/>
    <w:rsid w:val="001C43EA"/>
    <w:rsid w:val="001C4C1D"/>
    <w:rsid w:val="001C5408"/>
    <w:rsid w:val="001C5574"/>
    <w:rsid w:val="001C5F7E"/>
    <w:rsid w:val="001C6281"/>
    <w:rsid w:val="001C723D"/>
    <w:rsid w:val="001C7BEC"/>
    <w:rsid w:val="001C7E8F"/>
    <w:rsid w:val="001C7FB5"/>
    <w:rsid w:val="001C7FD3"/>
    <w:rsid w:val="001D0914"/>
    <w:rsid w:val="001D1532"/>
    <w:rsid w:val="001D196F"/>
    <w:rsid w:val="001D1B57"/>
    <w:rsid w:val="001D1D42"/>
    <w:rsid w:val="001D2288"/>
    <w:rsid w:val="001D28A6"/>
    <w:rsid w:val="001D2DC1"/>
    <w:rsid w:val="001D3104"/>
    <w:rsid w:val="001D3EA4"/>
    <w:rsid w:val="001D4E60"/>
    <w:rsid w:val="001D7868"/>
    <w:rsid w:val="001E07AC"/>
    <w:rsid w:val="001E0E39"/>
    <w:rsid w:val="001E0F45"/>
    <w:rsid w:val="001E2635"/>
    <w:rsid w:val="001E33EB"/>
    <w:rsid w:val="001E357A"/>
    <w:rsid w:val="001E36BC"/>
    <w:rsid w:val="001E4A3E"/>
    <w:rsid w:val="001E5488"/>
    <w:rsid w:val="001E5C8B"/>
    <w:rsid w:val="001E5CB3"/>
    <w:rsid w:val="001E6238"/>
    <w:rsid w:val="001E7D71"/>
    <w:rsid w:val="001F1C2E"/>
    <w:rsid w:val="001F1CF0"/>
    <w:rsid w:val="001F1F93"/>
    <w:rsid w:val="001F298E"/>
    <w:rsid w:val="001F344F"/>
    <w:rsid w:val="001F34EC"/>
    <w:rsid w:val="001F34FB"/>
    <w:rsid w:val="001F3834"/>
    <w:rsid w:val="001F39B7"/>
    <w:rsid w:val="001F45BD"/>
    <w:rsid w:val="001F641B"/>
    <w:rsid w:val="001F6BB1"/>
    <w:rsid w:val="001F6BB7"/>
    <w:rsid w:val="001F7695"/>
    <w:rsid w:val="001F7FAC"/>
    <w:rsid w:val="002012FB"/>
    <w:rsid w:val="00202AC7"/>
    <w:rsid w:val="002041CA"/>
    <w:rsid w:val="0020448D"/>
    <w:rsid w:val="0020481B"/>
    <w:rsid w:val="00207933"/>
    <w:rsid w:val="00210298"/>
    <w:rsid w:val="00211381"/>
    <w:rsid w:val="002119A6"/>
    <w:rsid w:val="00211C41"/>
    <w:rsid w:val="00211E7D"/>
    <w:rsid w:val="00214EDD"/>
    <w:rsid w:val="00215235"/>
    <w:rsid w:val="00216D79"/>
    <w:rsid w:val="00216DC5"/>
    <w:rsid w:val="00222062"/>
    <w:rsid w:val="00222303"/>
    <w:rsid w:val="00222550"/>
    <w:rsid w:val="002227A0"/>
    <w:rsid w:val="00223052"/>
    <w:rsid w:val="00223408"/>
    <w:rsid w:val="00223670"/>
    <w:rsid w:val="00223E60"/>
    <w:rsid w:val="00223F6A"/>
    <w:rsid w:val="00224849"/>
    <w:rsid w:val="00225392"/>
    <w:rsid w:val="002269B0"/>
    <w:rsid w:val="00227051"/>
    <w:rsid w:val="0023016F"/>
    <w:rsid w:val="00232435"/>
    <w:rsid w:val="002328D6"/>
    <w:rsid w:val="00232A30"/>
    <w:rsid w:val="00233A75"/>
    <w:rsid w:val="00234395"/>
    <w:rsid w:val="0023485A"/>
    <w:rsid w:val="0023516E"/>
    <w:rsid w:val="00236307"/>
    <w:rsid w:val="0024055A"/>
    <w:rsid w:val="00240571"/>
    <w:rsid w:val="002409F8"/>
    <w:rsid w:val="00240FA1"/>
    <w:rsid w:val="00241109"/>
    <w:rsid w:val="002415BC"/>
    <w:rsid w:val="002415F5"/>
    <w:rsid w:val="00241C1D"/>
    <w:rsid w:val="002424C4"/>
    <w:rsid w:val="00242C6A"/>
    <w:rsid w:val="002446F3"/>
    <w:rsid w:val="002451B2"/>
    <w:rsid w:val="00245BE8"/>
    <w:rsid w:val="00245C5E"/>
    <w:rsid w:val="00246051"/>
    <w:rsid w:val="00247215"/>
    <w:rsid w:val="002503A5"/>
    <w:rsid w:val="00250D76"/>
    <w:rsid w:val="0025226C"/>
    <w:rsid w:val="00252B14"/>
    <w:rsid w:val="00253971"/>
    <w:rsid w:val="00253989"/>
    <w:rsid w:val="00253AED"/>
    <w:rsid w:val="0025439F"/>
    <w:rsid w:val="00254FC8"/>
    <w:rsid w:val="0025669E"/>
    <w:rsid w:val="002576E8"/>
    <w:rsid w:val="002600A7"/>
    <w:rsid w:val="002611EC"/>
    <w:rsid w:val="002613EE"/>
    <w:rsid w:val="00261C2D"/>
    <w:rsid w:val="00262061"/>
    <w:rsid w:val="002621E5"/>
    <w:rsid w:val="002622FF"/>
    <w:rsid w:val="00262D4A"/>
    <w:rsid w:val="00264884"/>
    <w:rsid w:val="002650AE"/>
    <w:rsid w:val="002650E5"/>
    <w:rsid w:val="00265164"/>
    <w:rsid w:val="0026546D"/>
    <w:rsid w:val="0026600C"/>
    <w:rsid w:val="00266666"/>
    <w:rsid w:val="002667DE"/>
    <w:rsid w:val="00266ED0"/>
    <w:rsid w:val="00267F33"/>
    <w:rsid w:val="00270255"/>
    <w:rsid w:val="0027047F"/>
    <w:rsid w:val="00271105"/>
    <w:rsid w:val="002711B3"/>
    <w:rsid w:val="00271C8E"/>
    <w:rsid w:val="0027433D"/>
    <w:rsid w:val="00274AAE"/>
    <w:rsid w:val="00274AB1"/>
    <w:rsid w:val="002760B1"/>
    <w:rsid w:val="0027693A"/>
    <w:rsid w:val="00277080"/>
    <w:rsid w:val="00280029"/>
    <w:rsid w:val="002801D8"/>
    <w:rsid w:val="0028068B"/>
    <w:rsid w:val="00282A75"/>
    <w:rsid w:val="0028361D"/>
    <w:rsid w:val="002840B1"/>
    <w:rsid w:val="00284558"/>
    <w:rsid w:val="00284855"/>
    <w:rsid w:val="00284EEA"/>
    <w:rsid w:val="00285AA2"/>
    <w:rsid w:val="00285C78"/>
    <w:rsid w:val="00285CC8"/>
    <w:rsid w:val="00287827"/>
    <w:rsid w:val="00287F20"/>
    <w:rsid w:val="00293E90"/>
    <w:rsid w:val="0029536C"/>
    <w:rsid w:val="0029579B"/>
    <w:rsid w:val="002963DF"/>
    <w:rsid w:val="00297F42"/>
    <w:rsid w:val="002A0083"/>
    <w:rsid w:val="002A0214"/>
    <w:rsid w:val="002A1119"/>
    <w:rsid w:val="002A1D10"/>
    <w:rsid w:val="002A1E36"/>
    <w:rsid w:val="002A25F7"/>
    <w:rsid w:val="002A36AE"/>
    <w:rsid w:val="002A40A1"/>
    <w:rsid w:val="002A44A3"/>
    <w:rsid w:val="002A5A43"/>
    <w:rsid w:val="002A6885"/>
    <w:rsid w:val="002A72F4"/>
    <w:rsid w:val="002A7AF8"/>
    <w:rsid w:val="002B1279"/>
    <w:rsid w:val="002B22F1"/>
    <w:rsid w:val="002B3282"/>
    <w:rsid w:val="002B396C"/>
    <w:rsid w:val="002B42A3"/>
    <w:rsid w:val="002B4322"/>
    <w:rsid w:val="002B435E"/>
    <w:rsid w:val="002B4517"/>
    <w:rsid w:val="002B46C3"/>
    <w:rsid w:val="002B4DF3"/>
    <w:rsid w:val="002B5763"/>
    <w:rsid w:val="002B5E01"/>
    <w:rsid w:val="002B6667"/>
    <w:rsid w:val="002C02C8"/>
    <w:rsid w:val="002C102B"/>
    <w:rsid w:val="002C15F7"/>
    <w:rsid w:val="002C18D4"/>
    <w:rsid w:val="002C18EB"/>
    <w:rsid w:val="002C1F36"/>
    <w:rsid w:val="002C286D"/>
    <w:rsid w:val="002C2A73"/>
    <w:rsid w:val="002C2DA3"/>
    <w:rsid w:val="002C2F66"/>
    <w:rsid w:val="002C3092"/>
    <w:rsid w:val="002C4031"/>
    <w:rsid w:val="002C4589"/>
    <w:rsid w:val="002C4DD2"/>
    <w:rsid w:val="002C5011"/>
    <w:rsid w:val="002C5890"/>
    <w:rsid w:val="002C5C7A"/>
    <w:rsid w:val="002C6A49"/>
    <w:rsid w:val="002C70D6"/>
    <w:rsid w:val="002C78EA"/>
    <w:rsid w:val="002D0AF8"/>
    <w:rsid w:val="002D0D5D"/>
    <w:rsid w:val="002D39E5"/>
    <w:rsid w:val="002D42CC"/>
    <w:rsid w:val="002D4DA4"/>
    <w:rsid w:val="002D5002"/>
    <w:rsid w:val="002D5A3E"/>
    <w:rsid w:val="002D5E8E"/>
    <w:rsid w:val="002D676B"/>
    <w:rsid w:val="002D73F6"/>
    <w:rsid w:val="002E0B16"/>
    <w:rsid w:val="002E1305"/>
    <w:rsid w:val="002E16D2"/>
    <w:rsid w:val="002E24E1"/>
    <w:rsid w:val="002E38EF"/>
    <w:rsid w:val="002E4034"/>
    <w:rsid w:val="002E4E86"/>
    <w:rsid w:val="002E5A10"/>
    <w:rsid w:val="002E6FAE"/>
    <w:rsid w:val="002E7A40"/>
    <w:rsid w:val="002E7E75"/>
    <w:rsid w:val="002F0A36"/>
    <w:rsid w:val="002F1479"/>
    <w:rsid w:val="002F1545"/>
    <w:rsid w:val="002F27AC"/>
    <w:rsid w:val="002F2D32"/>
    <w:rsid w:val="002F35A7"/>
    <w:rsid w:val="002F3D55"/>
    <w:rsid w:val="002F6156"/>
    <w:rsid w:val="002F6907"/>
    <w:rsid w:val="0030018A"/>
    <w:rsid w:val="003001C7"/>
    <w:rsid w:val="0030057B"/>
    <w:rsid w:val="00300F71"/>
    <w:rsid w:val="0030102A"/>
    <w:rsid w:val="00302D5B"/>
    <w:rsid w:val="00303E4A"/>
    <w:rsid w:val="003043BD"/>
    <w:rsid w:val="00305CC7"/>
    <w:rsid w:val="00306691"/>
    <w:rsid w:val="003069A1"/>
    <w:rsid w:val="00306DA8"/>
    <w:rsid w:val="00307E79"/>
    <w:rsid w:val="003106E7"/>
    <w:rsid w:val="0031116D"/>
    <w:rsid w:val="003112B1"/>
    <w:rsid w:val="003112C1"/>
    <w:rsid w:val="0031261D"/>
    <w:rsid w:val="0031519E"/>
    <w:rsid w:val="003159D7"/>
    <w:rsid w:val="003163A7"/>
    <w:rsid w:val="00316925"/>
    <w:rsid w:val="00316A40"/>
    <w:rsid w:val="00317421"/>
    <w:rsid w:val="00317729"/>
    <w:rsid w:val="00317D46"/>
    <w:rsid w:val="00320A65"/>
    <w:rsid w:val="00320ADE"/>
    <w:rsid w:val="00322941"/>
    <w:rsid w:val="0032389D"/>
    <w:rsid w:val="00323A04"/>
    <w:rsid w:val="00324C12"/>
    <w:rsid w:val="00326271"/>
    <w:rsid w:val="00326B88"/>
    <w:rsid w:val="00326FFF"/>
    <w:rsid w:val="00330E6D"/>
    <w:rsid w:val="003312DC"/>
    <w:rsid w:val="00331393"/>
    <w:rsid w:val="00331483"/>
    <w:rsid w:val="00331C38"/>
    <w:rsid w:val="00332B7E"/>
    <w:rsid w:val="00333075"/>
    <w:rsid w:val="003334A7"/>
    <w:rsid w:val="00335310"/>
    <w:rsid w:val="00335E48"/>
    <w:rsid w:val="00336546"/>
    <w:rsid w:val="00336E4D"/>
    <w:rsid w:val="003372A3"/>
    <w:rsid w:val="003425BA"/>
    <w:rsid w:val="00343168"/>
    <w:rsid w:val="00343968"/>
    <w:rsid w:val="00345092"/>
    <w:rsid w:val="003468A1"/>
    <w:rsid w:val="003472F2"/>
    <w:rsid w:val="00347FC0"/>
    <w:rsid w:val="003502DF"/>
    <w:rsid w:val="003508AC"/>
    <w:rsid w:val="00351B65"/>
    <w:rsid w:val="00352007"/>
    <w:rsid w:val="0035274C"/>
    <w:rsid w:val="00353474"/>
    <w:rsid w:val="0035383A"/>
    <w:rsid w:val="00353AFC"/>
    <w:rsid w:val="00353E0B"/>
    <w:rsid w:val="00354C65"/>
    <w:rsid w:val="00355B21"/>
    <w:rsid w:val="00355BEE"/>
    <w:rsid w:val="0035760D"/>
    <w:rsid w:val="00357785"/>
    <w:rsid w:val="003579C0"/>
    <w:rsid w:val="00357D99"/>
    <w:rsid w:val="00360405"/>
    <w:rsid w:val="003609BC"/>
    <w:rsid w:val="00361403"/>
    <w:rsid w:val="00362411"/>
    <w:rsid w:val="00362841"/>
    <w:rsid w:val="00362EF9"/>
    <w:rsid w:val="00363F67"/>
    <w:rsid w:val="00364966"/>
    <w:rsid w:val="0036605D"/>
    <w:rsid w:val="003665E9"/>
    <w:rsid w:val="00366AE9"/>
    <w:rsid w:val="00366B94"/>
    <w:rsid w:val="00366CA3"/>
    <w:rsid w:val="003704FE"/>
    <w:rsid w:val="00371855"/>
    <w:rsid w:val="003721AE"/>
    <w:rsid w:val="0037338F"/>
    <w:rsid w:val="00373895"/>
    <w:rsid w:val="00373EF3"/>
    <w:rsid w:val="0037553F"/>
    <w:rsid w:val="00375602"/>
    <w:rsid w:val="003757B3"/>
    <w:rsid w:val="0037599A"/>
    <w:rsid w:val="00375A29"/>
    <w:rsid w:val="00375C7D"/>
    <w:rsid w:val="00375DBA"/>
    <w:rsid w:val="00375E4B"/>
    <w:rsid w:val="00375F11"/>
    <w:rsid w:val="003760D5"/>
    <w:rsid w:val="00377198"/>
    <w:rsid w:val="0037798B"/>
    <w:rsid w:val="00377D19"/>
    <w:rsid w:val="00380F41"/>
    <w:rsid w:val="0038117A"/>
    <w:rsid w:val="0038133F"/>
    <w:rsid w:val="00381CCC"/>
    <w:rsid w:val="00382337"/>
    <w:rsid w:val="003829B8"/>
    <w:rsid w:val="00382D7C"/>
    <w:rsid w:val="003837C8"/>
    <w:rsid w:val="003839F5"/>
    <w:rsid w:val="00383E4F"/>
    <w:rsid w:val="003842EF"/>
    <w:rsid w:val="00385289"/>
    <w:rsid w:val="003859D5"/>
    <w:rsid w:val="00386044"/>
    <w:rsid w:val="0038632D"/>
    <w:rsid w:val="003863F3"/>
    <w:rsid w:val="00386846"/>
    <w:rsid w:val="00386F6E"/>
    <w:rsid w:val="00387D58"/>
    <w:rsid w:val="003906AE"/>
    <w:rsid w:val="00390C8E"/>
    <w:rsid w:val="0039234E"/>
    <w:rsid w:val="00392823"/>
    <w:rsid w:val="00392A41"/>
    <w:rsid w:val="00392BA6"/>
    <w:rsid w:val="00393B36"/>
    <w:rsid w:val="003944EB"/>
    <w:rsid w:val="00395146"/>
    <w:rsid w:val="00395C58"/>
    <w:rsid w:val="003967F8"/>
    <w:rsid w:val="00396814"/>
    <w:rsid w:val="00397C59"/>
    <w:rsid w:val="003A0ED5"/>
    <w:rsid w:val="003A12B2"/>
    <w:rsid w:val="003A1650"/>
    <w:rsid w:val="003A2668"/>
    <w:rsid w:val="003A52B3"/>
    <w:rsid w:val="003A700E"/>
    <w:rsid w:val="003B1B41"/>
    <w:rsid w:val="003B25B5"/>
    <w:rsid w:val="003B2DBE"/>
    <w:rsid w:val="003B2EB9"/>
    <w:rsid w:val="003B3264"/>
    <w:rsid w:val="003B3BC2"/>
    <w:rsid w:val="003B3CD6"/>
    <w:rsid w:val="003B436F"/>
    <w:rsid w:val="003B4ABE"/>
    <w:rsid w:val="003B4B1D"/>
    <w:rsid w:val="003B5801"/>
    <w:rsid w:val="003B5C9D"/>
    <w:rsid w:val="003B5F1B"/>
    <w:rsid w:val="003B6249"/>
    <w:rsid w:val="003B6EB8"/>
    <w:rsid w:val="003B74BB"/>
    <w:rsid w:val="003B7A80"/>
    <w:rsid w:val="003C07A1"/>
    <w:rsid w:val="003C1869"/>
    <w:rsid w:val="003C2919"/>
    <w:rsid w:val="003C2DBB"/>
    <w:rsid w:val="003C2EAC"/>
    <w:rsid w:val="003C3947"/>
    <w:rsid w:val="003C45B5"/>
    <w:rsid w:val="003C5787"/>
    <w:rsid w:val="003C5B28"/>
    <w:rsid w:val="003C6221"/>
    <w:rsid w:val="003C64B0"/>
    <w:rsid w:val="003D009D"/>
    <w:rsid w:val="003D0C64"/>
    <w:rsid w:val="003D2780"/>
    <w:rsid w:val="003D46CD"/>
    <w:rsid w:val="003D577A"/>
    <w:rsid w:val="003D5816"/>
    <w:rsid w:val="003D67B1"/>
    <w:rsid w:val="003D6FA4"/>
    <w:rsid w:val="003E0A41"/>
    <w:rsid w:val="003E2C05"/>
    <w:rsid w:val="003E2DB0"/>
    <w:rsid w:val="003E2DBF"/>
    <w:rsid w:val="003E3668"/>
    <w:rsid w:val="003E3B21"/>
    <w:rsid w:val="003E3EE6"/>
    <w:rsid w:val="003E41EA"/>
    <w:rsid w:val="003E4516"/>
    <w:rsid w:val="003E4E17"/>
    <w:rsid w:val="003E4F00"/>
    <w:rsid w:val="003E5055"/>
    <w:rsid w:val="003E5E8B"/>
    <w:rsid w:val="003E6207"/>
    <w:rsid w:val="003E7323"/>
    <w:rsid w:val="003E7899"/>
    <w:rsid w:val="003F166A"/>
    <w:rsid w:val="003F2C79"/>
    <w:rsid w:val="003F42A7"/>
    <w:rsid w:val="003F60D8"/>
    <w:rsid w:val="003F65B6"/>
    <w:rsid w:val="003F6AA2"/>
    <w:rsid w:val="003F707B"/>
    <w:rsid w:val="004002D2"/>
    <w:rsid w:val="00400655"/>
    <w:rsid w:val="00401A54"/>
    <w:rsid w:val="00401BCF"/>
    <w:rsid w:val="00401FB2"/>
    <w:rsid w:val="004038F1"/>
    <w:rsid w:val="0040636E"/>
    <w:rsid w:val="00406938"/>
    <w:rsid w:val="00407F52"/>
    <w:rsid w:val="0041030D"/>
    <w:rsid w:val="00410736"/>
    <w:rsid w:val="0041189A"/>
    <w:rsid w:val="004128C4"/>
    <w:rsid w:val="00413354"/>
    <w:rsid w:val="004138D8"/>
    <w:rsid w:val="00413CDA"/>
    <w:rsid w:val="00414CA8"/>
    <w:rsid w:val="00414FF3"/>
    <w:rsid w:val="004162CA"/>
    <w:rsid w:val="00416BBC"/>
    <w:rsid w:val="00420C3C"/>
    <w:rsid w:val="004211F5"/>
    <w:rsid w:val="0042199A"/>
    <w:rsid w:val="00422279"/>
    <w:rsid w:val="0042288D"/>
    <w:rsid w:val="00422DB3"/>
    <w:rsid w:val="0042343D"/>
    <w:rsid w:val="00423919"/>
    <w:rsid w:val="00424DAE"/>
    <w:rsid w:val="00426904"/>
    <w:rsid w:val="0042717D"/>
    <w:rsid w:val="00427B71"/>
    <w:rsid w:val="00431C4B"/>
    <w:rsid w:val="00431D38"/>
    <w:rsid w:val="00432615"/>
    <w:rsid w:val="004332C4"/>
    <w:rsid w:val="004346E3"/>
    <w:rsid w:val="00434B7E"/>
    <w:rsid w:val="00435933"/>
    <w:rsid w:val="00435AAD"/>
    <w:rsid w:val="00437161"/>
    <w:rsid w:val="00437B46"/>
    <w:rsid w:val="00440C0A"/>
    <w:rsid w:val="004419D2"/>
    <w:rsid w:val="00442A4D"/>
    <w:rsid w:val="00444516"/>
    <w:rsid w:val="00444BD7"/>
    <w:rsid w:val="004456F2"/>
    <w:rsid w:val="0044614C"/>
    <w:rsid w:val="004469B5"/>
    <w:rsid w:val="004470A2"/>
    <w:rsid w:val="00450732"/>
    <w:rsid w:val="00451A9C"/>
    <w:rsid w:val="004543DF"/>
    <w:rsid w:val="00454718"/>
    <w:rsid w:val="00455127"/>
    <w:rsid w:val="00455F25"/>
    <w:rsid w:val="00456248"/>
    <w:rsid w:val="00456393"/>
    <w:rsid w:val="00456C10"/>
    <w:rsid w:val="00457475"/>
    <w:rsid w:val="00460A97"/>
    <w:rsid w:val="00461504"/>
    <w:rsid w:val="0046191A"/>
    <w:rsid w:val="004628B4"/>
    <w:rsid w:val="00462A4E"/>
    <w:rsid w:val="00462A5E"/>
    <w:rsid w:val="00462D87"/>
    <w:rsid w:val="00464590"/>
    <w:rsid w:val="00464CD4"/>
    <w:rsid w:val="00467038"/>
    <w:rsid w:val="00467EC2"/>
    <w:rsid w:val="004708BC"/>
    <w:rsid w:val="00470D5E"/>
    <w:rsid w:val="00470E97"/>
    <w:rsid w:val="004710B8"/>
    <w:rsid w:val="004718D5"/>
    <w:rsid w:val="00471D7D"/>
    <w:rsid w:val="00471F8F"/>
    <w:rsid w:val="00472C88"/>
    <w:rsid w:val="00474F93"/>
    <w:rsid w:val="00475536"/>
    <w:rsid w:val="00477545"/>
    <w:rsid w:val="00477EFC"/>
    <w:rsid w:val="00480109"/>
    <w:rsid w:val="00480FF9"/>
    <w:rsid w:val="004810BA"/>
    <w:rsid w:val="0048166D"/>
    <w:rsid w:val="00481DC7"/>
    <w:rsid w:val="0048485A"/>
    <w:rsid w:val="00484B6A"/>
    <w:rsid w:val="0048543E"/>
    <w:rsid w:val="004858EC"/>
    <w:rsid w:val="00485FF1"/>
    <w:rsid w:val="004867E1"/>
    <w:rsid w:val="00487483"/>
    <w:rsid w:val="004879C1"/>
    <w:rsid w:val="0049104C"/>
    <w:rsid w:val="004916F3"/>
    <w:rsid w:val="004921D2"/>
    <w:rsid w:val="00492916"/>
    <w:rsid w:val="004933A6"/>
    <w:rsid w:val="00493401"/>
    <w:rsid w:val="004935BE"/>
    <w:rsid w:val="0049363D"/>
    <w:rsid w:val="004947DB"/>
    <w:rsid w:val="00495700"/>
    <w:rsid w:val="004965B8"/>
    <w:rsid w:val="0049663D"/>
    <w:rsid w:val="00497171"/>
    <w:rsid w:val="00497A15"/>
    <w:rsid w:val="00497F8C"/>
    <w:rsid w:val="004A0F45"/>
    <w:rsid w:val="004A0FB4"/>
    <w:rsid w:val="004A148A"/>
    <w:rsid w:val="004A2B33"/>
    <w:rsid w:val="004A325D"/>
    <w:rsid w:val="004A3A8E"/>
    <w:rsid w:val="004A3C87"/>
    <w:rsid w:val="004A4DE3"/>
    <w:rsid w:val="004A4FA8"/>
    <w:rsid w:val="004A5592"/>
    <w:rsid w:val="004A58BD"/>
    <w:rsid w:val="004A604B"/>
    <w:rsid w:val="004A6209"/>
    <w:rsid w:val="004A69D2"/>
    <w:rsid w:val="004A7761"/>
    <w:rsid w:val="004A77D9"/>
    <w:rsid w:val="004A7E2D"/>
    <w:rsid w:val="004B03E2"/>
    <w:rsid w:val="004B12A7"/>
    <w:rsid w:val="004B1497"/>
    <w:rsid w:val="004B280F"/>
    <w:rsid w:val="004B2885"/>
    <w:rsid w:val="004B358B"/>
    <w:rsid w:val="004B5E0E"/>
    <w:rsid w:val="004B5E6E"/>
    <w:rsid w:val="004B60B4"/>
    <w:rsid w:val="004B7651"/>
    <w:rsid w:val="004B7BCB"/>
    <w:rsid w:val="004C052E"/>
    <w:rsid w:val="004C081E"/>
    <w:rsid w:val="004C0F5E"/>
    <w:rsid w:val="004C1F31"/>
    <w:rsid w:val="004C20F1"/>
    <w:rsid w:val="004C24DE"/>
    <w:rsid w:val="004C328A"/>
    <w:rsid w:val="004C604F"/>
    <w:rsid w:val="004C6280"/>
    <w:rsid w:val="004C6CF9"/>
    <w:rsid w:val="004C6E5B"/>
    <w:rsid w:val="004C7F34"/>
    <w:rsid w:val="004D065C"/>
    <w:rsid w:val="004D1DB1"/>
    <w:rsid w:val="004D1E65"/>
    <w:rsid w:val="004D2D7E"/>
    <w:rsid w:val="004D352C"/>
    <w:rsid w:val="004D3E02"/>
    <w:rsid w:val="004D4999"/>
    <w:rsid w:val="004D55D3"/>
    <w:rsid w:val="004D5A61"/>
    <w:rsid w:val="004D5F6B"/>
    <w:rsid w:val="004D6C5E"/>
    <w:rsid w:val="004D6F6E"/>
    <w:rsid w:val="004D7789"/>
    <w:rsid w:val="004E0467"/>
    <w:rsid w:val="004E218D"/>
    <w:rsid w:val="004E455D"/>
    <w:rsid w:val="004E536F"/>
    <w:rsid w:val="004E5966"/>
    <w:rsid w:val="004E6A61"/>
    <w:rsid w:val="004E7172"/>
    <w:rsid w:val="004E75D6"/>
    <w:rsid w:val="004E7899"/>
    <w:rsid w:val="004F046A"/>
    <w:rsid w:val="004F08F4"/>
    <w:rsid w:val="004F1462"/>
    <w:rsid w:val="004F27B6"/>
    <w:rsid w:val="004F27F6"/>
    <w:rsid w:val="004F324E"/>
    <w:rsid w:val="004F3315"/>
    <w:rsid w:val="004F3688"/>
    <w:rsid w:val="004F46F0"/>
    <w:rsid w:val="004F4A2B"/>
    <w:rsid w:val="004F5199"/>
    <w:rsid w:val="004F6372"/>
    <w:rsid w:val="004F77E5"/>
    <w:rsid w:val="004F7BAC"/>
    <w:rsid w:val="004F7FC0"/>
    <w:rsid w:val="004F7FDE"/>
    <w:rsid w:val="0050071F"/>
    <w:rsid w:val="00501BBC"/>
    <w:rsid w:val="00501FD4"/>
    <w:rsid w:val="005027F9"/>
    <w:rsid w:val="005041C4"/>
    <w:rsid w:val="005043F7"/>
    <w:rsid w:val="005048BE"/>
    <w:rsid w:val="005054FA"/>
    <w:rsid w:val="0050658E"/>
    <w:rsid w:val="00506DDB"/>
    <w:rsid w:val="00506E34"/>
    <w:rsid w:val="005103BF"/>
    <w:rsid w:val="00510CE1"/>
    <w:rsid w:val="00510D5F"/>
    <w:rsid w:val="00511866"/>
    <w:rsid w:val="00511E1E"/>
    <w:rsid w:val="005124A5"/>
    <w:rsid w:val="005136E1"/>
    <w:rsid w:val="005137A2"/>
    <w:rsid w:val="0051403C"/>
    <w:rsid w:val="0051406D"/>
    <w:rsid w:val="00514358"/>
    <w:rsid w:val="00515F2B"/>
    <w:rsid w:val="005201F7"/>
    <w:rsid w:val="00520AAA"/>
    <w:rsid w:val="005211B4"/>
    <w:rsid w:val="0052250F"/>
    <w:rsid w:val="00523104"/>
    <w:rsid w:val="0052488D"/>
    <w:rsid w:val="0052586F"/>
    <w:rsid w:val="0052598E"/>
    <w:rsid w:val="00526490"/>
    <w:rsid w:val="005266B9"/>
    <w:rsid w:val="00526AB2"/>
    <w:rsid w:val="005270D4"/>
    <w:rsid w:val="0052747D"/>
    <w:rsid w:val="00530535"/>
    <w:rsid w:val="0053067A"/>
    <w:rsid w:val="00530DA1"/>
    <w:rsid w:val="00531512"/>
    <w:rsid w:val="00531A8A"/>
    <w:rsid w:val="005321D9"/>
    <w:rsid w:val="005328DB"/>
    <w:rsid w:val="00534FBC"/>
    <w:rsid w:val="00536E24"/>
    <w:rsid w:val="00537437"/>
    <w:rsid w:val="005379F2"/>
    <w:rsid w:val="00540918"/>
    <w:rsid w:val="0054162D"/>
    <w:rsid w:val="00543202"/>
    <w:rsid w:val="00543D2A"/>
    <w:rsid w:val="005451EC"/>
    <w:rsid w:val="00546821"/>
    <w:rsid w:val="005512B4"/>
    <w:rsid w:val="00551687"/>
    <w:rsid w:val="005516C2"/>
    <w:rsid w:val="00551F0E"/>
    <w:rsid w:val="005540DC"/>
    <w:rsid w:val="00555BE0"/>
    <w:rsid w:val="00555C49"/>
    <w:rsid w:val="00556C43"/>
    <w:rsid w:val="00557C81"/>
    <w:rsid w:val="005619E8"/>
    <w:rsid w:val="00562ECA"/>
    <w:rsid w:val="00563466"/>
    <w:rsid w:val="005639E1"/>
    <w:rsid w:val="00563DDA"/>
    <w:rsid w:val="00564D85"/>
    <w:rsid w:val="00566D8A"/>
    <w:rsid w:val="00567375"/>
    <w:rsid w:val="00570A46"/>
    <w:rsid w:val="0057185F"/>
    <w:rsid w:val="005725C8"/>
    <w:rsid w:val="005760C9"/>
    <w:rsid w:val="005766AA"/>
    <w:rsid w:val="00577BF6"/>
    <w:rsid w:val="00580211"/>
    <w:rsid w:val="00580776"/>
    <w:rsid w:val="00580F28"/>
    <w:rsid w:val="00581788"/>
    <w:rsid w:val="005817B1"/>
    <w:rsid w:val="005836CE"/>
    <w:rsid w:val="00584B20"/>
    <w:rsid w:val="00584FBB"/>
    <w:rsid w:val="0058530E"/>
    <w:rsid w:val="00585EDE"/>
    <w:rsid w:val="005861CF"/>
    <w:rsid w:val="005866B1"/>
    <w:rsid w:val="0058699D"/>
    <w:rsid w:val="005875AA"/>
    <w:rsid w:val="00587B9E"/>
    <w:rsid w:val="00590C4A"/>
    <w:rsid w:val="00590C8C"/>
    <w:rsid w:val="00590E75"/>
    <w:rsid w:val="005911A3"/>
    <w:rsid w:val="00591DBE"/>
    <w:rsid w:val="005923A1"/>
    <w:rsid w:val="00594438"/>
    <w:rsid w:val="00595BFA"/>
    <w:rsid w:val="0059628D"/>
    <w:rsid w:val="005973D4"/>
    <w:rsid w:val="005A3418"/>
    <w:rsid w:val="005A3F01"/>
    <w:rsid w:val="005A4262"/>
    <w:rsid w:val="005A4C0A"/>
    <w:rsid w:val="005A502D"/>
    <w:rsid w:val="005A5066"/>
    <w:rsid w:val="005A589B"/>
    <w:rsid w:val="005A5C91"/>
    <w:rsid w:val="005A6032"/>
    <w:rsid w:val="005A6BF2"/>
    <w:rsid w:val="005B084F"/>
    <w:rsid w:val="005B103C"/>
    <w:rsid w:val="005B2B4F"/>
    <w:rsid w:val="005B440C"/>
    <w:rsid w:val="005B4605"/>
    <w:rsid w:val="005B488C"/>
    <w:rsid w:val="005B53FD"/>
    <w:rsid w:val="005B6893"/>
    <w:rsid w:val="005B6F3F"/>
    <w:rsid w:val="005C0DC5"/>
    <w:rsid w:val="005C10D4"/>
    <w:rsid w:val="005C1B7C"/>
    <w:rsid w:val="005C2741"/>
    <w:rsid w:val="005C2ACF"/>
    <w:rsid w:val="005C7FEC"/>
    <w:rsid w:val="005D05BD"/>
    <w:rsid w:val="005D07D7"/>
    <w:rsid w:val="005D1C59"/>
    <w:rsid w:val="005D2009"/>
    <w:rsid w:val="005D2B9C"/>
    <w:rsid w:val="005D3486"/>
    <w:rsid w:val="005D3CFC"/>
    <w:rsid w:val="005D4959"/>
    <w:rsid w:val="005D4C1F"/>
    <w:rsid w:val="005D590C"/>
    <w:rsid w:val="005D6072"/>
    <w:rsid w:val="005D6292"/>
    <w:rsid w:val="005D63FB"/>
    <w:rsid w:val="005D6628"/>
    <w:rsid w:val="005D67AC"/>
    <w:rsid w:val="005D6892"/>
    <w:rsid w:val="005E1105"/>
    <w:rsid w:val="005E121E"/>
    <w:rsid w:val="005E1293"/>
    <w:rsid w:val="005E237B"/>
    <w:rsid w:val="005E25D6"/>
    <w:rsid w:val="005E2C14"/>
    <w:rsid w:val="005E34D8"/>
    <w:rsid w:val="005E3C8E"/>
    <w:rsid w:val="005E3DE1"/>
    <w:rsid w:val="005E594A"/>
    <w:rsid w:val="005E5D68"/>
    <w:rsid w:val="005E5F10"/>
    <w:rsid w:val="005E6260"/>
    <w:rsid w:val="005F0E29"/>
    <w:rsid w:val="005F1030"/>
    <w:rsid w:val="005F15C5"/>
    <w:rsid w:val="005F1738"/>
    <w:rsid w:val="005F1D75"/>
    <w:rsid w:val="005F2617"/>
    <w:rsid w:val="005F2958"/>
    <w:rsid w:val="005F3DC9"/>
    <w:rsid w:val="005F4480"/>
    <w:rsid w:val="005F54F9"/>
    <w:rsid w:val="005F5EA8"/>
    <w:rsid w:val="005F6E33"/>
    <w:rsid w:val="005F735B"/>
    <w:rsid w:val="005F7B8A"/>
    <w:rsid w:val="005F7E2D"/>
    <w:rsid w:val="00602C2A"/>
    <w:rsid w:val="00603485"/>
    <w:rsid w:val="00604E83"/>
    <w:rsid w:val="0060555B"/>
    <w:rsid w:val="00606228"/>
    <w:rsid w:val="006062F4"/>
    <w:rsid w:val="006071AC"/>
    <w:rsid w:val="006073B8"/>
    <w:rsid w:val="00610687"/>
    <w:rsid w:val="006115A8"/>
    <w:rsid w:val="00611A2B"/>
    <w:rsid w:val="00611DBD"/>
    <w:rsid w:val="00612AC6"/>
    <w:rsid w:val="00612E34"/>
    <w:rsid w:val="006135DD"/>
    <w:rsid w:val="00613987"/>
    <w:rsid w:val="0061434A"/>
    <w:rsid w:val="0061526E"/>
    <w:rsid w:val="006159C9"/>
    <w:rsid w:val="00616834"/>
    <w:rsid w:val="00616F7D"/>
    <w:rsid w:val="0061738F"/>
    <w:rsid w:val="00617621"/>
    <w:rsid w:val="0062043D"/>
    <w:rsid w:val="00620E26"/>
    <w:rsid w:val="0062142B"/>
    <w:rsid w:val="0062450D"/>
    <w:rsid w:val="0062514D"/>
    <w:rsid w:val="00626615"/>
    <w:rsid w:val="0063052A"/>
    <w:rsid w:val="0063085B"/>
    <w:rsid w:val="00630C3D"/>
    <w:rsid w:val="00631CE2"/>
    <w:rsid w:val="00633023"/>
    <w:rsid w:val="006332C8"/>
    <w:rsid w:val="006335C3"/>
    <w:rsid w:val="00634317"/>
    <w:rsid w:val="006359E6"/>
    <w:rsid w:val="00635ACC"/>
    <w:rsid w:val="00635B7E"/>
    <w:rsid w:val="00636CC4"/>
    <w:rsid w:val="00637143"/>
    <w:rsid w:val="00637A16"/>
    <w:rsid w:val="0064014D"/>
    <w:rsid w:val="00640A42"/>
    <w:rsid w:val="00642050"/>
    <w:rsid w:val="00642420"/>
    <w:rsid w:val="0064243B"/>
    <w:rsid w:val="0064397C"/>
    <w:rsid w:val="0064428C"/>
    <w:rsid w:val="006444E9"/>
    <w:rsid w:val="00644DB0"/>
    <w:rsid w:val="006451A9"/>
    <w:rsid w:val="00645A0D"/>
    <w:rsid w:val="006467A9"/>
    <w:rsid w:val="00646F95"/>
    <w:rsid w:val="006479E1"/>
    <w:rsid w:val="006509D9"/>
    <w:rsid w:val="00650B04"/>
    <w:rsid w:val="00650DE1"/>
    <w:rsid w:val="0065251B"/>
    <w:rsid w:val="00652A98"/>
    <w:rsid w:val="00653179"/>
    <w:rsid w:val="0065602F"/>
    <w:rsid w:val="006567AE"/>
    <w:rsid w:val="0065780F"/>
    <w:rsid w:val="00657C79"/>
    <w:rsid w:val="00660156"/>
    <w:rsid w:val="00661899"/>
    <w:rsid w:val="00662BF9"/>
    <w:rsid w:val="006632C8"/>
    <w:rsid w:val="0066592F"/>
    <w:rsid w:val="00665AC9"/>
    <w:rsid w:val="00665EBE"/>
    <w:rsid w:val="00666854"/>
    <w:rsid w:val="00666AED"/>
    <w:rsid w:val="00666B3C"/>
    <w:rsid w:val="00667225"/>
    <w:rsid w:val="00667A5D"/>
    <w:rsid w:val="00667ED6"/>
    <w:rsid w:val="006702D1"/>
    <w:rsid w:val="00670AFC"/>
    <w:rsid w:val="00670F82"/>
    <w:rsid w:val="00672CD8"/>
    <w:rsid w:val="006732D1"/>
    <w:rsid w:val="006733EC"/>
    <w:rsid w:val="006736C0"/>
    <w:rsid w:val="006752A3"/>
    <w:rsid w:val="00675A7A"/>
    <w:rsid w:val="00675C21"/>
    <w:rsid w:val="00675CE6"/>
    <w:rsid w:val="0067612E"/>
    <w:rsid w:val="00676699"/>
    <w:rsid w:val="00676755"/>
    <w:rsid w:val="006776AD"/>
    <w:rsid w:val="006814BB"/>
    <w:rsid w:val="00683029"/>
    <w:rsid w:val="00683ADD"/>
    <w:rsid w:val="0068412A"/>
    <w:rsid w:val="00684206"/>
    <w:rsid w:val="0068471A"/>
    <w:rsid w:val="00684850"/>
    <w:rsid w:val="006854B4"/>
    <w:rsid w:val="00685AFF"/>
    <w:rsid w:val="00685F54"/>
    <w:rsid w:val="00686464"/>
    <w:rsid w:val="00686610"/>
    <w:rsid w:val="006872B3"/>
    <w:rsid w:val="006878BA"/>
    <w:rsid w:val="00690341"/>
    <w:rsid w:val="006905A0"/>
    <w:rsid w:val="0069061C"/>
    <w:rsid w:val="00690B92"/>
    <w:rsid w:val="006912EE"/>
    <w:rsid w:val="0069225E"/>
    <w:rsid w:val="006928B5"/>
    <w:rsid w:val="00692D34"/>
    <w:rsid w:val="006932E1"/>
    <w:rsid w:val="00693995"/>
    <w:rsid w:val="006949BB"/>
    <w:rsid w:val="00694FAA"/>
    <w:rsid w:val="006956E3"/>
    <w:rsid w:val="006959ED"/>
    <w:rsid w:val="006960E5"/>
    <w:rsid w:val="00696DBB"/>
    <w:rsid w:val="00696ECA"/>
    <w:rsid w:val="00696FC2"/>
    <w:rsid w:val="00697DB9"/>
    <w:rsid w:val="006A01AE"/>
    <w:rsid w:val="006A0C11"/>
    <w:rsid w:val="006A0C40"/>
    <w:rsid w:val="006A0F22"/>
    <w:rsid w:val="006A1841"/>
    <w:rsid w:val="006A3268"/>
    <w:rsid w:val="006A35D8"/>
    <w:rsid w:val="006A3B2A"/>
    <w:rsid w:val="006A3B9D"/>
    <w:rsid w:val="006A49A0"/>
    <w:rsid w:val="006A58DF"/>
    <w:rsid w:val="006A6977"/>
    <w:rsid w:val="006A6BA4"/>
    <w:rsid w:val="006B272D"/>
    <w:rsid w:val="006B33D8"/>
    <w:rsid w:val="006B4DF2"/>
    <w:rsid w:val="006B6EDC"/>
    <w:rsid w:val="006C0710"/>
    <w:rsid w:val="006C09BE"/>
    <w:rsid w:val="006C0B2E"/>
    <w:rsid w:val="006C0BFD"/>
    <w:rsid w:val="006C25F0"/>
    <w:rsid w:val="006C282B"/>
    <w:rsid w:val="006C3268"/>
    <w:rsid w:val="006C4041"/>
    <w:rsid w:val="006C47B9"/>
    <w:rsid w:val="006C5094"/>
    <w:rsid w:val="006C5D2C"/>
    <w:rsid w:val="006C6A2C"/>
    <w:rsid w:val="006C7C20"/>
    <w:rsid w:val="006C7E9B"/>
    <w:rsid w:val="006D1405"/>
    <w:rsid w:val="006D1658"/>
    <w:rsid w:val="006D2E9B"/>
    <w:rsid w:val="006D3BE2"/>
    <w:rsid w:val="006D5505"/>
    <w:rsid w:val="006D600F"/>
    <w:rsid w:val="006D60A3"/>
    <w:rsid w:val="006D6E10"/>
    <w:rsid w:val="006D71C5"/>
    <w:rsid w:val="006D78ED"/>
    <w:rsid w:val="006D7CB3"/>
    <w:rsid w:val="006E01DC"/>
    <w:rsid w:val="006E08C2"/>
    <w:rsid w:val="006E0EF7"/>
    <w:rsid w:val="006E13B9"/>
    <w:rsid w:val="006E1D32"/>
    <w:rsid w:val="006E21E6"/>
    <w:rsid w:val="006E23E4"/>
    <w:rsid w:val="006E29E2"/>
    <w:rsid w:val="006E3B40"/>
    <w:rsid w:val="006E3F76"/>
    <w:rsid w:val="006E4975"/>
    <w:rsid w:val="006E4F6D"/>
    <w:rsid w:val="006E6BC2"/>
    <w:rsid w:val="006E7497"/>
    <w:rsid w:val="006E7576"/>
    <w:rsid w:val="006F050D"/>
    <w:rsid w:val="006F0B72"/>
    <w:rsid w:val="006F136F"/>
    <w:rsid w:val="006F2293"/>
    <w:rsid w:val="006F2A74"/>
    <w:rsid w:val="006F3769"/>
    <w:rsid w:val="006F40DA"/>
    <w:rsid w:val="006F539F"/>
    <w:rsid w:val="00700100"/>
    <w:rsid w:val="00700225"/>
    <w:rsid w:val="00700314"/>
    <w:rsid w:val="00700555"/>
    <w:rsid w:val="00701E50"/>
    <w:rsid w:val="00702437"/>
    <w:rsid w:val="007029CD"/>
    <w:rsid w:val="00702E5B"/>
    <w:rsid w:val="00702E73"/>
    <w:rsid w:val="00703057"/>
    <w:rsid w:val="0070381C"/>
    <w:rsid w:val="00703BE1"/>
    <w:rsid w:val="00703C39"/>
    <w:rsid w:val="00703EA1"/>
    <w:rsid w:val="0070608C"/>
    <w:rsid w:val="00710264"/>
    <w:rsid w:val="0071190E"/>
    <w:rsid w:val="007122D3"/>
    <w:rsid w:val="0071270E"/>
    <w:rsid w:val="00712D36"/>
    <w:rsid w:val="00712D5D"/>
    <w:rsid w:val="00712D77"/>
    <w:rsid w:val="00713019"/>
    <w:rsid w:val="007135B6"/>
    <w:rsid w:val="007136DA"/>
    <w:rsid w:val="00713D51"/>
    <w:rsid w:val="00714310"/>
    <w:rsid w:val="00714E28"/>
    <w:rsid w:val="00715577"/>
    <w:rsid w:val="007172B0"/>
    <w:rsid w:val="00717FE9"/>
    <w:rsid w:val="00723A41"/>
    <w:rsid w:val="00726B60"/>
    <w:rsid w:val="00730D96"/>
    <w:rsid w:val="007311D1"/>
    <w:rsid w:val="00731497"/>
    <w:rsid w:val="007316D3"/>
    <w:rsid w:val="007338C7"/>
    <w:rsid w:val="0073676B"/>
    <w:rsid w:val="007368AB"/>
    <w:rsid w:val="007379DC"/>
    <w:rsid w:val="007405A5"/>
    <w:rsid w:val="00740814"/>
    <w:rsid w:val="00740850"/>
    <w:rsid w:val="0074190E"/>
    <w:rsid w:val="00742D16"/>
    <w:rsid w:val="00743D62"/>
    <w:rsid w:val="00744A36"/>
    <w:rsid w:val="00745598"/>
    <w:rsid w:val="00745B6D"/>
    <w:rsid w:val="00745CD7"/>
    <w:rsid w:val="00745F51"/>
    <w:rsid w:val="0074688A"/>
    <w:rsid w:val="00746CA1"/>
    <w:rsid w:val="007473F6"/>
    <w:rsid w:val="00750A90"/>
    <w:rsid w:val="00751481"/>
    <w:rsid w:val="007538FE"/>
    <w:rsid w:val="007540F5"/>
    <w:rsid w:val="00756EEB"/>
    <w:rsid w:val="007608E9"/>
    <w:rsid w:val="00760BF5"/>
    <w:rsid w:val="00762A4C"/>
    <w:rsid w:val="007635E5"/>
    <w:rsid w:val="0076411C"/>
    <w:rsid w:val="0076459D"/>
    <w:rsid w:val="0076464A"/>
    <w:rsid w:val="00764BF7"/>
    <w:rsid w:val="007659BC"/>
    <w:rsid w:val="00765FD5"/>
    <w:rsid w:val="007664A1"/>
    <w:rsid w:val="00766532"/>
    <w:rsid w:val="00766DEB"/>
    <w:rsid w:val="00767CC3"/>
    <w:rsid w:val="007702B7"/>
    <w:rsid w:val="007711FD"/>
    <w:rsid w:val="007716E8"/>
    <w:rsid w:val="00772298"/>
    <w:rsid w:val="007739C4"/>
    <w:rsid w:val="00773B1A"/>
    <w:rsid w:val="00773C33"/>
    <w:rsid w:val="007742B9"/>
    <w:rsid w:val="00774A1B"/>
    <w:rsid w:val="00774BC7"/>
    <w:rsid w:val="00775432"/>
    <w:rsid w:val="00775FEE"/>
    <w:rsid w:val="007761CA"/>
    <w:rsid w:val="007772C6"/>
    <w:rsid w:val="007774D7"/>
    <w:rsid w:val="00777B7F"/>
    <w:rsid w:val="0078325B"/>
    <w:rsid w:val="00783C90"/>
    <w:rsid w:val="0078420D"/>
    <w:rsid w:val="00784496"/>
    <w:rsid w:val="00784630"/>
    <w:rsid w:val="00784654"/>
    <w:rsid w:val="007857B0"/>
    <w:rsid w:val="0078589E"/>
    <w:rsid w:val="00787E17"/>
    <w:rsid w:val="00790084"/>
    <w:rsid w:val="00790440"/>
    <w:rsid w:val="00790E86"/>
    <w:rsid w:val="007918F8"/>
    <w:rsid w:val="00792784"/>
    <w:rsid w:val="007927DA"/>
    <w:rsid w:val="007928E7"/>
    <w:rsid w:val="00792CF6"/>
    <w:rsid w:val="007939AA"/>
    <w:rsid w:val="007940E0"/>
    <w:rsid w:val="0079425D"/>
    <w:rsid w:val="00794FB8"/>
    <w:rsid w:val="00796579"/>
    <w:rsid w:val="00796C85"/>
    <w:rsid w:val="00796D22"/>
    <w:rsid w:val="00797664"/>
    <w:rsid w:val="007A063F"/>
    <w:rsid w:val="007A0D5E"/>
    <w:rsid w:val="007A3CFB"/>
    <w:rsid w:val="007A3FAF"/>
    <w:rsid w:val="007A430E"/>
    <w:rsid w:val="007A54C0"/>
    <w:rsid w:val="007A5DE5"/>
    <w:rsid w:val="007A69CD"/>
    <w:rsid w:val="007A7F4C"/>
    <w:rsid w:val="007B164D"/>
    <w:rsid w:val="007B193B"/>
    <w:rsid w:val="007B35A5"/>
    <w:rsid w:val="007B6065"/>
    <w:rsid w:val="007B6489"/>
    <w:rsid w:val="007B69CF"/>
    <w:rsid w:val="007B7AD4"/>
    <w:rsid w:val="007C0379"/>
    <w:rsid w:val="007C0420"/>
    <w:rsid w:val="007C0B24"/>
    <w:rsid w:val="007C119C"/>
    <w:rsid w:val="007C1800"/>
    <w:rsid w:val="007C20C2"/>
    <w:rsid w:val="007C2A6B"/>
    <w:rsid w:val="007C30DA"/>
    <w:rsid w:val="007C3F1E"/>
    <w:rsid w:val="007C4E27"/>
    <w:rsid w:val="007C5209"/>
    <w:rsid w:val="007C55B2"/>
    <w:rsid w:val="007C6069"/>
    <w:rsid w:val="007C612B"/>
    <w:rsid w:val="007C6857"/>
    <w:rsid w:val="007C6950"/>
    <w:rsid w:val="007C6B60"/>
    <w:rsid w:val="007C71BB"/>
    <w:rsid w:val="007C7547"/>
    <w:rsid w:val="007C79FF"/>
    <w:rsid w:val="007D1E2F"/>
    <w:rsid w:val="007D2CB5"/>
    <w:rsid w:val="007D2CC1"/>
    <w:rsid w:val="007D39DE"/>
    <w:rsid w:val="007D3CC0"/>
    <w:rsid w:val="007D439F"/>
    <w:rsid w:val="007D455D"/>
    <w:rsid w:val="007D4594"/>
    <w:rsid w:val="007D496B"/>
    <w:rsid w:val="007D4DFA"/>
    <w:rsid w:val="007D580B"/>
    <w:rsid w:val="007D5896"/>
    <w:rsid w:val="007D5CDF"/>
    <w:rsid w:val="007D6381"/>
    <w:rsid w:val="007D69EE"/>
    <w:rsid w:val="007D711E"/>
    <w:rsid w:val="007E07E7"/>
    <w:rsid w:val="007E0A55"/>
    <w:rsid w:val="007E11B6"/>
    <w:rsid w:val="007E1510"/>
    <w:rsid w:val="007E1B55"/>
    <w:rsid w:val="007E293F"/>
    <w:rsid w:val="007E31B7"/>
    <w:rsid w:val="007E39F9"/>
    <w:rsid w:val="007E3D86"/>
    <w:rsid w:val="007E4237"/>
    <w:rsid w:val="007E46DA"/>
    <w:rsid w:val="007E51D9"/>
    <w:rsid w:val="007E5FA7"/>
    <w:rsid w:val="007E67AD"/>
    <w:rsid w:val="007E696D"/>
    <w:rsid w:val="007E6CF1"/>
    <w:rsid w:val="007E72CB"/>
    <w:rsid w:val="007E7C86"/>
    <w:rsid w:val="007F02A4"/>
    <w:rsid w:val="007F12BA"/>
    <w:rsid w:val="007F2075"/>
    <w:rsid w:val="007F21FF"/>
    <w:rsid w:val="007F236A"/>
    <w:rsid w:val="007F2872"/>
    <w:rsid w:val="007F30B1"/>
    <w:rsid w:val="007F345F"/>
    <w:rsid w:val="007F3A36"/>
    <w:rsid w:val="007F4094"/>
    <w:rsid w:val="007F4290"/>
    <w:rsid w:val="007F4C60"/>
    <w:rsid w:val="007F5422"/>
    <w:rsid w:val="007F56E3"/>
    <w:rsid w:val="007F62EF"/>
    <w:rsid w:val="007F6779"/>
    <w:rsid w:val="007F67F5"/>
    <w:rsid w:val="007F728E"/>
    <w:rsid w:val="007F798D"/>
    <w:rsid w:val="00800301"/>
    <w:rsid w:val="00801163"/>
    <w:rsid w:val="00801744"/>
    <w:rsid w:val="00801AA0"/>
    <w:rsid w:val="00801CAF"/>
    <w:rsid w:val="00801EDF"/>
    <w:rsid w:val="00802FE1"/>
    <w:rsid w:val="0080324B"/>
    <w:rsid w:val="0080372F"/>
    <w:rsid w:val="00803B14"/>
    <w:rsid w:val="00804D75"/>
    <w:rsid w:val="0080571C"/>
    <w:rsid w:val="008059F4"/>
    <w:rsid w:val="008066A7"/>
    <w:rsid w:val="00807531"/>
    <w:rsid w:val="00807AFD"/>
    <w:rsid w:val="00807BB4"/>
    <w:rsid w:val="00807FA4"/>
    <w:rsid w:val="00811783"/>
    <w:rsid w:val="00811A68"/>
    <w:rsid w:val="0081206B"/>
    <w:rsid w:val="00812B28"/>
    <w:rsid w:val="008131E7"/>
    <w:rsid w:val="00813A0C"/>
    <w:rsid w:val="00813AE6"/>
    <w:rsid w:val="0081427F"/>
    <w:rsid w:val="008156AC"/>
    <w:rsid w:val="00815E49"/>
    <w:rsid w:val="00817633"/>
    <w:rsid w:val="00820352"/>
    <w:rsid w:val="00820AB3"/>
    <w:rsid w:val="00820AF1"/>
    <w:rsid w:val="008210A6"/>
    <w:rsid w:val="0082118B"/>
    <w:rsid w:val="0082137F"/>
    <w:rsid w:val="00821F76"/>
    <w:rsid w:val="008233D4"/>
    <w:rsid w:val="00823797"/>
    <w:rsid w:val="008243A6"/>
    <w:rsid w:val="00824656"/>
    <w:rsid w:val="00826C61"/>
    <w:rsid w:val="00826F37"/>
    <w:rsid w:val="0083046E"/>
    <w:rsid w:val="00831E05"/>
    <w:rsid w:val="008321EE"/>
    <w:rsid w:val="0083271F"/>
    <w:rsid w:val="00833E95"/>
    <w:rsid w:val="0083420A"/>
    <w:rsid w:val="00834FCA"/>
    <w:rsid w:val="00835703"/>
    <w:rsid w:val="0083640D"/>
    <w:rsid w:val="00836C2C"/>
    <w:rsid w:val="00836D1E"/>
    <w:rsid w:val="00836EB8"/>
    <w:rsid w:val="00842A49"/>
    <w:rsid w:val="00842B54"/>
    <w:rsid w:val="00842BA9"/>
    <w:rsid w:val="00843AD8"/>
    <w:rsid w:val="00843BE1"/>
    <w:rsid w:val="008447C5"/>
    <w:rsid w:val="00844F88"/>
    <w:rsid w:val="00845020"/>
    <w:rsid w:val="00845B10"/>
    <w:rsid w:val="00846F54"/>
    <w:rsid w:val="0084743E"/>
    <w:rsid w:val="0085168A"/>
    <w:rsid w:val="008520C7"/>
    <w:rsid w:val="008535A2"/>
    <w:rsid w:val="008535ED"/>
    <w:rsid w:val="0085402A"/>
    <w:rsid w:val="0085403B"/>
    <w:rsid w:val="0085525F"/>
    <w:rsid w:val="00855318"/>
    <w:rsid w:val="008558EA"/>
    <w:rsid w:val="00855E41"/>
    <w:rsid w:val="00856750"/>
    <w:rsid w:val="0086001C"/>
    <w:rsid w:val="00860448"/>
    <w:rsid w:val="008614A1"/>
    <w:rsid w:val="008623DE"/>
    <w:rsid w:val="008629CE"/>
    <w:rsid w:val="00862A22"/>
    <w:rsid w:val="0086373F"/>
    <w:rsid w:val="00863D69"/>
    <w:rsid w:val="00865241"/>
    <w:rsid w:val="008670DB"/>
    <w:rsid w:val="00870CA2"/>
    <w:rsid w:val="00870FF2"/>
    <w:rsid w:val="00871B8A"/>
    <w:rsid w:val="00871CC7"/>
    <w:rsid w:val="008721F9"/>
    <w:rsid w:val="008725DA"/>
    <w:rsid w:val="008731E7"/>
    <w:rsid w:val="00873376"/>
    <w:rsid w:val="00874CB3"/>
    <w:rsid w:val="00875888"/>
    <w:rsid w:val="00875F63"/>
    <w:rsid w:val="008761F0"/>
    <w:rsid w:val="00877415"/>
    <w:rsid w:val="00880596"/>
    <w:rsid w:val="0088105B"/>
    <w:rsid w:val="00881A2D"/>
    <w:rsid w:val="00881ADB"/>
    <w:rsid w:val="00882A50"/>
    <w:rsid w:val="0088356D"/>
    <w:rsid w:val="00883835"/>
    <w:rsid w:val="00883B3B"/>
    <w:rsid w:val="008840DB"/>
    <w:rsid w:val="00884273"/>
    <w:rsid w:val="00884501"/>
    <w:rsid w:val="00884D54"/>
    <w:rsid w:val="00885126"/>
    <w:rsid w:val="00886459"/>
    <w:rsid w:val="00887533"/>
    <w:rsid w:val="00887AF4"/>
    <w:rsid w:val="00887DD4"/>
    <w:rsid w:val="00890298"/>
    <w:rsid w:val="0089210F"/>
    <w:rsid w:val="00892689"/>
    <w:rsid w:val="008939CF"/>
    <w:rsid w:val="00893DA4"/>
    <w:rsid w:val="00894022"/>
    <w:rsid w:val="00894336"/>
    <w:rsid w:val="00894797"/>
    <w:rsid w:val="00895135"/>
    <w:rsid w:val="008957B3"/>
    <w:rsid w:val="00897088"/>
    <w:rsid w:val="00897478"/>
    <w:rsid w:val="008A1EAB"/>
    <w:rsid w:val="008A1F07"/>
    <w:rsid w:val="008A32EA"/>
    <w:rsid w:val="008A3CA0"/>
    <w:rsid w:val="008A44AA"/>
    <w:rsid w:val="008A5115"/>
    <w:rsid w:val="008A54B5"/>
    <w:rsid w:val="008A58EB"/>
    <w:rsid w:val="008A5DC6"/>
    <w:rsid w:val="008A5FAF"/>
    <w:rsid w:val="008A631E"/>
    <w:rsid w:val="008A6764"/>
    <w:rsid w:val="008A74F3"/>
    <w:rsid w:val="008A7819"/>
    <w:rsid w:val="008B03D2"/>
    <w:rsid w:val="008B1078"/>
    <w:rsid w:val="008B15A4"/>
    <w:rsid w:val="008B1739"/>
    <w:rsid w:val="008B17AD"/>
    <w:rsid w:val="008B1AD8"/>
    <w:rsid w:val="008B4382"/>
    <w:rsid w:val="008B47F0"/>
    <w:rsid w:val="008B5149"/>
    <w:rsid w:val="008B52F4"/>
    <w:rsid w:val="008B5C21"/>
    <w:rsid w:val="008B623D"/>
    <w:rsid w:val="008C01FE"/>
    <w:rsid w:val="008C0AB7"/>
    <w:rsid w:val="008C0B46"/>
    <w:rsid w:val="008C1886"/>
    <w:rsid w:val="008C18AD"/>
    <w:rsid w:val="008C1F9F"/>
    <w:rsid w:val="008C3DAA"/>
    <w:rsid w:val="008C43F5"/>
    <w:rsid w:val="008C4CF4"/>
    <w:rsid w:val="008C5AC4"/>
    <w:rsid w:val="008C610D"/>
    <w:rsid w:val="008D089E"/>
    <w:rsid w:val="008D2103"/>
    <w:rsid w:val="008D2E05"/>
    <w:rsid w:val="008D3104"/>
    <w:rsid w:val="008D328B"/>
    <w:rsid w:val="008D3480"/>
    <w:rsid w:val="008D544A"/>
    <w:rsid w:val="008D64AD"/>
    <w:rsid w:val="008D6D60"/>
    <w:rsid w:val="008D74DA"/>
    <w:rsid w:val="008D76B9"/>
    <w:rsid w:val="008E1F5B"/>
    <w:rsid w:val="008E32BF"/>
    <w:rsid w:val="008E4225"/>
    <w:rsid w:val="008E69F9"/>
    <w:rsid w:val="008E77D1"/>
    <w:rsid w:val="008F000C"/>
    <w:rsid w:val="008F1374"/>
    <w:rsid w:val="008F1868"/>
    <w:rsid w:val="008F1CC6"/>
    <w:rsid w:val="008F2CD9"/>
    <w:rsid w:val="008F4857"/>
    <w:rsid w:val="008F51F6"/>
    <w:rsid w:val="008F72D5"/>
    <w:rsid w:val="008F7B2D"/>
    <w:rsid w:val="00900152"/>
    <w:rsid w:val="00900926"/>
    <w:rsid w:val="00902D7E"/>
    <w:rsid w:val="00902F9F"/>
    <w:rsid w:val="00903507"/>
    <w:rsid w:val="00905AAA"/>
    <w:rsid w:val="00905FC4"/>
    <w:rsid w:val="0090698E"/>
    <w:rsid w:val="00907491"/>
    <w:rsid w:val="00907749"/>
    <w:rsid w:val="0091006A"/>
    <w:rsid w:val="0091015B"/>
    <w:rsid w:val="00911126"/>
    <w:rsid w:val="00911B0C"/>
    <w:rsid w:val="00912FC0"/>
    <w:rsid w:val="009130F7"/>
    <w:rsid w:val="00913128"/>
    <w:rsid w:val="00913281"/>
    <w:rsid w:val="00913CA4"/>
    <w:rsid w:val="00913D7D"/>
    <w:rsid w:val="0091440E"/>
    <w:rsid w:val="009144A1"/>
    <w:rsid w:val="009145D7"/>
    <w:rsid w:val="00915086"/>
    <w:rsid w:val="00916699"/>
    <w:rsid w:val="00920DBE"/>
    <w:rsid w:val="00923A89"/>
    <w:rsid w:val="00923C2C"/>
    <w:rsid w:val="009266E8"/>
    <w:rsid w:val="009308C4"/>
    <w:rsid w:val="00930D68"/>
    <w:rsid w:val="009310E4"/>
    <w:rsid w:val="00932225"/>
    <w:rsid w:val="00935851"/>
    <w:rsid w:val="00936B83"/>
    <w:rsid w:val="0093764D"/>
    <w:rsid w:val="0094011E"/>
    <w:rsid w:val="00941680"/>
    <w:rsid w:val="0094465C"/>
    <w:rsid w:val="00944991"/>
    <w:rsid w:val="00944F06"/>
    <w:rsid w:val="00945354"/>
    <w:rsid w:val="00945886"/>
    <w:rsid w:val="00945BFD"/>
    <w:rsid w:val="00945EBA"/>
    <w:rsid w:val="00945F71"/>
    <w:rsid w:val="00946623"/>
    <w:rsid w:val="00947092"/>
    <w:rsid w:val="009470A5"/>
    <w:rsid w:val="00950AD8"/>
    <w:rsid w:val="00951042"/>
    <w:rsid w:val="009513A0"/>
    <w:rsid w:val="009516B5"/>
    <w:rsid w:val="00951D45"/>
    <w:rsid w:val="00951DFF"/>
    <w:rsid w:val="0095385C"/>
    <w:rsid w:val="00954E62"/>
    <w:rsid w:val="00954FB0"/>
    <w:rsid w:val="009550BF"/>
    <w:rsid w:val="009553BF"/>
    <w:rsid w:val="00955474"/>
    <w:rsid w:val="0095711C"/>
    <w:rsid w:val="00957520"/>
    <w:rsid w:val="00957581"/>
    <w:rsid w:val="00957FA7"/>
    <w:rsid w:val="009621ED"/>
    <w:rsid w:val="009622A4"/>
    <w:rsid w:val="0096234F"/>
    <w:rsid w:val="0096351E"/>
    <w:rsid w:val="009653D6"/>
    <w:rsid w:val="00965B85"/>
    <w:rsid w:val="00966D04"/>
    <w:rsid w:val="00967255"/>
    <w:rsid w:val="009677B6"/>
    <w:rsid w:val="009678EC"/>
    <w:rsid w:val="00967FDE"/>
    <w:rsid w:val="009705A5"/>
    <w:rsid w:val="0097173B"/>
    <w:rsid w:val="00972822"/>
    <w:rsid w:val="009732BC"/>
    <w:rsid w:val="0097360F"/>
    <w:rsid w:val="00973B19"/>
    <w:rsid w:val="00973BAB"/>
    <w:rsid w:val="009742D3"/>
    <w:rsid w:val="00974440"/>
    <w:rsid w:val="00975EC2"/>
    <w:rsid w:val="00976444"/>
    <w:rsid w:val="0097646D"/>
    <w:rsid w:val="00976B98"/>
    <w:rsid w:val="00976F61"/>
    <w:rsid w:val="00977075"/>
    <w:rsid w:val="00977A60"/>
    <w:rsid w:val="00977B06"/>
    <w:rsid w:val="009802FB"/>
    <w:rsid w:val="00981E54"/>
    <w:rsid w:val="0098209D"/>
    <w:rsid w:val="00983000"/>
    <w:rsid w:val="00984B80"/>
    <w:rsid w:val="00984F4C"/>
    <w:rsid w:val="0098555B"/>
    <w:rsid w:val="00985677"/>
    <w:rsid w:val="00985690"/>
    <w:rsid w:val="009858A7"/>
    <w:rsid w:val="009862D2"/>
    <w:rsid w:val="009872D3"/>
    <w:rsid w:val="00987C03"/>
    <w:rsid w:val="00987E48"/>
    <w:rsid w:val="00991926"/>
    <w:rsid w:val="00993381"/>
    <w:rsid w:val="00993878"/>
    <w:rsid w:val="00993902"/>
    <w:rsid w:val="009941C8"/>
    <w:rsid w:val="00995DA9"/>
    <w:rsid w:val="0099734D"/>
    <w:rsid w:val="00997CAF"/>
    <w:rsid w:val="00997E3C"/>
    <w:rsid w:val="009A053F"/>
    <w:rsid w:val="009A1B6B"/>
    <w:rsid w:val="009A2F6C"/>
    <w:rsid w:val="009A3266"/>
    <w:rsid w:val="009A388E"/>
    <w:rsid w:val="009A38BF"/>
    <w:rsid w:val="009A3E12"/>
    <w:rsid w:val="009A4413"/>
    <w:rsid w:val="009A45E1"/>
    <w:rsid w:val="009A478C"/>
    <w:rsid w:val="009A68DE"/>
    <w:rsid w:val="009B059B"/>
    <w:rsid w:val="009B0E77"/>
    <w:rsid w:val="009B10DB"/>
    <w:rsid w:val="009B196B"/>
    <w:rsid w:val="009B29DF"/>
    <w:rsid w:val="009B6870"/>
    <w:rsid w:val="009B6BA7"/>
    <w:rsid w:val="009B773B"/>
    <w:rsid w:val="009B7819"/>
    <w:rsid w:val="009B785A"/>
    <w:rsid w:val="009B7987"/>
    <w:rsid w:val="009C071A"/>
    <w:rsid w:val="009C1367"/>
    <w:rsid w:val="009C14EA"/>
    <w:rsid w:val="009C1552"/>
    <w:rsid w:val="009C2321"/>
    <w:rsid w:val="009C2484"/>
    <w:rsid w:val="009C28B6"/>
    <w:rsid w:val="009C2E00"/>
    <w:rsid w:val="009C2F29"/>
    <w:rsid w:val="009C3CA4"/>
    <w:rsid w:val="009C43AA"/>
    <w:rsid w:val="009C4652"/>
    <w:rsid w:val="009C47BD"/>
    <w:rsid w:val="009C4C50"/>
    <w:rsid w:val="009C4E48"/>
    <w:rsid w:val="009C6739"/>
    <w:rsid w:val="009C7BAF"/>
    <w:rsid w:val="009D0F3E"/>
    <w:rsid w:val="009D1181"/>
    <w:rsid w:val="009D1B67"/>
    <w:rsid w:val="009D1D64"/>
    <w:rsid w:val="009D25BD"/>
    <w:rsid w:val="009D29E2"/>
    <w:rsid w:val="009D2B35"/>
    <w:rsid w:val="009D3060"/>
    <w:rsid w:val="009D397A"/>
    <w:rsid w:val="009D4353"/>
    <w:rsid w:val="009D4723"/>
    <w:rsid w:val="009D4D02"/>
    <w:rsid w:val="009D553D"/>
    <w:rsid w:val="009D7C5D"/>
    <w:rsid w:val="009E02A8"/>
    <w:rsid w:val="009E02C1"/>
    <w:rsid w:val="009E0756"/>
    <w:rsid w:val="009E0EC1"/>
    <w:rsid w:val="009E0FDE"/>
    <w:rsid w:val="009E1728"/>
    <w:rsid w:val="009E1B72"/>
    <w:rsid w:val="009E614D"/>
    <w:rsid w:val="009E691A"/>
    <w:rsid w:val="009E777D"/>
    <w:rsid w:val="009F0B45"/>
    <w:rsid w:val="009F1A43"/>
    <w:rsid w:val="009F1AEA"/>
    <w:rsid w:val="009F1E28"/>
    <w:rsid w:val="009F1F63"/>
    <w:rsid w:val="009F2071"/>
    <w:rsid w:val="009F37A6"/>
    <w:rsid w:val="009F47C0"/>
    <w:rsid w:val="009F593E"/>
    <w:rsid w:val="009F6777"/>
    <w:rsid w:val="009F6B35"/>
    <w:rsid w:val="009F70AF"/>
    <w:rsid w:val="009F7727"/>
    <w:rsid w:val="00A01B75"/>
    <w:rsid w:val="00A01D2C"/>
    <w:rsid w:val="00A01F7B"/>
    <w:rsid w:val="00A0209B"/>
    <w:rsid w:val="00A03148"/>
    <w:rsid w:val="00A038B2"/>
    <w:rsid w:val="00A03D6D"/>
    <w:rsid w:val="00A03E3C"/>
    <w:rsid w:val="00A03E99"/>
    <w:rsid w:val="00A04029"/>
    <w:rsid w:val="00A05FF0"/>
    <w:rsid w:val="00A0636B"/>
    <w:rsid w:val="00A06E9A"/>
    <w:rsid w:val="00A07DA0"/>
    <w:rsid w:val="00A10C96"/>
    <w:rsid w:val="00A10D6F"/>
    <w:rsid w:val="00A10F3D"/>
    <w:rsid w:val="00A126BE"/>
    <w:rsid w:val="00A12BC7"/>
    <w:rsid w:val="00A1364E"/>
    <w:rsid w:val="00A1378C"/>
    <w:rsid w:val="00A13F5B"/>
    <w:rsid w:val="00A15366"/>
    <w:rsid w:val="00A155CC"/>
    <w:rsid w:val="00A156D9"/>
    <w:rsid w:val="00A16C6D"/>
    <w:rsid w:val="00A171D5"/>
    <w:rsid w:val="00A175A7"/>
    <w:rsid w:val="00A1776B"/>
    <w:rsid w:val="00A179ED"/>
    <w:rsid w:val="00A20197"/>
    <w:rsid w:val="00A20691"/>
    <w:rsid w:val="00A20860"/>
    <w:rsid w:val="00A2088D"/>
    <w:rsid w:val="00A2098D"/>
    <w:rsid w:val="00A21066"/>
    <w:rsid w:val="00A21DDD"/>
    <w:rsid w:val="00A223CD"/>
    <w:rsid w:val="00A226C8"/>
    <w:rsid w:val="00A23347"/>
    <w:rsid w:val="00A23B7D"/>
    <w:rsid w:val="00A23D77"/>
    <w:rsid w:val="00A2408B"/>
    <w:rsid w:val="00A24D66"/>
    <w:rsid w:val="00A25083"/>
    <w:rsid w:val="00A255C9"/>
    <w:rsid w:val="00A26679"/>
    <w:rsid w:val="00A30388"/>
    <w:rsid w:val="00A30821"/>
    <w:rsid w:val="00A3114E"/>
    <w:rsid w:val="00A31664"/>
    <w:rsid w:val="00A33359"/>
    <w:rsid w:val="00A336C8"/>
    <w:rsid w:val="00A34EF8"/>
    <w:rsid w:val="00A3692A"/>
    <w:rsid w:val="00A36FE3"/>
    <w:rsid w:val="00A370A7"/>
    <w:rsid w:val="00A371C8"/>
    <w:rsid w:val="00A37400"/>
    <w:rsid w:val="00A37536"/>
    <w:rsid w:val="00A416BE"/>
    <w:rsid w:val="00A42197"/>
    <w:rsid w:val="00A4283C"/>
    <w:rsid w:val="00A43000"/>
    <w:rsid w:val="00A43B6A"/>
    <w:rsid w:val="00A43C92"/>
    <w:rsid w:val="00A43FE3"/>
    <w:rsid w:val="00A4432A"/>
    <w:rsid w:val="00A46A04"/>
    <w:rsid w:val="00A4759C"/>
    <w:rsid w:val="00A528B5"/>
    <w:rsid w:val="00A52F3F"/>
    <w:rsid w:val="00A534E8"/>
    <w:rsid w:val="00A53A40"/>
    <w:rsid w:val="00A54177"/>
    <w:rsid w:val="00A55C7D"/>
    <w:rsid w:val="00A569D7"/>
    <w:rsid w:val="00A57F24"/>
    <w:rsid w:val="00A57FC3"/>
    <w:rsid w:val="00A60528"/>
    <w:rsid w:val="00A6063C"/>
    <w:rsid w:val="00A606C5"/>
    <w:rsid w:val="00A60E62"/>
    <w:rsid w:val="00A62695"/>
    <w:rsid w:val="00A62C45"/>
    <w:rsid w:val="00A6308F"/>
    <w:rsid w:val="00A63E38"/>
    <w:rsid w:val="00A63EAF"/>
    <w:rsid w:val="00A63ECB"/>
    <w:rsid w:val="00A65ECC"/>
    <w:rsid w:val="00A66705"/>
    <w:rsid w:val="00A677A8"/>
    <w:rsid w:val="00A6784D"/>
    <w:rsid w:val="00A67BBF"/>
    <w:rsid w:val="00A67F1C"/>
    <w:rsid w:val="00A72DA0"/>
    <w:rsid w:val="00A73341"/>
    <w:rsid w:val="00A739DF"/>
    <w:rsid w:val="00A73BC4"/>
    <w:rsid w:val="00A75DF0"/>
    <w:rsid w:val="00A76B25"/>
    <w:rsid w:val="00A76F54"/>
    <w:rsid w:val="00A80643"/>
    <w:rsid w:val="00A80AB8"/>
    <w:rsid w:val="00A80C02"/>
    <w:rsid w:val="00A81265"/>
    <w:rsid w:val="00A81862"/>
    <w:rsid w:val="00A8209D"/>
    <w:rsid w:val="00A82CA6"/>
    <w:rsid w:val="00A844FA"/>
    <w:rsid w:val="00A84641"/>
    <w:rsid w:val="00A855D7"/>
    <w:rsid w:val="00A85BA7"/>
    <w:rsid w:val="00A86CEB"/>
    <w:rsid w:val="00A87378"/>
    <w:rsid w:val="00A873E4"/>
    <w:rsid w:val="00A9184F"/>
    <w:rsid w:val="00A93532"/>
    <w:rsid w:val="00A93C28"/>
    <w:rsid w:val="00A945CB"/>
    <w:rsid w:val="00A948D9"/>
    <w:rsid w:val="00A956DB"/>
    <w:rsid w:val="00A95EA7"/>
    <w:rsid w:val="00A9639B"/>
    <w:rsid w:val="00A976DD"/>
    <w:rsid w:val="00AA2715"/>
    <w:rsid w:val="00AA4F86"/>
    <w:rsid w:val="00AA525E"/>
    <w:rsid w:val="00AA5507"/>
    <w:rsid w:val="00AA5518"/>
    <w:rsid w:val="00AA6B2D"/>
    <w:rsid w:val="00AB02AA"/>
    <w:rsid w:val="00AB15A4"/>
    <w:rsid w:val="00AB15DD"/>
    <w:rsid w:val="00AB2C30"/>
    <w:rsid w:val="00AB387E"/>
    <w:rsid w:val="00AB4440"/>
    <w:rsid w:val="00AB5E52"/>
    <w:rsid w:val="00AB7556"/>
    <w:rsid w:val="00AC0A2C"/>
    <w:rsid w:val="00AC0A47"/>
    <w:rsid w:val="00AC0EE9"/>
    <w:rsid w:val="00AC15CD"/>
    <w:rsid w:val="00AC1CA8"/>
    <w:rsid w:val="00AC28E6"/>
    <w:rsid w:val="00AC2D0D"/>
    <w:rsid w:val="00AC2E9C"/>
    <w:rsid w:val="00AC3D94"/>
    <w:rsid w:val="00AC43DC"/>
    <w:rsid w:val="00AC47FB"/>
    <w:rsid w:val="00AC4979"/>
    <w:rsid w:val="00AC516E"/>
    <w:rsid w:val="00AC5F6F"/>
    <w:rsid w:val="00AC62D8"/>
    <w:rsid w:val="00AC7B0F"/>
    <w:rsid w:val="00AD072F"/>
    <w:rsid w:val="00AD1977"/>
    <w:rsid w:val="00AD1E57"/>
    <w:rsid w:val="00AD2BDC"/>
    <w:rsid w:val="00AD3923"/>
    <w:rsid w:val="00AD4080"/>
    <w:rsid w:val="00AD4872"/>
    <w:rsid w:val="00AD4AE6"/>
    <w:rsid w:val="00AD5A2F"/>
    <w:rsid w:val="00AD6682"/>
    <w:rsid w:val="00AD6D1B"/>
    <w:rsid w:val="00AD7F02"/>
    <w:rsid w:val="00AE19C3"/>
    <w:rsid w:val="00AE22BC"/>
    <w:rsid w:val="00AE2777"/>
    <w:rsid w:val="00AE494A"/>
    <w:rsid w:val="00AE4CD3"/>
    <w:rsid w:val="00AE7199"/>
    <w:rsid w:val="00AE768A"/>
    <w:rsid w:val="00AF0197"/>
    <w:rsid w:val="00AF1906"/>
    <w:rsid w:val="00AF1AC2"/>
    <w:rsid w:val="00AF2E9D"/>
    <w:rsid w:val="00AF369C"/>
    <w:rsid w:val="00AF44B9"/>
    <w:rsid w:val="00AF45E0"/>
    <w:rsid w:val="00AF47F1"/>
    <w:rsid w:val="00AF5B9B"/>
    <w:rsid w:val="00AF5E92"/>
    <w:rsid w:val="00AF6DAE"/>
    <w:rsid w:val="00AF6EFD"/>
    <w:rsid w:val="00B00D3D"/>
    <w:rsid w:val="00B01558"/>
    <w:rsid w:val="00B01D24"/>
    <w:rsid w:val="00B02874"/>
    <w:rsid w:val="00B02B17"/>
    <w:rsid w:val="00B0310C"/>
    <w:rsid w:val="00B0504C"/>
    <w:rsid w:val="00B05372"/>
    <w:rsid w:val="00B0641F"/>
    <w:rsid w:val="00B06459"/>
    <w:rsid w:val="00B06650"/>
    <w:rsid w:val="00B06810"/>
    <w:rsid w:val="00B0738C"/>
    <w:rsid w:val="00B0739F"/>
    <w:rsid w:val="00B07A91"/>
    <w:rsid w:val="00B07C5E"/>
    <w:rsid w:val="00B10DC3"/>
    <w:rsid w:val="00B114FB"/>
    <w:rsid w:val="00B126E6"/>
    <w:rsid w:val="00B12AF2"/>
    <w:rsid w:val="00B13674"/>
    <w:rsid w:val="00B13D99"/>
    <w:rsid w:val="00B14907"/>
    <w:rsid w:val="00B14C1A"/>
    <w:rsid w:val="00B14FAC"/>
    <w:rsid w:val="00B16A7C"/>
    <w:rsid w:val="00B170B4"/>
    <w:rsid w:val="00B17D82"/>
    <w:rsid w:val="00B17ED5"/>
    <w:rsid w:val="00B204A6"/>
    <w:rsid w:val="00B2172B"/>
    <w:rsid w:val="00B21E5C"/>
    <w:rsid w:val="00B2286E"/>
    <w:rsid w:val="00B22B66"/>
    <w:rsid w:val="00B2387B"/>
    <w:rsid w:val="00B23A4F"/>
    <w:rsid w:val="00B24492"/>
    <w:rsid w:val="00B2459A"/>
    <w:rsid w:val="00B25A03"/>
    <w:rsid w:val="00B26464"/>
    <w:rsid w:val="00B300AD"/>
    <w:rsid w:val="00B3065A"/>
    <w:rsid w:val="00B31CD7"/>
    <w:rsid w:val="00B333D5"/>
    <w:rsid w:val="00B3549D"/>
    <w:rsid w:val="00B3559E"/>
    <w:rsid w:val="00B3632F"/>
    <w:rsid w:val="00B36C59"/>
    <w:rsid w:val="00B371CB"/>
    <w:rsid w:val="00B40AB7"/>
    <w:rsid w:val="00B40CEF"/>
    <w:rsid w:val="00B41075"/>
    <w:rsid w:val="00B415A7"/>
    <w:rsid w:val="00B41AEE"/>
    <w:rsid w:val="00B435A2"/>
    <w:rsid w:val="00B43A7B"/>
    <w:rsid w:val="00B4497E"/>
    <w:rsid w:val="00B44BFE"/>
    <w:rsid w:val="00B45AEB"/>
    <w:rsid w:val="00B466E4"/>
    <w:rsid w:val="00B524AE"/>
    <w:rsid w:val="00B5266F"/>
    <w:rsid w:val="00B52F18"/>
    <w:rsid w:val="00B5355B"/>
    <w:rsid w:val="00B54F65"/>
    <w:rsid w:val="00B55BBF"/>
    <w:rsid w:val="00B56C10"/>
    <w:rsid w:val="00B57B7D"/>
    <w:rsid w:val="00B610F1"/>
    <w:rsid w:val="00B6187F"/>
    <w:rsid w:val="00B624B1"/>
    <w:rsid w:val="00B6251C"/>
    <w:rsid w:val="00B6433E"/>
    <w:rsid w:val="00B649DA"/>
    <w:rsid w:val="00B65544"/>
    <w:rsid w:val="00B6568F"/>
    <w:rsid w:val="00B65ADA"/>
    <w:rsid w:val="00B66056"/>
    <w:rsid w:val="00B663CC"/>
    <w:rsid w:val="00B677E1"/>
    <w:rsid w:val="00B708B4"/>
    <w:rsid w:val="00B70CD5"/>
    <w:rsid w:val="00B713D0"/>
    <w:rsid w:val="00B7174E"/>
    <w:rsid w:val="00B742B8"/>
    <w:rsid w:val="00B7442B"/>
    <w:rsid w:val="00B75593"/>
    <w:rsid w:val="00B75DD4"/>
    <w:rsid w:val="00B76078"/>
    <w:rsid w:val="00B76BE9"/>
    <w:rsid w:val="00B76C65"/>
    <w:rsid w:val="00B778BB"/>
    <w:rsid w:val="00B77974"/>
    <w:rsid w:val="00B800D0"/>
    <w:rsid w:val="00B80DDD"/>
    <w:rsid w:val="00B8188D"/>
    <w:rsid w:val="00B81BCE"/>
    <w:rsid w:val="00B81C30"/>
    <w:rsid w:val="00B827AD"/>
    <w:rsid w:val="00B830B3"/>
    <w:rsid w:val="00B83F9C"/>
    <w:rsid w:val="00B845BE"/>
    <w:rsid w:val="00B865FD"/>
    <w:rsid w:val="00B867E9"/>
    <w:rsid w:val="00B9294C"/>
    <w:rsid w:val="00B92D85"/>
    <w:rsid w:val="00B940E0"/>
    <w:rsid w:val="00B94F68"/>
    <w:rsid w:val="00B95432"/>
    <w:rsid w:val="00B9579E"/>
    <w:rsid w:val="00B95840"/>
    <w:rsid w:val="00B95A9D"/>
    <w:rsid w:val="00B95C26"/>
    <w:rsid w:val="00B978A6"/>
    <w:rsid w:val="00B97BF7"/>
    <w:rsid w:val="00BA0058"/>
    <w:rsid w:val="00BA18A4"/>
    <w:rsid w:val="00BA1AD7"/>
    <w:rsid w:val="00BA2178"/>
    <w:rsid w:val="00BA2185"/>
    <w:rsid w:val="00BA4023"/>
    <w:rsid w:val="00BA5324"/>
    <w:rsid w:val="00BA581A"/>
    <w:rsid w:val="00BA5D5C"/>
    <w:rsid w:val="00BA690D"/>
    <w:rsid w:val="00BA7AC7"/>
    <w:rsid w:val="00BB1745"/>
    <w:rsid w:val="00BB2980"/>
    <w:rsid w:val="00BB30F1"/>
    <w:rsid w:val="00BB383E"/>
    <w:rsid w:val="00BB429A"/>
    <w:rsid w:val="00BB4836"/>
    <w:rsid w:val="00BB483F"/>
    <w:rsid w:val="00BB4981"/>
    <w:rsid w:val="00BB4F4B"/>
    <w:rsid w:val="00BB5870"/>
    <w:rsid w:val="00BB6183"/>
    <w:rsid w:val="00BB6196"/>
    <w:rsid w:val="00BB65C1"/>
    <w:rsid w:val="00BB6CD9"/>
    <w:rsid w:val="00BB7B22"/>
    <w:rsid w:val="00BB7F1A"/>
    <w:rsid w:val="00BC09CE"/>
    <w:rsid w:val="00BC1D02"/>
    <w:rsid w:val="00BC1D99"/>
    <w:rsid w:val="00BC20FC"/>
    <w:rsid w:val="00BC237D"/>
    <w:rsid w:val="00BC3F88"/>
    <w:rsid w:val="00BC4D62"/>
    <w:rsid w:val="00BC58D1"/>
    <w:rsid w:val="00BC661F"/>
    <w:rsid w:val="00BC6C18"/>
    <w:rsid w:val="00BC70FB"/>
    <w:rsid w:val="00BD0124"/>
    <w:rsid w:val="00BD16A4"/>
    <w:rsid w:val="00BD2BB3"/>
    <w:rsid w:val="00BD307E"/>
    <w:rsid w:val="00BD30AB"/>
    <w:rsid w:val="00BD3314"/>
    <w:rsid w:val="00BD42A5"/>
    <w:rsid w:val="00BD43BD"/>
    <w:rsid w:val="00BD69A7"/>
    <w:rsid w:val="00BD73EF"/>
    <w:rsid w:val="00BD7B1C"/>
    <w:rsid w:val="00BE1DC8"/>
    <w:rsid w:val="00BE2921"/>
    <w:rsid w:val="00BE29A1"/>
    <w:rsid w:val="00BE2AE9"/>
    <w:rsid w:val="00BE2E30"/>
    <w:rsid w:val="00BE384B"/>
    <w:rsid w:val="00BE4A20"/>
    <w:rsid w:val="00BE58A4"/>
    <w:rsid w:val="00BE614B"/>
    <w:rsid w:val="00BE71AA"/>
    <w:rsid w:val="00BE7856"/>
    <w:rsid w:val="00BF08B2"/>
    <w:rsid w:val="00BF0F71"/>
    <w:rsid w:val="00BF1F82"/>
    <w:rsid w:val="00BF2804"/>
    <w:rsid w:val="00BF2811"/>
    <w:rsid w:val="00BF3661"/>
    <w:rsid w:val="00BF441A"/>
    <w:rsid w:val="00BF4FFC"/>
    <w:rsid w:val="00BF5354"/>
    <w:rsid w:val="00BF7440"/>
    <w:rsid w:val="00BF7531"/>
    <w:rsid w:val="00BF7590"/>
    <w:rsid w:val="00BF7D8D"/>
    <w:rsid w:val="00C0108B"/>
    <w:rsid w:val="00C01384"/>
    <w:rsid w:val="00C0198F"/>
    <w:rsid w:val="00C02065"/>
    <w:rsid w:val="00C02B20"/>
    <w:rsid w:val="00C0338C"/>
    <w:rsid w:val="00C048AB"/>
    <w:rsid w:val="00C04A1C"/>
    <w:rsid w:val="00C0516B"/>
    <w:rsid w:val="00C05E5B"/>
    <w:rsid w:val="00C06741"/>
    <w:rsid w:val="00C07C00"/>
    <w:rsid w:val="00C1164A"/>
    <w:rsid w:val="00C118EC"/>
    <w:rsid w:val="00C12625"/>
    <w:rsid w:val="00C13CD4"/>
    <w:rsid w:val="00C14300"/>
    <w:rsid w:val="00C14B76"/>
    <w:rsid w:val="00C14B93"/>
    <w:rsid w:val="00C14CD7"/>
    <w:rsid w:val="00C156CA"/>
    <w:rsid w:val="00C15763"/>
    <w:rsid w:val="00C15CA5"/>
    <w:rsid w:val="00C165A1"/>
    <w:rsid w:val="00C16EFF"/>
    <w:rsid w:val="00C171DE"/>
    <w:rsid w:val="00C178CD"/>
    <w:rsid w:val="00C2007B"/>
    <w:rsid w:val="00C20AF8"/>
    <w:rsid w:val="00C20C1B"/>
    <w:rsid w:val="00C20E80"/>
    <w:rsid w:val="00C21D8C"/>
    <w:rsid w:val="00C22DF5"/>
    <w:rsid w:val="00C237A0"/>
    <w:rsid w:val="00C239A5"/>
    <w:rsid w:val="00C23D86"/>
    <w:rsid w:val="00C24078"/>
    <w:rsid w:val="00C2444C"/>
    <w:rsid w:val="00C244CC"/>
    <w:rsid w:val="00C25064"/>
    <w:rsid w:val="00C256CF"/>
    <w:rsid w:val="00C31A86"/>
    <w:rsid w:val="00C330CC"/>
    <w:rsid w:val="00C33CE6"/>
    <w:rsid w:val="00C34AE7"/>
    <w:rsid w:val="00C3705B"/>
    <w:rsid w:val="00C371F9"/>
    <w:rsid w:val="00C374FF"/>
    <w:rsid w:val="00C37652"/>
    <w:rsid w:val="00C40D5D"/>
    <w:rsid w:val="00C41046"/>
    <w:rsid w:val="00C4107F"/>
    <w:rsid w:val="00C4129C"/>
    <w:rsid w:val="00C412B6"/>
    <w:rsid w:val="00C41CE9"/>
    <w:rsid w:val="00C41DD2"/>
    <w:rsid w:val="00C425CE"/>
    <w:rsid w:val="00C43052"/>
    <w:rsid w:val="00C43786"/>
    <w:rsid w:val="00C43B55"/>
    <w:rsid w:val="00C4503D"/>
    <w:rsid w:val="00C45DC4"/>
    <w:rsid w:val="00C45DC5"/>
    <w:rsid w:val="00C464C7"/>
    <w:rsid w:val="00C46E6A"/>
    <w:rsid w:val="00C474D2"/>
    <w:rsid w:val="00C47A48"/>
    <w:rsid w:val="00C507AC"/>
    <w:rsid w:val="00C51BC0"/>
    <w:rsid w:val="00C521ED"/>
    <w:rsid w:val="00C52BBA"/>
    <w:rsid w:val="00C531F7"/>
    <w:rsid w:val="00C53FA3"/>
    <w:rsid w:val="00C55E8B"/>
    <w:rsid w:val="00C57285"/>
    <w:rsid w:val="00C57FC2"/>
    <w:rsid w:val="00C60DA2"/>
    <w:rsid w:val="00C6340E"/>
    <w:rsid w:val="00C6368C"/>
    <w:rsid w:val="00C63AD2"/>
    <w:rsid w:val="00C63FA7"/>
    <w:rsid w:val="00C644AF"/>
    <w:rsid w:val="00C645C6"/>
    <w:rsid w:val="00C6486F"/>
    <w:rsid w:val="00C648BE"/>
    <w:rsid w:val="00C65E83"/>
    <w:rsid w:val="00C664C4"/>
    <w:rsid w:val="00C66C6E"/>
    <w:rsid w:val="00C67623"/>
    <w:rsid w:val="00C70A38"/>
    <w:rsid w:val="00C70D3E"/>
    <w:rsid w:val="00C70DDB"/>
    <w:rsid w:val="00C7267A"/>
    <w:rsid w:val="00C73A51"/>
    <w:rsid w:val="00C73A75"/>
    <w:rsid w:val="00C74E43"/>
    <w:rsid w:val="00C75526"/>
    <w:rsid w:val="00C75C35"/>
    <w:rsid w:val="00C75C65"/>
    <w:rsid w:val="00C769BE"/>
    <w:rsid w:val="00C772CC"/>
    <w:rsid w:val="00C77438"/>
    <w:rsid w:val="00C778B8"/>
    <w:rsid w:val="00C8042B"/>
    <w:rsid w:val="00C805F6"/>
    <w:rsid w:val="00C81547"/>
    <w:rsid w:val="00C81ED5"/>
    <w:rsid w:val="00C820C0"/>
    <w:rsid w:val="00C829A7"/>
    <w:rsid w:val="00C84B8B"/>
    <w:rsid w:val="00C854A9"/>
    <w:rsid w:val="00C863EA"/>
    <w:rsid w:val="00C8675D"/>
    <w:rsid w:val="00C906BE"/>
    <w:rsid w:val="00C90F56"/>
    <w:rsid w:val="00C91663"/>
    <w:rsid w:val="00C916F6"/>
    <w:rsid w:val="00C91972"/>
    <w:rsid w:val="00C94EEC"/>
    <w:rsid w:val="00C95853"/>
    <w:rsid w:val="00C95B29"/>
    <w:rsid w:val="00C95F44"/>
    <w:rsid w:val="00C9609A"/>
    <w:rsid w:val="00C96619"/>
    <w:rsid w:val="00C96C9E"/>
    <w:rsid w:val="00C96F32"/>
    <w:rsid w:val="00C97644"/>
    <w:rsid w:val="00C97780"/>
    <w:rsid w:val="00CA0C75"/>
    <w:rsid w:val="00CA1F87"/>
    <w:rsid w:val="00CA2367"/>
    <w:rsid w:val="00CA346C"/>
    <w:rsid w:val="00CA38B7"/>
    <w:rsid w:val="00CA3B64"/>
    <w:rsid w:val="00CA3C79"/>
    <w:rsid w:val="00CA470A"/>
    <w:rsid w:val="00CA50D1"/>
    <w:rsid w:val="00CA5794"/>
    <w:rsid w:val="00CA634C"/>
    <w:rsid w:val="00CA675E"/>
    <w:rsid w:val="00CA6CD6"/>
    <w:rsid w:val="00CB095B"/>
    <w:rsid w:val="00CB0A9B"/>
    <w:rsid w:val="00CB11FF"/>
    <w:rsid w:val="00CB2F87"/>
    <w:rsid w:val="00CB388F"/>
    <w:rsid w:val="00CB3BC5"/>
    <w:rsid w:val="00CB40F1"/>
    <w:rsid w:val="00CB4505"/>
    <w:rsid w:val="00CB45A0"/>
    <w:rsid w:val="00CB4881"/>
    <w:rsid w:val="00CB4935"/>
    <w:rsid w:val="00CB5C8B"/>
    <w:rsid w:val="00CB6AA3"/>
    <w:rsid w:val="00CB6B2A"/>
    <w:rsid w:val="00CB6F6C"/>
    <w:rsid w:val="00CB6FD2"/>
    <w:rsid w:val="00CC0127"/>
    <w:rsid w:val="00CC033F"/>
    <w:rsid w:val="00CC0348"/>
    <w:rsid w:val="00CC0829"/>
    <w:rsid w:val="00CC1BE3"/>
    <w:rsid w:val="00CC1D3B"/>
    <w:rsid w:val="00CC27AC"/>
    <w:rsid w:val="00CC27B7"/>
    <w:rsid w:val="00CC2FF3"/>
    <w:rsid w:val="00CC3674"/>
    <w:rsid w:val="00CC3791"/>
    <w:rsid w:val="00CC3DC4"/>
    <w:rsid w:val="00CC476E"/>
    <w:rsid w:val="00CC47E4"/>
    <w:rsid w:val="00CC5B38"/>
    <w:rsid w:val="00CC5FF6"/>
    <w:rsid w:val="00CC6035"/>
    <w:rsid w:val="00CC67B1"/>
    <w:rsid w:val="00CC6F3C"/>
    <w:rsid w:val="00CC719D"/>
    <w:rsid w:val="00CC7582"/>
    <w:rsid w:val="00CC7A37"/>
    <w:rsid w:val="00CD2B4D"/>
    <w:rsid w:val="00CD5BAC"/>
    <w:rsid w:val="00CD70DC"/>
    <w:rsid w:val="00CD7BA1"/>
    <w:rsid w:val="00CE087C"/>
    <w:rsid w:val="00CE0A72"/>
    <w:rsid w:val="00CE1110"/>
    <w:rsid w:val="00CE215B"/>
    <w:rsid w:val="00CE40FC"/>
    <w:rsid w:val="00CE4A50"/>
    <w:rsid w:val="00CE5551"/>
    <w:rsid w:val="00CE59CC"/>
    <w:rsid w:val="00CE5EEE"/>
    <w:rsid w:val="00CE6E24"/>
    <w:rsid w:val="00CE77E4"/>
    <w:rsid w:val="00CE7D82"/>
    <w:rsid w:val="00CF022B"/>
    <w:rsid w:val="00CF16B3"/>
    <w:rsid w:val="00CF2149"/>
    <w:rsid w:val="00CF357A"/>
    <w:rsid w:val="00CF3A30"/>
    <w:rsid w:val="00CF3AA6"/>
    <w:rsid w:val="00CF54BE"/>
    <w:rsid w:val="00CF583A"/>
    <w:rsid w:val="00CF6969"/>
    <w:rsid w:val="00D002D2"/>
    <w:rsid w:val="00D00A60"/>
    <w:rsid w:val="00D00BA7"/>
    <w:rsid w:val="00D014CE"/>
    <w:rsid w:val="00D01999"/>
    <w:rsid w:val="00D01F4C"/>
    <w:rsid w:val="00D02648"/>
    <w:rsid w:val="00D0343C"/>
    <w:rsid w:val="00D03868"/>
    <w:rsid w:val="00D03EEF"/>
    <w:rsid w:val="00D0449F"/>
    <w:rsid w:val="00D04B51"/>
    <w:rsid w:val="00D05665"/>
    <w:rsid w:val="00D056A2"/>
    <w:rsid w:val="00D05C3E"/>
    <w:rsid w:val="00D05EFC"/>
    <w:rsid w:val="00D07B6D"/>
    <w:rsid w:val="00D10275"/>
    <w:rsid w:val="00D104ED"/>
    <w:rsid w:val="00D10920"/>
    <w:rsid w:val="00D10D32"/>
    <w:rsid w:val="00D12D45"/>
    <w:rsid w:val="00D13B48"/>
    <w:rsid w:val="00D144B4"/>
    <w:rsid w:val="00D14F42"/>
    <w:rsid w:val="00D178CA"/>
    <w:rsid w:val="00D17934"/>
    <w:rsid w:val="00D21CDA"/>
    <w:rsid w:val="00D229AF"/>
    <w:rsid w:val="00D229CA"/>
    <w:rsid w:val="00D2369F"/>
    <w:rsid w:val="00D24334"/>
    <w:rsid w:val="00D24895"/>
    <w:rsid w:val="00D24933"/>
    <w:rsid w:val="00D24C7E"/>
    <w:rsid w:val="00D24F30"/>
    <w:rsid w:val="00D255E6"/>
    <w:rsid w:val="00D25BB9"/>
    <w:rsid w:val="00D25F3A"/>
    <w:rsid w:val="00D31585"/>
    <w:rsid w:val="00D324E9"/>
    <w:rsid w:val="00D327F0"/>
    <w:rsid w:val="00D3289B"/>
    <w:rsid w:val="00D32FC2"/>
    <w:rsid w:val="00D334F6"/>
    <w:rsid w:val="00D338B1"/>
    <w:rsid w:val="00D33BE8"/>
    <w:rsid w:val="00D33C43"/>
    <w:rsid w:val="00D345D7"/>
    <w:rsid w:val="00D3464C"/>
    <w:rsid w:val="00D34CDE"/>
    <w:rsid w:val="00D3508E"/>
    <w:rsid w:val="00D3517A"/>
    <w:rsid w:val="00D366B9"/>
    <w:rsid w:val="00D36FC8"/>
    <w:rsid w:val="00D40820"/>
    <w:rsid w:val="00D41BE3"/>
    <w:rsid w:val="00D42458"/>
    <w:rsid w:val="00D4269B"/>
    <w:rsid w:val="00D42D11"/>
    <w:rsid w:val="00D43CBB"/>
    <w:rsid w:val="00D44BCC"/>
    <w:rsid w:val="00D45133"/>
    <w:rsid w:val="00D45B78"/>
    <w:rsid w:val="00D45D70"/>
    <w:rsid w:val="00D45E6A"/>
    <w:rsid w:val="00D4633C"/>
    <w:rsid w:val="00D47C2B"/>
    <w:rsid w:val="00D51185"/>
    <w:rsid w:val="00D51F52"/>
    <w:rsid w:val="00D5273C"/>
    <w:rsid w:val="00D539F9"/>
    <w:rsid w:val="00D53CDE"/>
    <w:rsid w:val="00D54593"/>
    <w:rsid w:val="00D54654"/>
    <w:rsid w:val="00D551BB"/>
    <w:rsid w:val="00D55CB8"/>
    <w:rsid w:val="00D56137"/>
    <w:rsid w:val="00D56254"/>
    <w:rsid w:val="00D565A1"/>
    <w:rsid w:val="00D56E79"/>
    <w:rsid w:val="00D5716F"/>
    <w:rsid w:val="00D57755"/>
    <w:rsid w:val="00D6026F"/>
    <w:rsid w:val="00D60505"/>
    <w:rsid w:val="00D60BB8"/>
    <w:rsid w:val="00D61F4A"/>
    <w:rsid w:val="00D63202"/>
    <w:rsid w:val="00D63284"/>
    <w:rsid w:val="00D64F6D"/>
    <w:rsid w:val="00D653B6"/>
    <w:rsid w:val="00D6734E"/>
    <w:rsid w:val="00D67DF7"/>
    <w:rsid w:val="00D7053C"/>
    <w:rsid w:val="00D705C5"/>
    <w:rsid w:val="00D71831"/>
    <w:rsid w:val="00D723F5"/>
    <w:rsid w:val="00D7246E"/>
    <w:rsid w:val="00D7551D"/>
    <w:rsid w:val="00D75638"/>
    <w:rsid w:val="00D7693B"/>
    <w:rsid w:val="00D76E9A"/>
    <w:rsid w:val="00D80905"/>
    <w:rsid w:val="00D8155D"/>
    <w:rsid w:val="00D820BA"/>
    <w:rsid w:val="00D82DE3"/>
    <w:rsid w:val="00D83BF5"/>
    <w:rsid w:val="00D84D37"/>
    <w:rsid w:val="00D84D96"/>
    <w:rsid w:val="00D8543B"/>
    <w:rsid w:val="00D86D59"/>
    <w:rsid w:val="00D87414"/>
    <w:rsid w:val="00D87D1B"/>
    <w:rsid w:val="00D9082C"/>
    <w:rsid w:val="00D915D6"/>
    <w:rsid w:val="00D9276F"/>
    <w:rsid w:val="00D92E3D"/>
    <w:rsid w:val="00D92F57"/>
    <w:rsid w:val="00D93279"/>
    <w:rsid w:val="00D93A3B"/>
    <w:rsid w:val="00D94BDA"/>
    <w:rsid w:val="00D97146"/>
    <w:rsid w:val="00DA090F"/>
    <w:rsid w:val="00DA3D18"/>
    <w:rsid w:val="00DA4161"/>
    <w:rsid w:val="00DA4619"/>
    <w:rsid w:val="00DA4D40"/>
    <w:rsid w:val="00DA542C"/>
    <w:rsid w:val="00DA6686"/>
    <w:rsid w:val="00DA7E96"/>
    <w:rsid w:val="00DB0244"/>
    <w:rsid w:val="00DB1E22"/>
    <w:rsid w:val="00DB21B0"/>
    <w:rsid w:val="00DB253E"/>
    <w:rsid w:val="00DB28B1"/>
    <w:rsid w:val="00DB2ED7"/>
    <w:rsid w:val="00DB3B40"/>
    <w:rsid w:val="00DB59A2"/>
    <w:rsid w:val="00DB61DF"/>
    <w:rsid w:val="00DB655B"/>
    <w:rsid w:val="00DB6972"/>
    <w:rsid w:val="00DB6D50"/>
    <w:rsid w:val="00DB7D44"/>
    <w:rsid w:val="00DC01E6"/>
    <w:rsid w:val="00DC0E16"/>
    <w:rsid w:val="00DC2115"/>
    <w:rsid w:val="00DC21AE"/>
    <w:rsid w:val="00DC21B3"/>
    <w:rsid w:val="00DC35DD"/>
    <w:rsid w:val="00DC3AB8"/>
    <w:rsid w:val="00DC419E"/>
    <w:rsid w:val="00DC44DE"/>
    <w:rsid w:val="00DC49B6"/>
    <w:rsid w:val="00DC4A5E"/>
    <w:rsid w:val="00DC4AD8"/>
    <w:rsid w:val="00DC5180"/>
    <w:rsid w:val="00DC5E81"/>
    <w:rsid w:val="00DC64B8"/>
    <w:rsid w:val="00DC701F"/>
    <w:rsid w:val="00DC785F"/>
    <w:rsid w:val="00DD0488"/>
    <w:rsid w:val="00DD0974"/>
    <w:rsid w:val="00DD0B6E"/>
    <w:rsid w:val="00DD20FF"/>
    <w:rsid w:val="00DD2407"/>
    <w:rsid w:val="00DD24D3"/>
    <w:rsid w:val="00DD260A"/>
    <w:rsid w:val="00DD2C30"/>
    <w:rsid w:val="00DD38C2"/>
    <w:rsid w:val="00DD617D"/>
    <w:rsid w:val="00DD7291"/>
    <w:rsid w:val="00DD7D72"/>
    <w:rsid w:val="00DE0784"/>
    <w:rsid w:val="00DE1315"/>
    <w:rsid w:val="00DE14DC"/>
    <w:rsid w:val="00DE1ADD"/>
    <w:rsid w:val="00DE438B"/>
    <w:rsid w:val="00DE43B6"/>
    <w:rsid w:val="00DE4553"/>
    <w:rsid w:val="00DE4709"/>
    <w:rsid w:val="00DE505C"/>
    <w:rsid w:val="00DE53C1"/>
    <w:rsid w:val="00DE699D"/>
    <w:rsid w:val="00DF0A2B"/>
    <w:rsid w:val="00DF0C47"/>
    <w:rsid w:val="00DF1075"/>
    <w:rsid w:val="00DF1F56"/>
    <w:rsid w:val="00DF45F4"/>
    <w:rsid w:val="00DF65AD"/>
    <w:rsid w:val="00DF791A"/>
    <w:rsid w:val="00E00547"/>
    <w:rsid w:val="00E00778"/>
    <w:rsid w:val="00E00B39"/>
    <w:rsid w:val="00E03EA1"/>
    <w:rsid w:val="00E05A1A"/>
    <w:rsid w:val="00E075BD"/>
    <w:rsid w:val="00E1037D"/>
    <w:rsid w:val="00E10972"/>
    <w:rsid w:val="00E1168A"/>
    <w:rsid w:val="00E116A6"/>
    <w:rsid w:val="00E1185B"/>
    <w:rsid w:val="00E11925"/>
    <w:rsid w:val="00E11D15"/>
    <w:rsid w:val="00E1279D"/>
    <w:rsid w:val="00E12D56"/>
    <w:rsid w:val="00E156DE"/>
    <w:rsid w:val="00E167BB"/>
    <w:rsid w:val="00E169C1"/>
    <w:rsid w:val="00E17251"/>
    <w:rsid w:val="00E20217"/>
    <w:rsid w:val="00E2044C"/>
    <w:rsid w:val="00E216B1"/>
    <w:rsid w:val="00E21732"/>
    <w:rsid w:val="00E21D1A"/>
    <w:rsid w:val="00E232E6"/>
    <w:rsid w:val="00E235D8"/>
    <w:rsid w:val="00E240B7"/>
    <w:rsid w:val="00E24A4C"/>
    <w:rsid w:val="00E24D9C"/>
    <w:rsid w:val="00E256E6"/>
    <w:rsid w:val="00E2582E"/>
    <w:rsid w:val="00E259FA"/>
    <w:rsid w:val="00E26D8E"/>
    <w:rsid w:val="00E26F37"/>
    <w:rsid w:val="00E2701C"/>
    <w:rsid w:val="00E30D40"/>
    <w:rsid w:val="00E315DB"/>
    <w:rsid w:val="00E3165C"/>
    <w:rsid w:val="00E316C4"/>
    <w:rsid w:val="00E31B8D"/>
    <w:rsid w:val="00E320D7"/>
    <w:rsid w:val="00E321ED"/>
    <w:rsid w:val="00E32395"/>
    <w:rsid w:val="00E324F9"/>
    <w:rsid w:val="00E32EA6"/>
    <w:rsid w:val="00E32FB1"/>
    <w:rsid w:val="00E33A59"/>
    <w:rsid w:val="00E342F1"/>
    <w:rsid w:val="00E34315"/>
    <w:rsid w:val="00E34B53"/>
    <w:rsid w:val="00E371D7"/>
    <w:rsid w:val="00E372CB"/>
    <w:rsid w:val="00E372FF"/>
    <w:rsid w:val="00E3745A"/>
    <w:rsid w:val="00E37589"/>
    <w:rsid w:val="00E37F35"/>
    <w:rsid w:val="00E41256"/>
    <w:rsid w:val="00E41993"/>
    <w:rsid w:val="00E41A76"/>
    <w:rsid w:val="00E43680"/>
    <w:rsid w:val="00E43836"/>
    <w:rsid w:val="00E439AF"/>
    <w:rsid w:val="00E44006"/>
    <w:rsid w:val="00E4406F"/>
    <w:rsid w:val="00E4525E"/>
    <w:rsid w:val="00E454F2"/>
    <w:rsid w:val="00E4601F"/>
    <w:rsid w:val="00E466BC"/>
    <w:rsid w:val="00E46D4B"/>
    <w:rsid w:val="00E476B5"/>
    <w:rsid w:val="00E47BEC"/>
    <w:rsid w:val="00E502E5"/>
    <w:rsid w:val="00E50F19"/>
    <w:rsid w:val="00E517DE"/>
    <w:rsid w:val="00E54715"/>
    <w:rsid w:val="00E54A28"/>
    <w:rsid w:val="00E54FF0"/>
    <w:rsid w:val="00E55579"/>
    <w:rsid w:val="00E5575E"/>
    <w:rsid w:val="00E56D5F"/>
    <w:rsid w:val="00E579D8"/>
    <w:rsid w:val="00E6034F"/>
    <w:rsid w:val="00E620EA"/>
    <w:rsid w:val="00E63226"/>
    <w:rsid w:val="00E63B3B"/>
    <w:rsid w:val="00E63C37"/>
    <w:rsid w:val="00E63D99"/>
    <w:rsid w:val="00E64461"/>
    <w:rsid w:val="00E6471C"/>
    <w:rsid w:val="00E65C42"/>
    <w:rsid w:val="00E66010"/>
    <w:rsid w:val="00E66DB1"/>
    <w:rsid w:val="00E675CE"/>
    <w:rsid w:val="00E6791A"/>
    <w:rsid w:val="00E70119"/>
    <w:rsid w:val="00E70137"/>
    <w:rsid w:val="00E70457"/>
    <w:rsid w:val="00E70F89"/>
    <w:rsid w:val="00E730A5"/>
    <w:rsid w:val="00E7342D"/>
    <w:rsid w:val="00E73BB7"/>
    <w:rsid w:val="00E73E46"/>
    <w:rsid w:val="00E749F7"/>
    <w:rsid w:val="00E76346"/>
    <w:rsid w:val="00E77815"/>
    <w:rsid w:val="00E80236"/>
    <w:rsid w:val="00E80519"/>
    <w:rsid w:val="00E805E6"/>
    <w:rsid w:val="00E8089B"/>
    <w:rsid w:val="00E81B94"/>
    <w:rsid w:val="00E820B7"/>
    <w:rsid w:val="00E82346"/>
    <w:rsid w:val="00E824C8"/>
    <w:rsid w:val="00E82934"/>
    <w:rsid w:val="00E82A24"/>
    <w:rsid w:val="00E83A2E"/>
    <w:rsid w:val="00E83BF5"/>
    <w:rsid w:val="00E842E1"/>
    <w:rsid w:val="00E84D09"/>
    <w:rsid w:val="00E85F9F"/>
    <w:rsid w:val="00E907B7"/>
    <w:rsid w:val="00E90D37"/>
    <w:rsid w:val="00E91479"/>
    <w:rsid w:val="00E92B09"/>
    <w:rsid w:val="00E93DCB"/>
    <w:rsid w:val="00E940CC"/>
    <w:rsid w:val="00E952D5"/>
    <w:rsid w:val="00E9541B"/>
    <w:rsid w:val="00E95BCE"/>
    <w:rsid w:val="00E95C69"/>
    <w:rsid w:val="00E95EB0"/>
    <w:rsid w:val="00E9622A"/>
    <w:rsid w:val="00E96FAE"/>
    <w:rsid w:val="00EA0A13"/>
    <w:rsid w:val="00EA0A9D"/>
    <w:rsid w:val="00EA1C3B"/>
    <w:rsid w:val="00EA226A"/>
    <w:rsid w:val="00EA2917"/>
    <w:rsid w:val="00EA2D4A"/>
    <w:rsid w:val="00EA30FB"/>
    <w:rsid w:val="00EA3132"/>
    <w:rsid w:val="00EA3471"/>
    <w:rsid w:val="00EA4463"/>
    <w:rsid w:val="00EA6BD4"/>
    <w:rsid w:val="00EA791D"/>
    <w:rsid w:val="00EB0328"/>
    <w:rsid w:val="00EB1463"/>
    <w:rsid w:val="00EB181B"/>
    <w:rsid w:val="00EB1959"/>
    <w:rsid w:val="00EB1B32"/>
    <w:rsid w:val="00EB2488"/>
    <w:rsid w:val="00EB3AB5"/>
    <w:rsid w:val="00EB3E62"/>
    <w:rsid w:val="00EB451B"/>
    <w:rsid w:val="00EB4EBF"/>
    <w:rsid w:val="00EB6A78"/>
    <w:rsid w:val="00EB705E"/>
    <w:rsid w:val="00EB7753"/>
    <w:rsid w:val="00EC0AF4"/>
    <w:rsid w:val="00EC0BCA"/>
    <w:rsid w:val="00EC0C5B"/>
    <w:rsid w:val="00EC0ECA"/>
    <w:rsid w:val="00EC222B"/>
    <w:rsid w:val="00EC22E1"/>
    <w:rsid w:val="00EC27D2"/>
    <w:rsid w:val="00EC2A26"/>
    <w:rsid w:val="00EC2E13"/>
    <w:rsid w:val="00EC4B79"/>
    <w:rsid w:val="00EC63DE"/>
    <w:rsid w:val="00EC6AFA"/>
    <w:rsid w:val="00EC6BAA"/>
    <w:rsid w:val="00EC6F7D"/>
    <w:rsid w:val="00EC7AD8"/>
    <w:rsid w:val="00ED0AEB"/>
    <w:rsid w:val="00ED0C54"/>
    <w:rsid w:val="00ED2B09"/>
    <w:rsid w:val="00ED2CA4"/>
    <w:rsid w:val="00ED2EC1"/>
    <w:rsid w:val="00ED301E"/>
    <w:rsid w:val="00ED4299"/>
    <w:rsid w:val="00ED771F"/>
    <w:rsid w:val="00ED7CF0"/>
    <w:rsid w:val="00EE00E7"/>
    <w:rsid w:val="00EE08DC"/>
    <w:rsid w:val="00EE0F60"/>
    <w:rsid w:val="00EE1C59"/>
    <w:rsid w:val="00EE1D0B"/>
    <w:rsid w:val="00EE2669"/>
    <w:rsid w:val="00EE3F9E"/>
    <w:rsid w:val="00EE4644"/>
    <w:rsid w:val="00EE5193"/>
    <w:rsid w:val="00EE51BE"/>
    <w:rsid w:val="00EE6AEC"/>
    <w:rsid w:val="00EF13C7"/>
    <w:rsid w:val="00EF209F"/>
    <w:rsid w:val="00EF2811"/>
    <w:rsid w:val="00EF28F1"/>
    <w:rsid w:val="00EF2B73"/>
    <w:rsid w:val="00EF37D7"/>
    <w:rsid w:val="00EF3CBF"/>
    <w:rsid w:val="00F00C3A"/>
    <w:rsid w:val="00F00F94"/>
    <w:rsid w:val="00F01441"/>
    <w:rsid w:val="00F037B1"/>
    <w:rsid w:val="00F037EA"/>
    <w:rsid w:val="00F03989"/>
    <w:rsid w:val="00F0434A"/>
    <w:rsid w:val="00F043CF"/>
    <w:rsid w:val="00F04778"/>
    <w:rsid w:val="00F04D5A"/>
    <w:rsid w:val="00F0501D"/>
    <w:rsid w:val="00F051BA"/>
    <w:rsid w:val="00F055F4"/>
    <w:rsid w:val="00F07FBA"/>
    <w:rsid w:val="00F10A22"/>
    <w:rsid w:val="00F12133"/>
    <w:rsid w:val="00F122DC"/>
    <w:rsid w:val="00F12C96"/>
    <w:rsid w:val="00F133E7"/>
    <w:rsid w:val="00F139EB"/>
    <w:rsid w:val="00F13C4D"/>
    <w:rsid w:val="00F149E2"/>
    <w:rsid w:val="00F14D63"/>
    <w:rsid w:val="00F17A39"/>
    <w:rsid w:val="00F17B8B"/>
    <w:rsid w:val="00F201BF"/>
    <w:rsid w:val="00F20467"/>
    <w:rsid w:val="00F2088E"/>
    <w:rsid w:val="00F2392E"/>
    <w:rsid w:val="00F239F2"/>
    <w:rsid w:val="00F23DBB"/>
    <w:rsid w:val="00F26033"/>
    <w:rsid w:val="00F26611"/>
    <w:rsid w:val="00F26C00"/>
    <w:rsid w:val="00F26D4E"/>
    <w:rsid w:val="00F27F32"/>
    <w:rsid w:val="00F317DB"/>
    <w:rsid w:val="00F33233"/>
    <w:rsid w:val="00F347AA"/>
    <w:rsid w:val="00F40ED1"/>
    <w:rsid w:val="00F41149"/>
    <w:rsid w:val="00F41626"/>
    <w:rsid w:val="00F439D6"/>
    <w:rsid w:val="00F43A0A"/>
    <w:rsid w:val="00F44108"/>
    <w:rsid w:val="00F44289"/>
    <w:rsid w:val="00F44A54"/>
    <w:rsid w:val="00F459C6"/>
    <w:rsid w:val="00F461E4"/>
    <w:rsid w:val="00F47771"/>
    <w:rsid w:val="00F477B0"/>
    <w:rsid w:val="00F47CEA"/>
    <w:rsid w:val="00F5021B"/>
    <w:rsid w:val="00F5060B"/>
    <w:rsid w:val="00F50FA1"/>
    <w:rsid w:val="00F51D9E"/>
    <w:rsid w:val="00F53D8B"/>
    <w:rsid w:val="00F53EDC"/>
    <w:rsid w:val="00F54A53"/>
    <w:rsid w:val="00F551FD"/>
    <w:rsid w:val="00F559CB"/>
    <w:rsid w:val="00F567E2"/>
    <w:rsid w:val="00F569F8"/>
    <w:rsid w:val="00F604CA"/>
    <w:rsid w:val="00F60741"/>
    <w:rsid w:val="00F60B4E"/>
    <w:rsid w:val="00F60C74"/>
    <w:rsid w:val="00F6116E"/>
    <w:rsid w:val="00F61B6F"/>
    <w:rsid w:val="00F63068"/>
    <w:rsid w:val="00F639C7"/>
    <w:rsid w:val="00F6501F"/>
    <w:rsid w:val="00F6673F"/>
    <w:rsid w:val="00F6704F"/>
    <w:rsid w:val="00F671D9"/>
    <w:rsid w:val="00F6767E"/>
    <w:rsid w:val="00F705AF"/>
    <w:rsid w:val="00F70CA8"/>
    <w:rsid w:val="00F70CB2"/>
    <w:rsid w:val="00F71011"/>
    <w:rsid w:val="00F71043"/>
    <w:rsid w:val="00F71062"/>
    <w:rsid w:val="00F71275"/>
    <w:rsid w:val="00F71DE5"/>
    <w:rsid w:val="00F75016"/>
    <w:rsid w:val="00F76278"/>
    <w:rsid w:val="00F76AF7"/>
    <w:rsid w:val="00F76C29"/>
    <w:rsid w:val="00F77EA9"/>
    <w:rsid w:val="00F801ED"/>
    <w:rsid w:val="00F80418"/>
    <w:rsid w:val="00F815FE"/>
    <w:rsid w:val="00F8250A"/>
    <w:rsid w:val="00F83993"/>
    <w:rsid w:val="00F83B82"/>
    <w:rsid w:val="00F84118"/>
    <w:rsid w:val="00F84D60"/>
    <w:rsid w:val="00F8516F"/>
    <w:rsid w:val="00F85937"/>
    <w:rsid w:val="00F86ADD"/>
    <w:rsid w:val="00F87351"/>
    <w:rsid w:val="00F904C3"/>
    <w:rsid w:val="00F905E5"/>
    <w:rsid w:val="00F9119B"/>
    <w:rsid w:val="00F91427"/>
    <w:rsid w:val="00F91EA7"/>
    <w:rsid w:val="00F924FC"/>
    <w:rsid w:val="00F92AAB"/>
    <w:rsid w:val="00F92E31"/>
    <w:rsid w:val="00F933DC"/>
    <w:rsid w:val="00F939CF"/>
    <w:rsid w:val="00F93A8D"/>
    <w:rsid w:val="00F94B9F"/>
    <w:rsid w:val="00F94DDD"/>
    <w:rsid w:val="00F94E57"/>
    <w:rsid w:val="00F95AD7"/>
    <w:rsid w:val="00F97048"/>
    <w:rsid w:val="00FA0886"/>
    <w:rsid w:val="00FA2170"/>
    <w:rsid w:val="00FA263D"/>
    <w:rsid w:val="00FA3577"/>
    <w:rsid w:val="00FA385F"/>
    <w:rsid w:val="00FA39FA"/>
    <w:rsid w:val="00FA4212"/>
    <w:rsid w:val="00FA443D"/>
    <w:rsid w:val="00FA5040"/>
    <w:rsid w:val="00FA5219"/>
    <w:rsid w:val="00FA542B"/>
    <w:rsid w:val="00FA5A6B"/>
    <w:rsid w:val="00FA5B99"/>
    <w:rsid w:val="00FA5C94"/>
    <w:rsid w:val="00FB05D9"/>
    <w:rsid w:val="00FB0C2A"/>
    <w:rsid w:val="00FB1686"/>
    <w:rsid w:val="00FB2915"/>
    <w:rsid w:val="00FB295F"/>
    <w:rsid w:val="00FB3B0E"/>
    <w:rsid w:val="00FB3E70"/>
    <w:rsid w:val="00FB3EB3"/>
    <w:rsid w:val="00FB4CA9"/>
    <w:rsid w:val="00FB4D7E"/>
    <w:rsid w:val="00FB5080"/>
    <w:rsid w:val="00FB73B3"/>
    <w:rsid w:val="00FC003C"/>
    <w:rsid w:val="00FC0C6F"/>
    <w:rsid w:val="00FC20CE"/>
    <w:rsid w:val="00FC2411"/>
    <w:rsid w:val="00FC25BA"/>
    <w:rsid w:val="00FC2921"/>
    <w:rsid w:val="00FC319F"/>
    <w:rsid w:val="00FC4119"/>
    <w:rsid w:val="00FC4332"/>
    <w:rsid w:val="00FC4B48"/>
    <w:rsid w:val="00FC69F5"/>
    <w:rsid w:val="00FC6AEF"/>
    <w:rsid w:val="00FC6B62"/>
    <w:rsid w:val="00FC77C0"/>
    <w:rsid w:val="00FC78E7"/>
    <w:rsid w:val="00FD194F"/>
    <w:rsid w:val="00FD2841"/>
    <w:rsid w:val="00FD298F"/>
    <w:rsid w:val="00FD310A"/>
    <w:rsid w:val="00FD3268"/>
    <w:rsid w:val="00FD4415"/>
    <w:rsid w:val="00FD4549"/>
    <w:rsid w:val="00FD466B"/>
    <w:rsid w:val="00FD54D9"/>
    <w:rsid w:val="00FD5E3D"/>
    <w:rsid w:val="00FE02A9"/>
    <w:rsid w:val="00FE0E39"/>
    <w:rsid w:val="00FE272D"/>
    <w:rsid w:val="00FE2E95"/>
    <w:rsid w:val="00FE3091"/>
    <w:rsid w:val="00FE3DC0"/>
    <w:rsid w:val="00FE430C"/>
    <w:rsid w:val="00FE5E0C"/>
    <w:rsid w:val="00FE7F6E"/>
    <w:rsid w:val="00FF0314"/>
    <w:rsid w:val="00FF12DC"/>
    <w:rsid w:val="00FF1AE5"/>
    <w:rsid w:val="00FF1BF5"/>
    <w:rsid w:val="00FF1EF4"/>
    <w:rsid w:val="00FF2238"/>
    <w:rsid w:val="00FF2239"/>
    <w:rsid w:val="00FF2D9C"/>
    <w:rsid w:val="00FF326D"/>
    <w:rsid w:val="00FF340B"/>
    <w:rsid w:val="00FF37AD"/>
    <w:rsid w:val="00FF3E0B"/>
    <w:rsid w:val="00FF4501"/>
    <w:rsid w:val="00FF4905"/>
    <w:rsid w:val="00FF5A85"/>
    <w:rsid w:val="00FF5CDB"/>
    <w:rsid w:val="00FF7094"/>
    <w:rsid w:val="00FF7592"/>
    <w:rsid w:val="00FF7A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2FC0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912FC0"/>
    <w:pPr>
      <w:widowControl w:val="0"/>
      <w:autoSpaceDE w:val="0"/>
      <w:autoSpaceDN w:val="0"/>
      <w:adjustRightInd w:val="0"/>
    </w:pPr>
    <w:rPr>
      <w:rFonts w:eastAsia="Times New Roman" w:cs="Calibri"/>
      <w:b/>
      <w:bCs/>
    </w:rPr>
  </w:style>
  <w:style w:type="paragraph" w:customStyle="1" w:styleId="ConsPlusNonformat">
    <w:name w:val="ConsPlusNonformat"/>
    <w:uiPriority w:val="99"/>
    <w:rsid w:val="00912FC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styleId="Header">
    <w:name w:val="header"/>
    <w:basedOn w:val="Normal"/>
    <w:link w:val="HeaderChar"/>
    <w:uiPriority w:val="99"/>
    <w:rsid w:val="00EC0B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EC0BCA"/>
    <w:rPr>
      <w:rFonts w:ascii="Calibri" w:eastAsia="Times New Roman" w:hAnsi="Calibri" w:cs="Calibri"/>
    </w:rPr>
  </w:style>
  <w:style w:type="paragraph" w:styleId="Footer">
    <w:name w:val="footer"/>
    <w:basedOn w:val="Normal"/>
    <w:link w:val="FooterChar"/>
    <w:uiPriority w:val="99"/>
    <w:semiHidden/>
    <w:rsid w:val="00EC0B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EC0BCA"/>
    <w:rPr>
      <w:rFonts w:ascii="Calibri" w:eastAsia="Times New Roman" w:hAnsi="Calibri" w:cs="Calibri"/>
    </w:rPr>
  </w:style>
  <w:style w:type="paragraph" w:customStyle="1" w:styleId="ConsPlusCell">
    <w:name w:val="ConsPlusCell"/>
    <w:uiPriority w:val="99"/>
    <w:rsid w:val="002409F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AF5A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14</TotalTime>
  <Pages>1</Pages>
  <Words>312</Words>
  <Characters>1782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Jur1</dc:creator>
  <cp:keywords/>
  <dc:description/>
  <cp:lastModifiedBy>Пресс служба</cp:lastModifiedBy>
  <cp:revision>8</cp:revision>
  <cp:lastPrinted>2013-02-22T05:15:00Z</cp:lastPrinted>
  <dcterms:created xsi:type="dcterms:W3CDTF">2013-02-22T05:13:00Z</dcterms:created>
  <dcterms:modified xsi:type="dcterms:W3CDTF">2013-02-27T11:47:00Z</dcterms:modified>
</cp:coreProperties>
</file>