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1B6" w:rsidRPr="00E65E2B" w:rsidRDefault="008421B6" w:rsidP="00AF2204">
      <w:pPr>
        <w:ind w:left="-1560" w:right="-180"/>
        <w:jc w:val="center"/>
        <w:rPr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%20Нефтеюганск%20small1" style="position:absolute;left:0;text-align:left;margin-left:213.75pt;margin-top:-31.85pt;width:45.25pt;height:56.1pt;z-index:-251658240;visibility:visible" wrapcoords="-360 0 -360 21312 21600 21312 21600 0 -360 0">
            <v:imagedata r:id="rId7" o:title=""/>
            <w10:wrap type="tight"/>
          </v:shape>
        </w:pict>
      </w:r>
    </w:p>
    <w:p w:rsidR="008421B6" w:rsidRDefault="008421B6" w:rsidP="006760A5">
      <w:pPr>
        <w:jc w:val="center"/>
        <w:rPr>
          <w:b/>
          <w:bCs/>
          <w:sz w:val="28"/>
          <w:szCs w:val="28"/>
        </w:rPr>
      </w:pPr>
    </w:p>
    <w:p w:rsidR="008421B6" w:rsidRDefault="008421B6" w:rsidP="006760A5">
      <w:pPr>
        <w:jc w:val="center"/>
        <w:rPr>
          <w:b/>
          <w:bCs/>
          <w:sz w:val="28"/>
          <w:szCs w:val="28"/>
        </w:rPr>
      </w:pPr>
    </w:p>
    <w:p w:rsidR="008421B6" w:rsidRPr="00E65E2B" w:rsidRDefault="008421B6" w:rsidP="006760A5">
      <w:pPr>
        <w:jc w:val="center"/>
        <w:rPr>
          <w:b/>
          <w:bCs/>
          <w:sz w:val="40"/>
          <w:szCs w:val="40"/>
        </w:rPr>
      </w:pPr>
      <w:r w:rsidRPr="00E65E2B">
        <w:rPr>
          <w:b/>
          <w:bCs/>
          <w:sz w:val="40"/>
          <w:szCs w:val="40"/>
        </w:rPr>
        <w:t xml:space="preserve">АДМИНИСТРАЦИЯ ГОРОДА </w:t>
      </w:r>
      <w:r>
        <w:rPr>
          <w:b/>
          <w:bCs/>
          <w:sz w:val="40"/>
          <w:szCs w:val="40"/>
        </w:rPr>
        <w:t>Н</w:t>
      </w:r>
      <w:r w:rsidRPr="00E65E2B">
        <w:rPr>
          <w:b/>
          <w:bCs/>
          <w:sz w:val="40"/>
          <w:szCs w:val="40"/>
        </w:rPr>
        <w:t xml:space="preserve">ЕФТЕЮГАНСКА </w:t>
      </w:r>
    </w:p>
    <w:p w:rsidR="008421B6" w:rsidRPr="00E65E2B" w:rsidRDefault="008421B6" w:rsidP="006760A5">
      <w:pPr>
        <w:jc w:val="center"/>
        <w:rPr>
          <w:b/>
          <w:bCs/>
          <w:caps/>
          <w:sz w:val="48"/>
          <w:szCs w:val="48"/>
        </w:rPr>
      </w:pPr>
      <w:r w:rsidRPr="00E65E2B">
        <w:rPr>
          <w:b/>
          <w:bCs/>
          <w:caps/>
          <w:sz w:val="48"/>
          <w:szCs w:val="48"/>
        </w:rPr>
        <w:t>постановление</w:t>
      </w:r>
    </w:p>
    <w:p w:rsidR="008421B6" w:rsidRDefault="008421B6" w:rsidP="006760A5">
      <w:pPr>
        <w:jc w:val="center"/>
        <w:rPr>
          <w:b/>
          <w:bCs/>
          <w:caps/>
          <w:sz w:val="16"/>
          <w:szCs w:val="16"/>
        </w:rPr>
      </w:pPr>
    </w:p>
    <w:p w:rsidR="008421B6" w:rsidRDefault="008421B6" w:rsidP="007977D8">
      <w:pPr>
        <w:pStyle w:val="21"/>
        <w:jc w:val="both"/>
      </w:pPr>
      <w:r>
        <w:t>12.11.2012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№ 3231</w:t>
      </w:r>
    </w:p>
    <w:p w:rsidR="008421B6" w:rsidRDefault="008421B6" w:rsidP="006760A5">
      <w:pPr>
        <w:tabs>
          <w:tab w:val="left" w:pos="374"/>
          <w:tab w:val="left" w:pos="748"/>
        </w:tabs>
        <w:jc w:val="both"/>
        <w:rPr>
          <w:sz w:val="28"/>
          <w:szCs w:val="28"/>
        </w:rPr>
      </w:pPr>
    </w:p>
    <w:p w:rsidR="008421B6" w:rsidRDefault="008421B6" w:rsidP="006760A5">
      <w:pPr>
        <w:tabs>
          <w:tab w:val="left" w:pos="374"/>
          <w:tab w:val="left" w:pos="748"/>
        </w:tabs>
        <w:jc w:val="both"/>
        <w:rPr>
          <w:sz w:val="28"/>
          <w:szCs w:val="28"/>
        </w:rPr>
      </w:pPr>
    </w:p>
    <w:p w:rsidR="008421B6" w:rsidRDefault="008421B6" w:rsidP="006760A5">
      <w:pPr>
        <w:tabs>
          <w:tab w:val="left" w:pos="374"/>
          <w:tab w:val="left" w:pos="74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изменения</w:t>
      </w:r>
    </w:p>
    <w:p w:rsidR="008421B6" w:rsidRDefault="008421B6" w:rsidP="006760A5">
      <w:pPr>
        <w:tabs>
          <w:tab w:val="left" w:pos="374"/>
          <w:tab w:val="left" w:pos="74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постановление администрации </w:t>
      </w:r>
    </w:p>
    <w:p w:rsidR="008421B6" w:rsidRDefault="008421B6" w:rsidP="006760A5">
      <w:pPr>
        <w:tabs>
          <w:tab w:val="left" w:pos="374"/>
          <w:tab w:val="left" w:pos="748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города от 16.02.2012 № 366</w:t>
      </w:r>
    </w:p>
    <w:p w:rsidR="008421B6" w:rsidRDefault="008421B6" w:rsidP="006760A5">
      <w:pPr>
        <w:tabs>
          <w:tab w:val="left" w:pos="374"/>
          <w:tab w:val="left" w:pos="748"/>
        </w:tabs>
        <w:jc w:val="both"/>
        <w:rPr>
          <w:sz w:val="28"/>
          <w:szCs w:val="28"/>
        </w:rPr>
      </w:pPr>
      <w:r>
        <w:rPr>
          <w:sz w:val="28"/>
          <w:szCs w:val="28"/>
        </w:rPr>
        <w:t>(с изм. на 04.07.2012 № 1868)</w:t>
      </w:r>
    </w:p>
    <w:p w:rsidR="008421B6" w:rsidRPr="00967628" w:rsidRDefault="008421B6" w:rsidP="006760A5">
      <w:pPr>
        <w:rPr>
          <w:sz w:val="22"/>
          <w:szCs w:val="22"/>
        </w:rPr>
      </w:pPr>
    </w:p>
    <w:p w:rsidR="008421B6" w:rsidRPr="00967628" w:rsidRDefault="008421B6" w:rsidP="006760A5">
      <w:pPr>
        <w:rPr>
          <w:sz w:val="22"/>
          <w:szCs w:val="22"/>
        </w:rPr>
      </w:pPr>
    </w:p>
    <w:p w:rsidR="008421B6" w:rsidRDefault="008421B6" w:rsidP="003A5908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администрации города Нефтеюганска от 07.06.2011 № 1303 «Об утверждении Положения о порядке организации и проведения развлекательных и спортивных массовых мероприятий на территории города Нефтеюганска»и в связи с изменением объёмов финансирования постановляю: </w:t>
      </w:r>
    </w:p>
    <w:p w:rsidR="008421B6" w:rsidRPr="003A5908" w:rsidRDefault="008421B6" w:rsidP="003A5908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A5908">
        <w:rPr>
          <w:sz w:val="28"/>
          <w:szCs w:val="28"/>
        </w:rPr>
        <w:t>Внести изменени</w:t>
      </w:r>
      <w:r>
        <w:rPr>
          <w:sz w:val="28"/>
          <w:szCs w:val="28"/>
        </w:rPr>
        <w:t>е</w:t>
      </w:r>
      <w:r w:rsidRPr="003A5908">
        <w:rPr>
          <w:sz w:val="28"/>
          <w:szCs w:val="28"/>
        </w:rPr>
        <w:t xml:space="preserve"> в постановление администрации города от</w:t>
      </w:r>
      <w:r>
        <w:rPr>
          <w:sz w:val="28"/>
          <w:szCs w:val="28"/>
        </w:rPr>
        <w:t xml:space="preserve"> 16.02.2012 № 366 (с изм. на04</w:t>
      </w:r>
      <w:r w:rsidRPr="003A5908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3A5908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3A5908">
        <w:rPr>
          <w:sz w:val="28"/>
          <w:szCs w:val="28"/>
        </w:rPr>
        <w:t xml:space="preserve"> № </w:t>
      </w:r>
      <w:r>
        <w:rPr>
          <w:sz w:val="28"/>
          <w:szCs w:val="28"/>
        </w:rPr>
        <w:t>1868)</w:t>
      </w:r>
      <w:r w:rsidRPr="003A5908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проведении мероприятий, посвящённых празднованию 45-летия города Нефтеюганска»,приложение № 3 к постановлению изложить согласно приложению к настоящему постановлению.</w:t>
      </w:r>
    </w:p>
    <w:p w:rsidR="008421B6" w:rsidRDefault="008421B6" w:rsidP="00AF5BA1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2.Директору департамента по делам администрации города С.В.Мочалову</w:t>
      </w:r>
      <w:r w:rsidRPr="00745A02">
        <w:rPr>
          <w:sz w:val="28"/>
          <w:szCs w:val="28"/>
        </w:rPr>
        <w:t xml:space="preserve"> направить постановление </w:t>
      </w:r>
      <w:r>
        <w:rPr>
          <w:sz w:val="28"/>
          <w:szCs w:val="28"/>
        </w:rPr>
        <w:t xml:space="preserve">в Думу города </w:t>
      </w:r>
      <w:r w:rsidRPr="00745A02">
        <w:rPr>
          <w:sz w:val="28"/>
          <w:szCs w:val="28"/>
        </w:rPr>
        <w:t xml:space="preserve">для размещения на официальном сайте </w:t>
      </w:r>
      <w:r>
        <w:rPr>
          <w:sz w:val="28"/>
          <w:szCs w:val="28"/>
        </w:rPr>
        <w:t>органов местного самоуправления горо</w:t>
      </w:r>
      <w:r w:rsidRPr="00745A02">
        <w:rPr>
          <w:sz w:val="28"/>
          <w:szCs w:val="28"/>
        </w:rPr>
        <w:t>да</w:t>
      </w:r>
      <w:r>
        <w:rPr>
          <w:sz w:val="28"/>
          <w:szCs w:val="28"/>
        </w:rPr>
        <w:t xml:space="preserve"> в сети Интернет</w:t>
      </w:r>
      <w:r w:rsidRPr="00745A02">
        <w:rPr>
          <w:sz w:val="28"/>
          <w:szCs w:val="28"/>
        </w:rPr>
        <w:t>.</w:t>
      </w:r>
    </w:p>
    <w:p w:rsidR="008421B6" w:rsidRDefault="008421B6" w:rsidP="00AF5BA1">
      <w:pPr>
        <w:ind w:firstLine="708"/>
        <w:jc w:val="both"/>
        <w:rPr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27" type="#_x0000_t75" style="position:absolute;left:0;text-align:left;margin-left:247.2pt;margin-top:28.7pt;width:110.5pt;height:111pt;z-index:-251657216;visibility:visible" o:allowoverlap="f">
            <v:imagedata r:id="rId8" o:title=""/>
          </v:shape>
        </w:pict>
      </w:r>
      <w:r>
        <w:rPr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Контроль за выполнением постановления возложить на заместителя главы </w:t>
      </w:r>
      <w:r>
        <w:rPr>
          <w:sz w:val="28"/>
          <w:szCs w:val="28"/>
        </w:rPr>
        <w:t>администрации</w:t>
      </w:r>
      <w:r>
        <w:rPr>
          <w:color w:val="000000"/>
          <w:sz w:val="28"/>
          <w:szCs w:val="28"/>
        </w:rPr>
        <w:t xml:space="preserve"> города С.Е.Михалеву.</w:t>
      </w:r>
    </w:p>
    <w:p w:rsidR="008421B6" w:rsidRDefault="008421B6" w:rsidP="00AF5BA1">
      <w:pPr>
        <w:ind w:firstLine="708"/>
        <w:jc w:val="both"/>
        <w:rPr>
          <w:sz w:val="28"/>
          <w:szCs w:val="28"/>
        </w:rPr>
      </w:pPr>
    </w:p>
    <w:p w:rsidR="008421B6" w:rsidRDefault="008421B6" w:rsidP="00AF5BA1">
      <w:pPr>
        <w:ind w:firstLine="708"/>
        <w:jc w:val="both"/>
        <w:rPr>
          <w:sz w:val="28"/>
          <w:szCs w:val="28"/>
        </w:rPr>
      </w:pPr>
    </w:p>
    <w:p w:rsidR="008421B6" w:rsidRDefault="008421B6" w:rsidP="00AF5BA1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8421B6" w:rsidRDefault="008421B6" w:rsidP="00AF5BA1">
      <w:pPr>
        <w:rPr>
          <w:sz w:val="28"/>
          <w:szCs w:val="28"/>
        </w:rPr>
      </w:pPr>
      <w:r>
        <w:rPr>
          <w:sz w:val="28"/>
          <w:szCs w:val="28"/>
        </w:rPr>
        <w:t>главы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С.П.Сивков</w:t>
      </w:r>
    </w:p>
    <w:p w:rsidR="008421B6" w:rsidRDefault="008421B6" w:rsidP="00AF5BA1">
      <w:pPr>
        <w:rPr>
          <w:sz w:val="28"/>
          <w:szCs w:val="28"/>
        </w:rPr>
      </w:pPr>
    </w:p>
    <w:p w:rsidR="008421B6" w:rsidRDefault="008421B6" w:rsidP="00AF5BA1">
      <w:pPr>
        <w:rPr>
          <w:sz w:val="28"/>
          <w:szCs w:val="28"/>
        </w:rPr>
      </w:pPr>
    </w:p>
    <w:p w:rsidR="008421B6" w:rsidRDefault="008421B6" w:rsidP="00AF5BA1">
      <w:pPr>
        <w:rPr>
          <w:sz w:val="28"/>
          <w:szCs w:val="28"/>
        </w:rPr>
      </w:pPr>
    </w:p>
    <w:p w:rsidR="008421B6" w:rsidRDefault="008421B6" w:rsidP="00AF5BA1">
      <w:pPr>
        <w:rPr>
          <w:sz w:val="28"/>
          <w:szCs w:val="28"/>
        </w:rPr>
      </w:pPr>
    </w:p>
    <w:p w:rsidR="008421B6" w:rsidRDefault="008421B6" w:rsidP="00AF5BA1">
      <w:pPr>
        <w:rPr>
          <w:sz w:val="28"/>
          <w:szCs w:val="28"/>
        </w:rPr>
      </w:pPr>
    </w:p>
    <w:p w:rsidR="008421B6" w:rsidRDefault="008421B6" w:rsidP="00AF5BA1">
      <w:pPr>
        <w:rPr>
          <w:sz w:val="28"/>
          <w:szCs w:val="28"/>
        </w:rPr>
      </w:pPr>
    </w:p>
    <w:p w:rsidR="008421B6" w:rsidRDefault="008421B6" w:rsidP="00AF5BA1">
      <w:pPr>
        <w:rPr>
          <w:sz w:val="28"/>
          <w:szCs w:val="28"/>
        </w:rPr>
      </w:pPr>
    </w:p>
    <w:p w:rsidR="008421B6" w:rsidRDefault="008421B6" w:rsidP="00AF5BA1">
      <w:pPr>
        <w:rPr>
          <w:sz w:val="28"/>
          <w:szCs w:val="28"/>
        </w:rPr>
      </w:pPr>
    </w:p>
    <w:p w:rsidR="008421B6" w:rsidRDefault="008421B6" w:rsidP="00AF5BA1">
      <w:pPr>
        <w:rPr>
          <w:sz w:val="28"/>
          <w:szCs w:val="28"/>
        </w:rPr>
      </w:pPr>
    </w:p>
    <w:p w:rsidR="008421B6" w:rsidRDefault="008421B6" w:rsidP="00AF5BA1">
      <w:pPr>
        <w:rPr>
          <w:sz w:val="28"/>
          <w:szCs w:val="28"/>
        </w:rPr>
      </w:pPr>
      <w:r>
        <w:rPr>
          <w:sz w:val="28"/>
          <w:szCs w:val="28"/>
        </w:rPr>
        <w:t>Е.Н.Мухаметшарипова</w:t>
      </w:r>
    </w:p>
    <w:p w:rsidR="008421B6" w:rsidRDefault="008421B6" w:rsidP="00AF5BA1">
      <w:pPr>
        <w:rPr>
          <w:sz w:val="28"/>
          <w:szCs w:val="28"/>
        </w:rPr>
      </w:pPr>
      <w:r>
        <w:rPr>
          <w:sz w:val="28"/>
          <w:szCs w:val="28"/>
        </w:rPr>
        <w:t>23 77 39</w:t>
      </w:r>
    </w:p>
    <w:p w:rsidR="008421B6" w:rsidRDefault="008421B6" w:rsidP="0054067C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8421B6" w:rsidRDefault="008421B6" w:rsidP="0054067C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8421B6" w:rsidRDefault="008421B6" w:rsidP="0054067C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</w:t>
      </w:r>
    </w:p>
    <w:p w:rsidR="008421B6" w:rsidRDefault="008421B6" w:rsidP="0054067C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от 12.11.2012</w:t>
      </w:r>
      <w:r w:rsidRPr="0045795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3231</w:t>
      </w:r>
      <w:bookmarkStart w:id="0" w:name="_GoBack"/>
      <w:bookmarkEnd w:id="0"/>
    </w:p>
    <w:p w:rsidR="008421B6" w:rsidRDefault="008421B6" w:rsidP="000D7685">
      <w:pPr>
        <w:jc w:val="center"/>
        <w:rPr>
          <w:sz w:val="28"/>
          <w:szCs w:val="28"/>
        </w:rPr>
      </w:pPr>
    </w:p>
    <w:p w:rsidR="008421B6" w:rsidRDefault="008421B6" w:rsidP="000D76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Смета </w:t>
      </w:r>
    </w:p>
    <w:p w:rsidR="008421B6" w:rsidRDefault="008421B6" w:rsidP="000D76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расходов на проведение мероприятий, посвящённых </w:t>
      </w:r>
    </w:p>
    <w:p w:rsidR="008421B6" w:rsidRDefault="008421B6" w:rsidP="000D768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празднованию 45-летия города Нефтеюганска</w:t>
      </w:r>
    </w:p>
    <w:p w:rsidR="008421B6" w:rsidRDefault="008421B6" w:rsidP="000D7685">
      <w:pPr>
        <w:jc w:val="center"/>
        <w:rPr>
          <w:sz w:val="28"/>
          <w:szCs w:val="28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5245"/>
        <w:gridCol w:w="2552"/>
        <w:gridCol w:w="1275"/>
      </w:tblGrid>
      <w:tr w:rsidR="008421B6" w:rsidRPr="006B6A35">
        <w:trPr>
          <w:trHeight w:val="72"/>
        </w:trPr>
        <w:tc>
          <w:tcPr>
            <w:tcW w:w="709" w:type="dxa"/>
          </w:tcPr>
          <w:p w:rsidR="008421B6" w:rsidRPr="006B6A35" w:rsidRDefault="008421B6" w:rsidP="00FF0EBB">
            <w:pPr>
              <w:jc w:val="center"/>
            </w:pPr>
            <w:r w:rsidRPr="006B6A35">
              <w:t>№ п/п</w:t>
            </w:r>
          </w:p>
        </w:tc>
        <w:tc>
          <w:tcPr>
            <w:tcW w:w="5245" w:type="dxa"/>
          </w:tcPr>
          <w:p w:rsidR="008421B6" w:rsidRPr="006B6A35" w:rsidRDefault="008421B6" w:rsidP="00D27F00">
            <w:pPr>
              <w:jc w:val="center"/>
            </w:pPr>
            <w:r w:rsidRPr="006B6A35">
              <w:t>Наименование расходов</w:t>
            </w:r>
          </w:p>
        </w:tc>
        <w:tc>
          <w:tcPr>
            <w:tcW w:w="2552" w:type="dxa"/>
          </w:tcPr>
          <w:p w:rsidR="008421B6" w:rsidRPr="006B6A35" w:rsidRDefault="008421B6" w:rsidP="005C3B4B">
            <w:pPr>
              <w:jc w:val="center"/>
            </w:pPr>
            <w:r w:rsidRPr="006B6A35">
              <w:t>Расчёт</w:t>
            </w:r>
          </w:p>
        </w:tc>
        <w:tc>
          <w:tcPr>
            <w:tcW w:w="1275" w:type="dxa"/>
          </w:tcPr>
          <w:p w:rsidR="008421B6" w:rsidRPr="006B6A35" w:rsidRDefault="008421B6" w:rsidP="00D27F00">
            <w:pPr>
              <w:jc w:val="center"/>
            </w:pPr>
            <w:r w:rsidRPr="006B6A35">
              <w:t>Сумма (тыс.руб.)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 w:val="restart"/>
          </w:tcPr>
          <w:p w:rsidR="008421B6" w:rsidRPr="006B6A35" w:rsidRDefault="008421B6" w:rsidP="00D27F00">
            <w:pPr>
              <w:jc w:val="center"/>
            </w:pPr>
            <w:r w:rsidRPr="006B6A35">
              <w:t>1.</w:t>
            </w:r>
          </w:p>
        </w:tc>
        <w:tc>
          <w:tcPr>
            <w:tcW w:w="5245" w:type="dxa"/>
          </w:tcPr>
          <w:p w:rsidR="008421B6" w:rsidRPr="006B6A35" w:rsidRDefault="008421B6" w:rsidP="001E3D8A">
            <w:pPr>
              <w:jc w:val="both"/>
            </w:pPr>
            <w:r w:rsidRPr="006B6A35">
              <w:t>Изготовление и поставка сувенирной продукции</w:t>
            </w:r>
          </w:p>
        </w:tc>
        <w:tc>
          <w:tcPr>
            <w:tcW w:w="2552" w:type="dxa"/>
          </w:tcPr>
          <w:p w:rsidR="008421B6" w:rsidRPr="006B6A35" w:rsidRDefault="008421B6" w:rsidP="00D27F0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8421B6" w:rsidRPr="006B6A35" w:rsidRDefault="008421B6" w:rsidP="00D27F00">
            <w:pPr>
              <w:jc w:val="center"/>
            </w:pPr>
            <w:r w:rsidRPr="006B6A35">
              <w:t>1550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/>
          </w:tcPr>
          <w:p w:rsidR="008421B6" w:rsidRPr="006B6A35" w:rsidRDefault="008421B6" w:rsidP="00357140">
            <w:pPr>
              <w:jc w:val="center"/>
            </w:pPr>
          </w:p>
        </w:tc>
        <w:tc>
          <w:tcPr>
            <w:tcW w:w="5245" w:type="dxa"/>
          </w:tcPr>
          <w:p w:rsidR="008421B6" w:rsidRPr="006B6A35" w:rsidRDefault="008421B6" w:rsidP="00D27F00">
            <w:pPr>
              <w:jc w:val="both"/>
            </w:pPr>
            <w:r w:rsidRPr="006B6A35">
              <w:t>Сувениры:</w:t>
            </w:r>
          </w:p>
        </w:tc>
        <w:tc>
          <w:tcPr>
            <w:tcW w:w="2552" w:type="dxa"/>
          </w:tcPr>
          <w:p w:rsidR="008421B6" w:rsidRPr="006B6A35" w:rsidRDefault="008421B6" w:rsidP="00D27F0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8421B6" w:rsidRPr="006B6A35" w:rsidRDefault="008421B6" w:rsidP="00D27F00">
            <w:pPr>
              <w:jc w:val="center"/>
              <w:rPr>
                <w:b/>
                <w:bCs/>
              </w:rPr>
            </w:pPr>
          </w:p>
        </w:tc>
      </w:tr>
      <w:tr w:rsidR="008421B6" w:rsidRPr="006B6A35">
        <w:trPr>
          <w:trHeight w:val="72"/>
        </w:trPr>
        <w:tc>
          <w:tcPr>
            <w:tcW w:w="709" w:type="dxa"/>
            <w:vMerge/>
          </w:tcPr>
          <w:p w:rsidR="008421B6" w:rsidRPr="006B6A35" w:rsidRDefault="008421B6" w:rsidP="00D27F00">
            <w:pPr>
              <w:jc w:val="center"/>
            </w:pPr>
          </w:p>
        </w:tc>
        <w:tc>
          <w:tcPr>
            <w:tcW w:w="5245" w:type="dxa"/>
          </w:tcPr>
          <w:p w:rsidR="008421B6" w:rsidRPr="006B6A35" w:rsidRDefault="008421B6" w:rsidP="00FC7FBC">
            <w:r w:rsidRPr="006B6A35">
              <w:t xml:space="preserve">-тарелка «Нефтеюганск» </w:t>
            </w:r>
          </w:p>
        </w:tc>
        <w:tc>
          <w:tcPr>
            <w:tcW w:w="2552" w:type="dxa"/>
          </w:tcPr>
          <w:p w:rsidR="008421B6" w:rsidRPr="006B6A35" w:rsidRDefault="008421B6" w:rsidP="002E5387">
            <w:pPr>
              <w:jc w:val="center"/>
            </w:pPr>
            <w:r w:rsidRPr="006B6A35">
              <w:t>25 шт.х2700 руб.</w:t>
            </w:r>
          </w:p>
        </w:tc>
        <w:tc>
          <w:tcPr>
            <w:tcW w:w="1275" w:type="dxa"/>
          </w:tcPr>
          <w:p w:rsidR="008421B6" w:rsidRPr="006B6A35" w:rsidRDefault="008421B6" w:rsidP="002E5387">
            <w:pPr>
              <w:jc w:val="center"/>
            </w:pPr>
            <w:r w:rsidRPr="006B6A35">
              <w:t>67,5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/>
          </w:tcPr>
          <w:p w:rsidR="008421B6" w:rsidRPr="006B6A35" w:rsidRDefault="008421B6" w:rsidP="00D27F00">
            <w:pPr>
              <w:jc w:val="center"/>
            </w:pPr>
          </w:p>
        </w:tc>
        <w:tc>
          <w:tcPr>
            <w:tcW w:w="5245" w:type="dxa"/>
          </w:tcPr>
          <w:p w:rsidR="008421B6" w:rsidRPr="006B6A35" w:rsidRDefault="008421B6" w:rsidP="00FC7FBC">
            <w:pPr>
              <w:jc w:val="both"/>
            </w:pPr>
            <w:r w:rsidRPr="006B6A35">
              <w:t>-настольная композиция «Медведь»</w:t>
            </w:r>
          </w:p>
        </w:tc>
        <w:tc>
          <w:tcPr>
            <w:tcW w:w="2552" w:type="dxa"/>
          </w:tcPr>
          <w:p w:rsidR="008421B6" w:rsidRPr="006B6A35" w:rsidRDefault="008421B6" w:rsidP="002E5387">
            <w:pPr>
              <w:jc w:val="center"/>
            </w:pPr>
            <w:r w:rsidRPr="006B6A35">
              <w:t>10 шт.х4500 руб.</w:t>
            </w:r>
          </w:p>
        </w:tc>
        <w:tc>
          <w:tcPr>
            <w:tcW w:w="1275" w:type="dxa"/>
          </w:tcPr>
          <w:p w:rsidR="008421B6" w:rsidRPr="006B6A35" w:rsidRDefault="008421B6" w:rsidP="002E5387">
            <w:pPr>
              <w:jc w:val="center"/>
            </w:pPr>
            <w:r w:rsidRPr="006B6A35">
              <w:t>45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/>
          </w:tcPr>
          <w:p w:rsidR="008421B6" w:rsidRPr="006B6A35" w:rsidRDefault="008421B6" w:rsidP="00D27F00">
            <w:pPr>
              <w:jc w:val="center"/>
            </w:pPr>
          </w:p>
        </w:tc>
        <w:tc>
          <w:tcPr>
            <w:tcW w:w="5245" w:type="dxa"/>
          </w:tcPr>
          <w:p w:rsidR="008421B6" w:rsidRPr="006B6A35" w:rsidRDefault="008421B6" w:rsidP="00D27F00">
            <w:pPr>
              <w:jc w:val="both"/>
            </w:pPr>
            <w:r w:rsidRPr="006B6A35">
              <w:t>-настольная композиция «Петр и Феврония»</w:t>
            </w:r>
          </w:p>
        </w:tc>
        <w:tc>
          <w:tcPr>
            <w:tcW w:w="2552" w:type="dxa"/>
          </w:tcPr>
          <w:p w:rsidR="008421B6" w:rsidRPr="006B6A35" w:rsidRDefault="008421B6" w:rsidP="002E5387">
            <w:pPr>
              <w:jc w:val="center"/>
            </w:pPr>
            <w:r w:rsidRPr="006B6A35">
              <w:t>20 шт.х8900 руб.</w:t>
            </w:r>
          </w:p>
        </w:tc>
        <w:tc>
          <w:tcPr>
            <w:tcW w:w="1275" w:type="dxa"/>
          </w:tcPr>
          <w:p w:rsidR="008421B6" w:rsidRPr="006B6A35" w:rsidRDefault="008421B6" w:rsidP="002E5387">
            <w:pPr>
              <w:jc w:val="center"/>
            </w:pPr>
            <w:r w:rsidRPr="006B6A35">
              <w:t>178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/>
          </w:tcPr>
          <w:p w:rsidR="008421B6" w:rsidRPr="006B6A35" w:rsidRDefault="008421B6" w:rsidP="00D27F00">
            <w:pPr>
              <w:jc w:val="center"/>
            </w:pPr>
          </w:p>
        </w:tc>
        <w:tc>
          <w:tcPr>
            <w:tcW w:w="5245" w:type="dxa"/>
          </w:tcPr>
          <w:p w:rsidR="008421B6" w:rsidRPr="006B6A35" w:rsidRDefault="008421B6" w:rsidP="00FC7FBC">
            <w:pPr>
              <w:jc w:val="both"/>
            </w:pPr>
            <w:r w:rsidRPr="006B6A35">
              <w:t>-юбилейный сувенир «Нефтеюганск 45 лет»</w:t>
            </w:r>
          </w:p>
        </w:tc>
        <w:tc>
          <w:tcPr>
            <w:tcW w:w="2552" w:type="dxa"/>
          </w:tcPr>
          <w:p w:rsidR="008421B6" w:rsidRPr="006B6A35" w:rsidRDefault="008421B6" w:rsidP="002E5387">
            <w:pPr>
              <w:jc w:val="center"/>
            </w:pPr>
            <w:r w:rsidRPr="006B6A35">
              <w:t>100 шт.х3800 руб.</w:t>
            </w:r>
          </w:p>
        </w:tc>
        <w:tc>
          <w:tcPr>
            <w:tcW w:w="1275" w:type="dxa"/>
          </w:tcPr>
          <w:p w:rsidR="008421B6" w:rsidRPr="006B6A35" w:rsidRDefault="008421B6" w:rsidP="002E5387">
            <w:pPr>
              <w:jc w:val="center"/>
            </w:pPr>
            <w:r w:rsidRPr="006B6A35">
              <w:t>380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/>
          </w:tcPr>
          <w:p w:rsidR="008421B6" w:rsidRPr="006B6A35" w:rsidRDefault="008421B6" w:rsidP="00D27F00">
            <w:pPr>
              <w:jc w:val="center"/>
            </w:pPr>
          </w:p>
        </w:tc>
        <w:tc>
          <w:tcPr>
            <w:tcW w:w="5245" w:type="dxa"/>
          </w:tcPr>
          <w:p w:rsidR="008421B6" w:rsidRPr="006B6A35" w:rsidRDefault="008421B6" w:rsidP="00D27F00">
            <w:pPr>
              <w:jc w:val="both"/>
            </w:pPr>
            <w:r w:rsidRPr="006B6A35">
              <w:t>-чайный набор «Нефтеюганск» на одну персону</w:t>
            </w:r>
          </w:p>
        </w:tc>
        <w:tc>
          <w:tcPr>
            <w:tcW w:w="2552" w:type="dxa"/>
          </w:tcPr>
          <w:p w:rsidR="008421B6" w:rsidRPr="006B6A35" w:rsidRDefault="008421B6" w:rsidP="002E5387">
            <w:pPr>
              <w:jc w:val="center"/>
            </w:pPr>
            <w:r w:rsidRPr="006B6A35">
              <w:t>40 шт.х5630 руб.</w:t>
            </w:r>
          </w:p>
        </w:tc>
        <w:tc>
          <w:tcPr>
            <w:tcW w:w="1275" w:type="dxa"/>
          </w:tcPr>
          <w:p w:rsidR="008421B6" w:rsidRPr="006B6A35" w:rsidRDefault="008421B6" w:rsidP="002E5387">
            <w:pPr>
              <w:jc w:val="center"/>
            </w:pPr>
            <w:r w:rsidRPr="006B6A35">
              <w:t>225,2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/>
          </w:tcPr>
          <w:p w:rsidR="008421B6" w:rsidRPr="006B6A35" w:rsidRDefault="008421B6" w:rsidP="00D27F00">
            <w:pPr>
              <w:jc w:val="center"/>
            </w:pPr>
          </w:p>
        </w:tc>
        <w:tc>
          <w:tcPr>
            <w:tcW w:w="5245" w:type="dxa"/>
          </w:tcPr>
          <w:p w:rsidR="008421B6" w:rsidRPr="006B6A35" w:rsidRDefault="008421B6" w:rsidP="0079164F">
            <w:r w:rsidRPr="006B6A35">
              <w:t xml:space="preserve">-значок «Нефтеюганск» </w:t>
            </w:r>
          </w:p>
        </w:tc>
        <w:tc>
          <w:tcPr>
            <w:tcW w:w="2552" w:type="dxa"/>
          </w:tcPr>
          <w:p w:rsidR="008421B6" w:rsidRPr="006B6A35" w:rsidRDefault="008421B6" w:rsidP="002E5387">
            <w:pPr>
              <w:jc w:val="center"/>
            </w:pPr>
            <w:r w:rsidRPr="006B6A35">
              <w:t>500 шт.х150 руб.</w:t>
            </w:r>
          </w:p>
        </w:tc>
        <w:tc>
          <w:tcPr>
            <w:tcW w:w="1275" w:type="dxa"/>
          </w:tcPr>
          <w:p w:rsidR="008421B6" w:rsidRPr="006B6A35" w:rsidRDefault="008421B6" w:rsidP="002E5387">
            <w:pPr>
              <w:jc w:val="center"/>
            </w:pPr>
            <w:r w:rsidRPr="006B6A35">
              <w:t>75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/>
          </w:tcPr>
          <w:p w:rsidR="008421B6" w:rsidRPr="006B6A35" w:rsidRDefault="008421B6" w:rsidP="00D27F00">
            <w:pPr>
              <w:jc w:val="center"/>
            </w:pPr>
          </w:p>
        </w:tc>
        <w:tc>
          <w:tcPr>
            <w:tcW w:w="5245" w:type="dxa"/>
          </w:tcPr>
          <w:p w:rsidR="008421B6" w:rsidRPr="006B6A35" w:rsidRDefault="008421B6" w:rsidP="00D27F00">
            <w:pPr>
              <w:jc w:val="both"/>
            </w:pPr>
            <w:r w:rsidRPr="006B6A35">
              <w:t>-значок «Нефтеюганск»  (серебро)</w:t>
            </w:r>
          </w:p>
        </w:tc>
        <w:tc>
          <w:tcPr>
            <w:tcW w:w="2552" w:type="dxa"/>
          </w:tcPr>
          <w:p w:rsidR="008421B6" w:rsidRPr="006B6A35" w:rsidRDefault="008421B6" w:rsidP="002E5387">
            <w:pPr>
              <w:jc w:val="center"/>
            </w:pPr>
            <w:r w:rsidRPr="006B6A35">
              <w:t>125 шт.х2500 руб.</w:t>
            </w:r>
          </w:p>
        </w:tc>
        <w:tc>
          <w:tcPr>
            <w:tcW w:w="1275" w:type="dxa"/>
          </w:tcPr>
          <w:p w:rsidR="008421B6" w:rsidRPr="006B6A35" w:rsidRDefault="008421B6" w:rsidP="002E5387">
            <w:pPr>
              <w:jc w:val="center"/>
            </w:pPr>
            <w:r w:rsidRPr="006B6A35">
              <w:t>312,5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/>
          </w:tcPr>
          <w:p w:rsidR="008421B6" w:rsidRPr="006B6A35" w:rsidRDefault="008421B6" w:rsidP="00D27F00">
            <w:pPr>
              <w:jc w:val="center"/>
            </w:pPr>
          </w:p>
        </w:tc>
        <w:tc>
          <w:tcPr>
            <w:tcW w:w="5245" w:type="dxa"/>
          </w:tcPr>
          <w:p w:rsidR="008421B6" w:rsidRPr="006B6A35" w:rsidRDefault="008421B6" w:rsidP="00D27F00">
            <w:pPr>
              <w:jc w:val="both"/>
            </w:pPr>
            <w:r w:rsidRPr="006B6A35">
              <w:t>-значок «Нефтеюганск» (латунь)</w:t>
            </w:r>
          </w:p>
        </w:tc>
        <w:tc>
          <w:tcPr>
            <w:tcW w:w="2552" w:type="dxa"/>
          </w:tcPr>
          <w:p w:rsidR="008421B6" w:rsidRPr="006B6A35" w:rsidRDefault="008421B6" w:rsidP="002E5387">
            <w:pPr>
              <w:jc w:val="center"/>
            </w:pPr>
            <w:r w:rsidRPr="006B6A35">
              <w:t>300 шт.х400 руб.</w:t>
            </w:r>
          </w:p>
        </w:tc>
        <w:tc>
          <w:tcPr>
            <w:tcW w:w="1275" w:type="dxa"/>
          </w:tcPr>
          <w:p w:rsidR="008421B6" w:rsidRPr="006B6A35" w:rsidRDefault="008421B6" w:rsidP="002E5387">
            <w:pPr>
              <w:jc w:val="center"/>
            </w:pPr>
            <w:r w:rsidRPr="006B6A35">
              <w:t>120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/>
          </w:tcPr>
          <w:p w:rsidR="008421B6" w:rsidRPr="006B6A35" w:rsidRDefault="008421B6" w:rsidP="00D27F00">
            <w:pPr>
              <w:jc w:val="center"/>
            </w:pPr>
          </w:p>
        </w:tc>
        <w:tc>
          <w:tcPr>
            <w:tcW w:w="5245" w:type="dxa"/>
          </w:tcPr>
          <w:p w:rsidR="008421B6" w:rsidRPr="006B6A35" w:rsidRDefault="008421B6" w:rsidP="006B6A35">
            <w:r w:rsidRPr="006B6A35">
              <w:t>-знак «Почётный гражданин города Нефтеюганск»</w:t>
            </w:r>
          </w:p>
        </w:tc>
        <w:tc>
          <w:tcPr>
            <w:tcW w:w="2552" w:type="dxa"/>
          </w:tcPr>
          <w:p w:rsidR="008421B6" w:rsidRPr="006B6A35" w:rsidRDefault="008421B6" w:rsidP="002E5387">
            <w:pPr>
              <w:jc w:val="center"/>
            </w:pPr>
            <w:r w:rsidRPr="006B6A35">
              <w:t>4 шт.х4500 руб.</w:t>
            </w:r>
          </w:p>
          <w:p w:rsidR="008421B6" w:rsidRPr="006B6A35" w:rsidRDefault="008421B6" w:rsidP="002E5387">
            <w:pPr>
              <w:jc w:val="center"/>
            </w:pPr>
          </w:p>
        </w:tc>
        <w:tc>
          <w:tcPr>
            <w:tcW w:w="1275" w:type="dxa"/>
          </w:tcPr>
          <w:p w:rsidR="008421B6" w:rsidRPr="006B6A35" w:rsidRDefault="008421B6" w:rsidP="002E5387">
            <w:pPr>
              <w:jc w:val="center"/>
            </w:pPr>
            <w:r w:rsidRPr="006B6A35">
              <w:t>18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/>
          </w:tcPr>
          <w:p w:rsidR="008421B6" w:rsidRPr="006B6A35" w:rsidRDefault="008421B6" w:rsidP="00D27F00">
            <w:pPr>
              <w:jc w:val="center"/>
            </w:pPr>
          </w:p>
        </w:tc>
        <w:tc>
          <w:tcPr>
            <w:tcW w:w="5245" w:type="dxa"/>
          </w:tcPr>
          <w:p w:rsidR="008421B6" w:rsidRPr="006B6A35" w:rsidRDefault="008421B6" w:rsidP="006B6A35">
            <w:r w:rsidRPr="006B6A35">
              <w:t>-знак «За заслуги перед городом Нефтеюганск»</w:t>
            </w:r>
          </w:p>
        </w:tc>
        <w:tc>
          <w:tcPr>
            <w:tcW w:w="2552" w:type="dxa"/>
          </w:tcPr>
          <w:p w:rsidR="008421B6" w:rsidRPr="006B6A35" w:rsidRDefault="008421B6" w:rsidP="002E5387">
            <w:pPr>
              <w:jc w:val="center"/>
            </w:pPr>
            <w:r w:rsidRPr="006B6A35">
              <w:t>4 шт.х17500 руб.</w:t>
            </w:r>
          </w:p>
          <w:p w:rsidR="008421B6" w:rsidRPr="006B6A35" w:rsidRDefault="008421B6" w:rsidP="002E5387">
            <w:pPr>
              <w:jc w:val="center"/>
            </w:pPr>
          </w:p>
        </w:tc>
        <w:tc>
          <w:tcPr>
            <w:tcW w:w="1275" w:type="dxa"/>
          </w:tcPr>
          <w:p w:rsidR="008421B6" w:rsidRPr="006B6A35" w:rsidRDefault="008421B6" w:rsidP="002E5387">
            <w:pPr>
              <w:jc w:val="center"/>
            </w:pPr>
            <w:r w:rsidRPr="006B6A35">
              <w:t>70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/>
          </w:tcPr>
          <w:p w:rsidR="008421B6" w:rsidRPr="006B6A35" w:rsidRDefault="008421B6" w:rsidP="00D27F00">
            <w:pPr>
              <w:jc w:val="center"/>
            </w:pPr>
          </w:p>
        </w:tc>
        <w:tc>
          <w:tcPr>
            <w:tcW w:w="5245" w:type="dxa"/>
          </w:tcPr>
          <w:p w:rsidR="008421B6" w:rsidRPr="006B6A35" w:rsidRDefault="008421B6" w:rsidP="006B6A35">
            <w:r w:rsidRPr="006B6A35">
              <w:t>-н</w:t>
            </w:r>
            <w:r>
              <w:t>астольная композиция «Мамонты из</w:t>
            </w:r>
          </w:p>
          <w:p w:rsidR="008421B6" w:rsidRPr="006B6A35" w:rsidRDefault="008421B6" w:rsidP="006B6A35">
            <w:r w:rsidRPr="006B6A35">
              <w:t>7 штук»</w:t>
            </w:r>
          </w:p>
        </w:tc>
        <w:tc>
          <w:tcPr>
            <w:tcW w:w="2552" w:type="dxa"/>
          </w:tcPr>
          <w:p w:rsidR="008421B6" w:rsidRPr="006B6A35" w:rsidRDefault="008421B6" w:rsidP="002E5387">
            <w:pPr>
              <w:jc w:val="center"/>
            </w:pPr>
            <w:r w:rsidRPr="006B6A35">
              <w:t>1 шт.х11700 руб.</w:t>
            </w:r>
          </w:p>
        </w:tc>
        <w:tc>
          <w:tcPr>
            <w:tcW w:w="1275" w:type="dxa"/>
          </w:tcPr>
          <w:p w:rsidR="008421B6" w:rsidRPr="006B6A35" w:rsidRDefault="008421B6" w:rsidP="002E5387">
            <w:pPr>
              <w:jc w:val="center"/>
            </w:pPr>
            <w:r w:rsidRPr="006B6A35">
              <w:t>11,7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/>
          </w:tcPr>
          <w:p w:rsidR="008421B6" w:rsidRPr="006B6A35" w:rsidRDefault="008421B6" w:rsidP="00D27F00">
            <w:pPr>
              <w:jc w:val="center"/>
            </w:pPr>
          </w:p>
        </w:tc>
        <w:tc>
          <w:tcPr>
            <w:tcW w:w="5245" w:type="dxa"/>
          </w:tcPr>
          <w:p w:rsidR="008421B6" w:rsidRPr="006B6A35" w:rsidRDefault="008421B6" w:rsidP="00FC7FBC">
            <w:pPr>
              <w:jc w:val="both"/>
            </w:pPr>
            <w:r w:rsidRPr="006B6A35">
              <w:t>-настольная композиция «Семья хантов»</w:t>
            </w:r>
          </w:p>
        </w:tc>
        <w:tc>
          <w:tcPr>
            <w:tcW w:w="2552" w:type="dxa"/>
          </w:tcPr>
          <w:p w:rsidR="008421B6" w:rsidRPr="006B6A35" w:rsidRDefault="008421B6" w:rsidP="002E5387">
            <w:pPr>
              <w:jc w:val="center"/>
            </w:pPr>
            <w:r w:rsidRPr="006B6A35">
              <w:t>1 шт.х12600 руб.</w:t>
            </w:r>
          </w:p>
        </w:tc>
        <w:tc>
          <w:tcPr>
            <w:tcW w:w="1275" w:type="dxa"/>
          </w:tcPr>
          <w:p w:rsidR="008421B6" w:rsidRPr="006B6A35" w:rsidRDefault="008421B6" w:rsidP="002E5387">
            <w:pPr>
              <w:jc w:val="center"/>
            </w:pPr>
            <w:r w:rsidRPr="006B6A35">
              <w:t>12,6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/>
          </w:tcPr>
          <w:p w:rsidR="008421B6" w:rsidRPr="006B6A35" w:rsidRDefault="008421B6" w:rsidP="00D27F00">
            <w:pPr>
              <w:jc w:val="center"/>
            </w:pPr>
          </w:p>
        </w:tc>
        <w:tc>
          <w:tcPr>
            <w:tcW w:w="5245" w:type="dxa"/>
          </w:tcPr>
          <w:p w:rsidR="008421B6" w:rsidRPr="006B6A35" w:rsidRDefault="008421B6" w:rsidP="00D27F00">
            <w:pPr>
              <w:jc w:val="both"/>
            </w:pPr>
            <w:r w:rsidRPr="006B6A35">
              <w:t>-настольная композиция «Оленья упряжка»</w:t>
            </w:r>
          </w:p>
        </w:tc>
        <w:tc>
          <w:tcPr>
            <w:tcW w:w="2552" w:type="dxa"/>
          </w:tcPr>
          <w:p w:rsidR="008421B6" w:rsidRPr="006B6A35" w:rsidRDefault="008421B6" w:rsidP="002E5387">
            <w:pPr>
              <w:jc w:val="center"/>
            </w:pPr>
            <w:r w:rsidRPr="006B6A35">
              <w:t>1 шт.х16700 руб.</w:t>
            </w:r>
          </w:p>
        </w:tc>
        <w:tc>
          <w:tcPr>
            <w:tcW w:w="1275" w:type="dxa"/>
          </w:tcPr>
          <w:p w:rsidR="008421B6" w:rsidRPr="006B6A35" w:rsidRDefault="008421B6" w:rsidP="002E5387">
            <w:pPr>
              <w:jc w:val="center"/>
            </w:pPr>
            <w:r w:rsidRPr="006B6A35">
              <w:t>16,7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/>
          </w:tcPr>
          <w:p w:rsidR="008421B6" w:rsidRPr="006B6A35" w:rsidRDefault="008421B6" w:rsidP="00D27F00">
            <w:pPr>
              <w:jc w:val="center"/>
            </w:pPr>
          </w:p>
        </w:tc>
        <w:tc>
          <w:tcPr>
            <w:tcW w:w="5245" w:type="dxa"/>
          </w:tcPr>
          <w:p w:rsidR="008421B6" w:rsidRPr="006B6A35" w:rsidRDefault="008421B6" w:rsidP="00D27F00">
            <w:pPr>
              <w:jc w:val="both"/>
            </w:pPr>
            <w:r w:rsidRPr="006B6A35">
              <w:t>Транспортные расходы на поставку сувенирной продукции</w:t>
            </w:r>
          </w:p>
        </w:tc>
        <w:tc>
          <w:tcPr>
            <w:tcW w:w="2552" w:type="dxa"/>
          </w:tcPr>
          <w:p w:rsidR="008421B6" w:rsidRPr="006B6A35" w:rsidRDefault="008421B6" w:rsidP="002E5387">
            <w:pPr>
              <w:jc w:val="center"/>
            </w:pPr>
            <w:r w:rsidRPr="006B6A35">
              <w:t>17800 руб.</w:t>
            </w:r>
          </w:p>
        </w:tc>
        <w:tc>
          <w:tcPr>
            <w:tcW w:w="1275" w:type="dxa"/>
          </w:tcPr>
          <w:p w:rsidR="008421B6" w:rsidRPr="006B6A35" w:rsidRDefault="008421B6" w:rsidP="002E5387">
            <w:pPr>
              <w:jc w:val="center"/>
            </w:pPr>
            <w:r w:rsidRPr="006B6A35">
              <w:t>17,8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 w:val="restart"/>
          </w:tcPr>
          <w:p w:rsidR="008421B6" w:rsidRPr="006B6A35" w:rsidRDefault="008421B6" w:rsidP="00D27F00">
            <w:pPr>
              <w:jc w:val="center"/>
            </w:pPr>
            <w:r w:rsidRPr="006B6A35">
              <w:t>2.</w:t>
            </w:r>
          </w:p>
        </w:tc>
        <w:tc>
          <w:tcPr>
            <w:tcW w:w="5245" w:type="dxa"/>
          </w:tcPr>
          <w:p w:rsidR="008421B6" w:rsidRPr="006B6A35" w:rsidRDefault="008421B6" w:rsidP="00FF7FA4">
            <w:pPr>
              <w:jc w:val="both"/>
            </w:pPr>
            <w:r w:rsidRPr="006B6A35">
              <w:t>Изготовление подарочной продукции</w:t>
            </w:r>
          </w:p>
        </w:tc>
        <w:tc>
          <w:tcPr>
            <w:tcW w:w="2552" w:type="dxa"/>
          </w:tcPr>
          <w:p w:rsidR="008421B6" w:rsidRPr="006B6A35" w:rsidRDefault="008421B6" w:rsidP="0079164F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8421B6" w:rsidRPr="006B6A35" w:rsidRDefault="008421B6" w:rsidP="00357140">
            <w:pPr>
              <w:jc w:val="center"/>
            </w:pPr>
            <w:r w:rsidRPr="006B6A35">
              <w:t>310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/>
          </w:tcPr>
          <w:p w:rsidR="008421B6" w:rsidRPr="006B6A35" w:rsidRDefault="008421B6" w:rsidP="00D27F00">
            <w:pPr>
              <w:jc w:val="center"/>
            </w:pPr>
          </w:p>
        </w:tc>
        <w:tc>
          <w:tcPr>
            <w:tcW w:w="5245" w:type="dxa"/>
          </w:tcPr>
          <w:p w:rsidR="008421B6" w:rsidRPr="006B6A35" w:rsidRDefault="008421B6" w:rsidP="00D27F00">
            <w:pPr>
              <w:jc w:val="both"/>
            </w:pPr>
            <w:r w:rsidRPr="006B6A35">
              <w:t>-плакаты</w:t>
            </w:r>
          </w:p>
        </w:tc>
        <w:tc>
          <w:tcPr>
            <w:tcW w:w="2552" w:type="dxa"/>
          </w:tcPr>
          <w:p w:rsidR="008421B6" w:rsidRPr="006B6A35" w:rsidRDefault="008421B6" w:rsidP="00FF7FA4">
            <w:pPr>
              <w:jc w:val="center"/>
            </w:pPr>
            <w:r w:rsidRPr="006B6A35">
              <w:t>1000 шт.х20руб.</w:t>
            </w:r>
          </w:p>
        </w:tc>
        <w:tc>
          <w:tcPr>
            <w:tcW w:w="1275" w:type="dxa"/>
          </w:tcPr>
          <w:p w:rsidR="008421B6" w:rsidRPr="006B6A35" w:rsidRDefault="008421B6" w:rsidP="00D27F00">
            <w:pPr>
              <w:jc w:val="center"/>
            </w:pPr>
            <w:r w:rsidRPr="006B6A35">
              <w:t>20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/>
          </w:tcPr>
          <w:p w:rsidR="008421B6" w:rsidRPr="006B6A35" w:rsidRDefault="008421B6" w:rsidP="00D27F00">
            <w:pPr>
              <w:jc w:val="center"/>
            </w:pPr>
          </w:p>
        </w:tc>
        <w:tc>
          <w:tcPr>
            <w:tcW w:w="5245" w:type="dxa"/>
          </w:tcPr>
          <w:p w:rsidR="008421B6" w:rsidRPr="006B6A35" w:rsidRDefault="008421B6" w:rsidP="00D27F00">
            <w:pPr>
              <w:jc w:val="both"/>
            </w:pPr>
            <w:r w:rsidRPr="006B6A35">
              <w:t>-календарь</w:t>
            </w:r>
          </w:p>
        </w:tc>
        <w:tc>
          <w:tcPr>
            <w:tcW w:w="2552" w:type="dxa"/>
          </w:tcPr>
          <w:p w:rsidR="008421B6" w:rsidRPr="006B6A35" w:rsidRDefault="008421B6" w:rsidP="002725CE">
            <w:pPr>
              <w:jc w:val="center"/>
            </w:pPr>
            <w:r w:rsidRPr="006B6A35">
              <w:t>500 шт.х180руб.</w:t>
            </w:r>
          </w:p>
        </w:tc>
        <w:tc>
          <w:tcPr>
            <w:tcW w:w="1275" w:type="dxa"/>
          </w:tcPr>
          <w:p w:rsidR="008421B6" w:rsidRPr="006B6A35" w:rsidRDefault="008421B6" w:rsidP="00D27F00">
            <w:pPr>
              <w:jc w:val="center"/>
            </w:pPr>
            <w:r w:rsidRPr="006B6A35">
              <w:t>90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/>
          </w:tcPr>
          <w:p w:rsidR="008421B6" w:rsidRPr="006B6A35" w:rsidRDefault="008421B6" w:rsidP="00D27F00">
            <w:pPr>
              <w:jc w:val="center"/>
            </w:pPr>
          </w:p>
        </w:tc>
        <w:tc>
          <w:tcPr>
            <w:tcW w:w="5245" w:type="dxa"/>
          </w:tcPr>
          <w:p w:rsidR="008421B6" w:rsidRPr="006B6A35" w:rsidRDefault="008421B6" w:rsidP="00D27F00">
            <w:pPr>
              <w:jc w:val="both"/>
            </w:pPr>
            <w:r w:rsidRPr="006B6A35">
              <w:t>-пакет с символикой города</w:t>
            </w:r>
          </w:p>
        </w:tc>
        <w:tc>
          <w:tcPr>
            <w:tcW w:w="2552" w:type="dxa"/>
          </w:tcPr>
          <w:p w:rsidR="008421B6" w:rsidRPr="006B6A35" w:rsidRDefault="008421B6" w:rsidP="002725CE">
            <w:pPr>
              <w:jc w:val="center"/>
            </w:pPr>
            <w:r w:rsidRPr="006B6A35">
              <w:t>2000 шт.х85руб.</w:t>
            </w:r>
          </w:p>
        </w:tc>
        <w:tc>
          <w:tcPr>
            <w:tcW w:w="1275" w:type="dxa"/>
          </w:tcPr>
          <w:p w:rsidR="008421B6" w:rsidRPr="006B6A35" w:rsidRDefault="008421B6" w:rsidP="00D27F00">
            <w:pPr>
              <w:jc w:val="center"/>
            </w:pPr>
            <w:r w:rsidRPr="006B6A35">
              <w:t>170</w:t>
            </w:r>
          </w:p>
        </w:tc>
      </w:tr>
      <w:tr w:rsidR="008421B6" w:rsidRPr="006B6A35">
        <w:trPr>
          <w:trHeight w:val="72"/>
        </w:trPr>
        <w:tc>
          <w:tcPr>
            <w:tcW w:w="709" w:type="dxa"/>
            <w:vMerge/>
          </w:tcPr>
          <w:p w:rsidR="008421B6" w:rsidRPr="006B6A35" w:rsidRDefault="008421B6" w:rsidP="00D27F00">
            <w:pPr>
              <w:jc w:val="center"/>
            </w:pPr>
          </w:p>
        </w:tc>
        <w:tc>
          <w:tcPr>
            <w:tcW w:w="5245" w:type="dxa"/>
          </w:tcPr>
          <w:p w:rsidR="008421B6" w:rsidRPr="006B6A35" w:rsidRDefault="008421B6" w:rsidP="00D27F00">
            <w:pPr>
              <w:jc w:val="both"/>
            </w:pPr>
            <w:r w:rsidRPr="006B6A35">
              <w:t>-ручки</w:t>
            </w:r>
          </w:p>
        </w:tc>
        <w:tc>
          <w:tcPr>
            <w:tcW w:w="2552" w:type="dxa"/>
          </w:tcPr>
          <w:p w:rsidR="008421B6" w:rsidRPr="006B6A35" w:rsidRDefault="008421B6" w:rsidP="002725CE">
            <w:pPr>
              <w:jc w:val="center"/>
            </w:pPr>
            <w:r w:rsidRPr="006B6A35">
              <w:t>2000 шт.х15руб.</w:t>
            </w:r>
          </w:p>
        </w:tc>
        <w:tc>
          <w:tcPr>
            <w:tcW w:w="1275" w:type="dxa"/>
          </w:tcPr>
          <w:p w:rsidR="008421B6" w:rsidRPr="006B6A35" w:rsidRDefault="008421B6" w:rsidP="002725CE">
            <w:pPr>
              <w:jc w:val="center"/>
            </w:pPr>
            <w:r w:rsidRPr="006B6A35">
              <w:t>30</w:t>
            </w:r>
          </w:p>
        </w:tc>
      </w:tr>
      <w:tr w:rsidR="008421B6" w:rsidRPr="006B6A35">
        <w:trPr>
          <w:cantSplit/>
          <w:trHeight w:val="72"/>
        </w:trPr>
        <w:tc>
          <w:tcPr>
            <w:tcW w:w="709" w:type="dxa"/>
            <w:vMerge w:val="restart"/>
          </w:tcPr>
          <w:p w:rsidR="008421B6" w:rsidRPr="006B6A35" w:rsidRDefault="008421B6" w:rsidP="00E91E11">
            <w:pPr>
              <w:jc w:val="center"/>
            </w:pPr>
            <w:r w:rsidRPr="006B6A35">
              <w:t>3.</w:t>
            </w:r>
          </w:p>
        </w:tc>
        <w:tc>
          <w:tcPr>
            <w:tcW w:w="5245" w:type="dxa"/>
          </w:tcPr>
          <w:p w:rsidR="008421B6" w:rsidRPr="006B6A35" w:rsidRDefault="008421B6" w:rsidP="001E3D8A">
            <w:pPr>
              <w:jc w:val="both"/>
            </w:pPr>
            <w:r w:rsidRPr="006B6A35">
              <w:t>Изготовление и поставка флагов:</w:t>
            </w:r>
          </w:p>
        </w:tc>
        <w:tc>
          <w:tcPr>
            <w:tcW w:w="2552" w:type="dxa"/>
          </w:tcPr>
          <w:p w:rsidR="008421B6" w:rsidRPr="006B6A35" w:rsidRDefault="008421B6" w:rsidP="00D27F00">
            <w:pPr>
              <w:jc w:val="center"/>
            </w:pPr>
          </w:p>
        </w:tc>
        <w:tc>
          <w:tcPr>
            <w:tcW w:w="1275" w:type="dxa"/>
          </w:tcPr>
          <w:p w:rsidR="008421B6" w:rsidRPr="006B6A35" w:rsidRDefault="008421B6" w:rsidP="00D27F00">
            <w:pPr>
              <w:jc w:val="center"/>
            </w:pPr>
            <w:r w:rsidRPr="006B6A35">
              <w:t>1185</w:t>
            </w:r>
          </w:p>
        </w:tc>
      </w:tr>
      <w:tr w:rsidR="008421B6" w:rsidRPr="006B6A35">
        <w:trPr>
          <w:cantSplit/>
          <w:trHeight w:val="72"/>
        </w:trPr>
        <w:tc>
          <w:tcPr>
            <w:tcW w:w="709" w:type="dxa"/>
            <w:vMerge/>
          </w:tcPr>
          <w:p w:rsidR="008421B6" w:rsidRPr="006B6A35" w:rsidRDefault="008421B6" w:rsidP="00D27F00"/>
        </w:tc>
        <w:tc>
          <w:tcPr>
            <w:tcW w:w="5245" w:type="dxa"/>
            <w:vAlign w:val="bottom"/>
          </w:tcPr>
          <w:p w:rsidR="008421B6" w:rsidRPr="006B6A35" w:rsidRDefault="008421B6" w:rsidP="00BE097A">
            <w:r w:rsidRPr="006B6A35">
              <w:t xml:space="preserve">-флаг знаменного типа (бархат) на древке с                      подставкой    </w:t>
            </w:r>
          </w:p>
        </w:tc>
        <w:tc>
          <w:tcPr>
            <w:tcW w:w="2552" w:type="dxa"/>
          </w:tcPr>
          <w:p w:rsidR="008421B6" w:rsidRPr="006B6A35" w:rsidRDefault="008421B6" w:rsidP="00BE097A">
            <w:pPr>
              <w:jc w:val="center"/>
            </w:pPr>
            <w:r w:rsidRPr="006B6A35">
              <w:t>9 шт.х53889 руб.</w:t>
            </w:r>
          </w:p>
          <w:p w:rsidR="008421B6" w:rsidRPr="006B6A35" w:rsidRDefault="008421B6" w:rsidP="00D27F00">
            <w:pPr>
              <w:jc w:val="center"/>
            </w:pPr>
          </w:p>
        </w:tc>
        <w:tc>
          <w:tcPr>
            <w:tcW w:w="1275" w:type="dxa"/>
          </w:tcPr>
          <w:p w:rsidR="008421B6" w:rsidRPr="006B6A35" w:rsidRDefault="008421B6" w:rsidP="00D27F00">
            <w:pPr>
              <w:jc w:val="center"/>
            </w:pPr>
            <w:r w:rsidRPr="006B6A35">
              <w:t>485</w:t>
            </w:r>
          </w:p>
        </w:tc>
      </w:tr>
      <w:tr w:rsidR="008421B6" w:rsidRPr="006B6A35">
        <w:trPr>
          <w:cantSplit/>
          <w:trHeight w:val="72"/>
        </w:trPr>
        <w:tc>
          <w:tcPr>
            <w:tcW w:w="709" w:type="dxa"/>
            <w:vMerge/>
          </w:tcPr>
          <w:p w:rsidR="008421B6" w:rsidRPr="006B6A35" w:rsidRDefault="008421B6" w:rsidP="00D27F00"/>
        </w:tc>
        <w:tc>
          <w:tcPr>
            <w:tcW w:w="5245" w:type="dxa"/>
            <w:vAlign w:val="bottom"/>
          </w:tcPr>
          <w:p w:rsidR="008421B6" w:rsidRPr="006B6A35" w:rsidRDefault="008421B6" w:rsidP="00BE097A">
            <w:r w:rsidRPr="006B6A35">
              <w:t xml:space="preserve">-флаг печатный с рисунком на древке с                       подставкой  </w:t>
            </w:r>
          </w:p>
        </w:tc>
        <w:tc>
          <w:tcPr>
            <w:tcW w:w="2552" w:type="dxa"/>
          </w:tcPr>
          <w:p w:rsidR="008421B6" w:rsidRPr="006B6A35" w:rsidRDefault="008421B6" w:rsidP="00BE097A">
            <w:pPr>
              <w:jc w:val="center"/>
            </w:pPr>
            <w:r w:rsidRPr="006B6A35">
              <w:t>100 шт.х 4500 руб.</w:t>
            </w:r>
          </w:p>
          <w:p w:rsidR="008421B6" w:rsidRPr="006B6A35" w:rsidRDefault="008421B6" w:rsidP="00D27F00">
            <w:pPr>
              <w:jc w:val="center"/>
            </w:pPr>
          </w:p>
        </w:tc>
        <w:tc>
          <w:tcPr>
            <w:tcW w:w="1275" w:type="dxa"/>
          </w:tcPr>
          <w:p w:rsidR="008421B6" w:rsidRPr="006B6A35" w:rsidRDefault="008421B6" w:rsidP="00D27F00">
            <w:pPr>
              <w:jc w:val="center"/>
            </w:pPr>
            <w:r w:rsidRPr="006B6A35">
              <w:t>450</w:t>
            </w:r>
          </w:p>
        </w:tc>
      </w:tr>
      <w:tr w:rsidR="008421B6" w:rsidRPr="006B6A35">
        <w:trPr>
          <w:cantSplit/>
          <w:trHeight w:val="72"/>
        </w:trPr>
        <w:tc>
          <w:tcPr>
            <w:tcW w:w="709" w:type="dxa"/>
            <w:vMerge/>
          </w:tcPr>
          <w:p w:rsidR="008421B6" w:rsidRPr="006B6A35" w:rsidRDefault="008421B6" w:rsidP="00D27F00"/>
        </w:tc>
        <w:tc>
          <w:tcPr>
            <w:tcW w:w="5245" w:type="dxa"/>
            <w:vAlign w:val="bottom"/>
          </w:tcPr>
          <w:p w:rsidR="008421B6" w:rsidRPr="006B6A35" w:rsidRDefault="008421B6" w:rsidP="00BE097A">
            <w:r w:rsidRPr="006B6A35">
              <w:t xml:space="preserve">-флаг печатный с рисунком </w:t>
            </w:r>
          </w:p>
        </w:tc>
        <w:tc>
          <w:tcPr>
            <w:tcW w:w="2552" w:type="dxa"/>
          </w:tcPr>
          <w:p w:rsidR="008421B6" w:rsidRPr="006B6A35" w:rsidRDefault="008421B6" w:rsidP="00D27F00">
            <w:pPr>
              <w:jc w:val="center"/>
            </w:pPr>
            <w:r w:rsidRPr="006B6A35">
              <w:t>500 шт.х 500 руб.</w:t>
            </w:r>
          </w:p>
        </w:tc>
        <w:tc>
          <w:tcPr>
            <w:tcW w:w="1275" w:type="dxa"/>
          </w:tcPr>
          <w:p w:rsidR="008421B6" w:rsidRPr="006B6A35" w:rsidRDefault="008421B6" w:rsidP="00D27F00">
            <w:pPr>
              <w:jc w:val="center"/>
            </w:pPr>
            <w:r w:rsidRPr="006B6A35">
              <w:t xml:space="preserve">250 </w:t>
            </w:r>
          </w:p>
        </w:tc>
      </w:tr>
      <w:tr w:rsidR="008421B6" w:rsidRPr="006B6A35">
        <w:trPr>
          <w:cantSplit/>
          <w:trHeight w:val="72"/>
        </w:trPr>
        <w:tc>
          <w:tcPr>
            <w:tcW w:w="709" w:type="dxa"/>
          </w:tcPr>
          <w:p w:rsidR="008421B6" w:rsidRPr="006B6A35" w:rsidRDefault="008421B6" w:rsidP="00357140">
            <w:pPr>
              <w:jc w:val="center"/>
            </w:pPr>
            <w:r w:rsidRPr="006B6A35">
              <w:t>4.</w:t>
            </w:r>
          </w:p>
        </w:tc>
        <w:tc>
          <w:tcPr>
            <w:tcW w:w="5245" w:type="dxa"/>
          </w:tcPr>
          <w:p w:rsidR="008421B6" w:rsidRPr="006B6A35" w:rsidRDefault="008421B6" w:rsidP="00E44AC4">
            <w:pPr>
              <w:jc w:val="both"/>
            </w:pPr>
            <w:r w:rsidRPr="006B6A35">
              <w:t>Изготовление знака «Почетный гражданин города Нефтеюганска»</w:t>
            </w:r>
          </w:p>
        </w:tc>
        <w:tc>
          <w:tcPr>
            <w:tcW w:w="2552" w:type="dxa"/>
          </w:tcPr>
          <w:p w:rsidR="008421B6" w:rsidRPr="006B6A35" w:rsidRDefault="008421B6" w:rsidP="00E44AC4">
            <w:pPr>
              <w:jc w:val="center"/>
            </w:pPr>
            <w:r w:rsidRPr="006B6A35">
              <w:t>12 шт.х4500 руб.</w:t>
            </w:r>
          </w:p>
        </w:tc>
        <w:tc>
          <w:tcPr>
            <w:tcW w:w="1275" w:type="dxa"/>
          </w:tcPr>
          <w:p w:rsidR="008421B6" w:rsidRPr="006B6A35" w:rsidRDefault="008421B6" w:rsidP="00E44AC4">
            <w:pPr>
              <w:jc w:val="center"/>
            </w:pPr>
            <w:r w:rsidRPr="006B6A35">
              <w:t>54</w:t>
            </w:r>
          </w:p>
        </w:tc>
      </w:tr>
      <w:tr w:rsidR="008421B6" w:rsidRPr="006B6A35">
        <w:trPr>
          <w:cantSplit/>
          <w:trHeight w:val="72"/>
        </w:trPr>
        <w:tc>
          <w:tcPr>
            <w:tcW w:w="709" w:type="dxa"/>
          </w:tcPr>
          <w:p w:rsidR="008421B6" w:rsidRPr="006B6A35" w:rsidRDefault="008421B6" w:rsidP="00357140">
            <w:pPr>
              <w:jc w:val="center"/>
            </w:pPr>
            <w:r w:rsidRPr="006B6A35">
              <w:t>5.</w:t>
            </w:r>
          </w:p>
        </w:tc>
        <w:tc>
          <w:tcPr>
            <w:tcW w:w="5245" w:type="dxa"/>
          </w:tcPr>
          <w:p w:rsidR="008421B6" w:rsidRPr="006B6A35" w:rsidRDefault="008421B6" w:rsidP="00E44AC4">
            <w:pPr>
              <w:jc w:val="both"/>
            </w:pPr>
            <w:r w:rsidRPr="006B6A35">
              <w:t>Установка флагов</w:t>
            </w:r>
          </w:p>
        </w:tc>
        <w:tc>
          <w:tcPr>
            <w:tcW w:w="2552" w:type="dxa"/>
          </w:tcPr>
          <w:p w:rsidR="008421B6" w:rsidRPr="006B6A35" w:rsidRDefault="008421B6" w:rsidP="00E44AC4">
            <w:pPr>
              <w:jc w:val="center"/>
            </w:pPr>
            <w:r w:rsidRPr="006B6A35">
              <w:t>500шт.х200руб.</w:t>
            </w:r>
          </w:p>
        </w:tc>
        <w:tc>
          <w:tcPr>
            <w:tcW w:w="1275" w:type="dxa"/>
          </w:tcPr>
          <w:p w:rsidR="008421B6" w:rsidRPr="006B6A35" w:rsidRDefault="008421B6" w:rsidP="007A5175">
            <w:pPr>
              <w:jc w:val="center"/>
            </w:pPr>
            <w:r w:rsidRPr="006B6A35">
              <w:t>100</w:t>
            </w:r>
          </w:p>
        </w:tc>
      </w:tr>
      <w:tr w:rsidR="008421B6" w:rsidRPr="006B6A35">
        <w:trPr>
          <w:cantSplit/>
          <w:trHeight w:val="72"/>
        </w:trPr>
        <w:tc>
          <w:tcPr>
            <w:tcW w:w="709" w:type="dxa"/>
          </w:tcPr>
          <w:p w:rsidR="008421B6" w:rsidRPr="006B6A35" w:rsidRDefault="008421B6" w:rsidP="00357140">
            <w:pPr>
              <w:jc w:val="center"/>
            </w:pPr>
            <w:r w:rsidRPr="006B6A35">
              <w:t>6.</w:t>
            </w:r>
          </w:p>
        </w:tc>
        <w:tc>
          <w:tcPr>
            <w:tcW w:w="5245" w:type="dxa"/>
          </w:tcPr>
          <w:p w:rsidR="008421B6" w:rsidRPr="006B6A35" w:rsidRDefault="008421B6" w:rsidP="0077030A">
            <w:pPr>
              <w:jc w:val="both"/>
            </w:pPr>
            <w:r w:rsidRPr="006B6A35">
              <w:t>Приобретение цветов на награждение в честь 45-летия города Нефтеюганска</w:t>
            </w:r>
          </w:p>
        </w:tc>
        <w:tc>
          <w:tcPr>
            <w:tcW w:w="2552" w:type="dxa"/>
          </w:tcPr>
          <w:p w:rsidR="008421B6" w:rsidRPr="006B6A35" w:rsidRDefault="008421B6" w:rsidP="00E44AC4">
            <w:pPr>
              <w:jc w:val="center"/>
            </w:pPr>
            <w:r w:rsidRPr="006B6A35">
              <w:t>80 шт.х556 руб. 25 коп.</w:t>
            </w:r>
          </w:p>
        </w:tc>
        <w:tc>
          <w:tcPr>
            <w:tcW w:w="1275" w:type="dxa"/>
          </w:tcPr>
          <w:p w:rsidR="008421B6" w:rsidRPr="006B6A35" w:rsidRDefault="008421B6" w:rsidP="00E44AC4">
            <w:pPr>
              <w:jc w:val="center"/>
            </w:pPr>
            <w:r w:rsidRPr="006B6A35">
              <w:t>44,5</w:t>
            </w:r>
          </w:p>
        </w:tc>
      </w:tr>
      <w:tr w:rsidR="008421B6" w:rsidRPr="006B6A35">
        <w:trPr>
          <w:trHeight w:val="269"/>
        </w:trPr>
        <w:tc>
          <w:tcPr>
            <w:tcW w:w="8506" w:type="dxa"/>
            <w:gridSpan w:val="3"/>
          </w:tcPr>
          <w:p w:rsidR="008421B6" w:rsidRPr="006B6A35" w:rsidRDefault="008421B6" w:rsidP="006752E3">
            <w:r w:rsidRPr="006B6A35">
              <w:t>Итого:</w:t>
            </w:r>
          </w:p>
        </w:tc>
        <w:tc>
          <w:tcPr>
            <w:tcW w:w="1275" w:type="dxa"/>
          </w:tcPr>
          <w:p w:rsidR="008421B6" w:rsidRPr="006B6A35" w:rsidRDefault="008421B6" w:rsidP="00357140">
            <w:pPr>
              <w:jc w:val="center"/>
            </w:pPr>
            <w:r w:rsidRPr="006B6A35">
              <w:t>3243,5</w:t>
            </w:r>
          </w:p>
        </w:tc>
      </w:tr>
    </w:tbl>
    <w:p w:rsidR="008421B6" w:rsidRPr="006B6A35" w:rsidRDefault="008421B6" w:rsidP="00C914E2">
      <w:pPr>
        <w:shd w:val="clear" w:color="auto" w:fill="FFFFFF"/>
        <w:jc w:val="both"/>
      </w:pPr>
    </w:p>
    <w:sectPr w:rsidR="008421B6" w:rsidRPr="006B6A35" w:rsidSect="005C3B4B">
      <w:headerReference w:type="default" r:id="rId9"/>
      <w:head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1B6" w:rsidRDefault="008421B6" w:rsidP="00A4272C">
      <w:r>
        <w:separator/>
      </w:r>
    </w:p>
  </w:endnote>
  <w:endnote w:type="continuationSeparator" w:id="0">
    <w:p w:rsidR="008421B6" w:rsidRDefault="008421B6" w:rsidP="00A427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1B6" w:rsidRDefault="008421B6" w:rsidP="00A4272C">
      <w:r>
        <w:separator/>
      </w:r>
    </w:p>
  </w:footnote>
  <w:footnote w:type="continuationSeparator" w:id="0">
    <w:p w:rsidR="008421B6" w:rsidRDefault="008421B6" w:rsidP="00A427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1B6" w:rsidRDefault="008421B6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8421B6" w:rsidRDefault="008421B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1B6" w:rsidRDefault="008421B6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8421B6" w:rsidRDefault="008421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F9ACEC1A"/>
    <w:name w:val="WW8Num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</w:rPr>
    </w:lvl>
  </w:abstractNum>
  <w:abstractNum w:abstractNumId="1">
    <w:nsid w:val="00000010"/>
    <w:multiLevelType w:val="singleLevel"/>
    <w:tmpl w:val="0000001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B206E82"/>
    <w:multiLevelType w:val="hybridMultilevel"/>
    <w:tmpl w:val="A7502534"/>
    <w:lvl w:ilvl="0" w:tplc="D2E2DE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C677926"/>
    <w:multiLevelType w:val="hybridMultilevel"/>
    <w:tmpl w:val="D9AEABCA"/>
    <w:name w:val="WW8Num262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8326CB"/>
    <w:multiLevelType w:val="hybridMultilevel"/>
    <w:tmpl w:val="E384C3FA"/>
    <w:name w:val="WW8Num8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399094B"/>
    <w:multiLevelType w:val="hybridMultilevel"/>
    <w:tmpl w:val="7098008C"/>
    <w:name w:val="WW8Num82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45315D"/>
    <w:multiLevelType w:val="hybridMultilevel"/>
    <w:tmpl w:val="D10E906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9FC1402"/>
    <w:multiLevelType w:val="hybridMultilevel"/>
    <w:tmpl w:val="A95E1FAA"/>
    <w:name w:val="WW8Num263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C17FA3"/>
    <w:multiLevelType w:val="hybridMultilevel"/>
    <w:tmpl w:val="0F745724"/>
    <w:lvl w:ilvl="0" w:tplc="8E748E1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702358"/>
    <w:multiLevelType w:val="multilevel"/>
    <w:tmpl w:val="89F27B0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E12D01"/>
    <w:multiLevelType w:val="multilevel"/>
    <w:tmpl w:val="7098008C"/>
    <w:lvl w:ilvl="0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A63EB8"/>
    <w:multiLevelType w:val="multilevel"/>
    <w:tmpl w:val="7098008C"/>
    <w:lvl w:ilvl="0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94F54"/>
    <w:multiLevelType w:val="multilevel"/>
    <w:tmpl w:val="1012D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350FEE"/>
    <w:multiLevelType w:val="hybridMultilevel"/>
    <w:tmpl w:val="86CE2608"/>
    <w:name w:val="WW8Num8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F35F10"/>
    <w:multiLevelType w:val="multilevel"/>
    <w:tmpl w:val="104A2644"/>
    <w:lvl w:ilvl="0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2A3908"/>
    <w:multiLevelType w:val="hybridMultilevel"/>
    <w:tmpl w:val="32F413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E51F05"/>
    <w:multiLevelType w:val="hybridMultilevel"/>
    <w:tmpl w:val="89306F56"/>
    <w:name w:val="WW8Num8223"/>
    <w:lvl w:ilvl="0" w:tplc="2208F1B2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17">
    <w:nsid w:val="29EF5E72"/>
    <w:multiLevelType w:val="hybridMultilevel"/>
    <w:tmpl w:val="1104365E"/>
    <w:lvl w:ilvl="0" w:tplc="8E748E1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677846"/>
    <w:multiLevelType w:val="multilevel"/>
    <w:tmpl w:val="A95E1F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CD52644"/>
    <w:multiLevelType w:val="multilevel"/>
    <w:tmpl w:val="89F27B0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EA6C18"/>
    <w:multiLevelType w:val="multilevel"/>
    <w:tmpl w:val="86CE2608"/>
    <w:lvl w:ilvl="0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601623"/>
    <w:multiLevelType w:val="hybridMultilevel"/>
    <w:tmpl w:val="5EF68708"/>
    <w:lvl w:ilvl="0" w:tplc="9EE4FFB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1B6FDF"/>
    <w:multiLevelType w:val="hybridMultilevel"/>
    <w:tmpl w:val="1012DAFA"/>
    <w:name w:val="WW8Num262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9C3BD8"/>
    <w:multiLevelType w:val="hybridMultilevel"/>
    <w:tmpl w:val="9DE87BE0"/>
    <w:lvl w:ilvl="0" w:tplc="A07AD9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332020E9"/>
    <w:multiLevelType w:val="multilevel"/>
    <w:tmpl w:val="86CE2608"/>
    <w:lvl w:ilvl="0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84A2C31"/>
    <w:multiLevelType w:val="hybridMultilevel"/>
    <w:tmpl w:val="104A2644"/>
    <w:name w:val="WW8Num822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84B472F"/>
    <w:multiLevelType w:val="multilevel"/>
    <w:tmpl w:val="BD5CE8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B4E55C6"/>
    <w:multiLevelType w:val="multilevel"/>
    <w:tmpl w:val="F9ACEC1A"/>
    <w:name w:val="WW8Num83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</w:rPr>
    </w:lvl>
  </w:abstractNum>
  <w:abstractNum w:abstractNumId="28">
    <w:nsid w:val="3DE2384A"/>
    <w:multiLevelType w:val="hybridMultilevel"/>
    <w:tmpl w:val="46605E22"/>
    <w:name w:val="WW8Num8225"/>
    <w:lvl w:ilvl="0" w:tplc="0E3A1BAE">
      <w:start w:val="1"/>
      <w:numFmt w:val="decimal"/>
      <w:lvlText w:val="4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DE829AA"/>
    <w:multiLevelType w:val="hybridMultilevel"/>
    <w:tmpl w:val="1B726AFA"/>
    <w:name w:val="WW8Num8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E3E1C92"/>
    <w:multiLevelType w:val="multilevel"/>
    <w:tmpl w:val="F9ACEC1A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</w:rPr>
    </w:lvl>
  </w:abstractNum>
  <w:abstractNum w:abstractNumId="31">
    <w:nsid w:val="43B94FCE"/>
    <w:multiLevelType w:val="multilevel"/>
    <w:tmpl w:val="89F27B0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A381CC4"/>
    <w:multiLevelType w:val="hybridMultilevel"/>
    <w:tmpl w:val="698A3D8C"/>
    <w:name w:val="WW8Num8224"/>
    <w:lvl w:ilvl="0" w:tplc="1CBE2A6E">
      <w:start w:val="1"/>
      <w:numFmt w:val="decimal"/>
      <w:lvlText w:val="3.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3">
    <w:nsid w:val="4E223ECE"/>
    <w:multiLevelType w:val="hybridMultilevel"/>
    <w:tmpl w:val="33EC3FDE"/>
    <w:name w:val="WW8Num263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FA235A7"/>
    <w:multiLevelType w:val="multilevel"/>
    <w:tmpl w:val="1B726AFA"/>
    <w:lvl w:ilvl="0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0DE1F19"/>
    <w:multiLevelType w:val="hybridMultilevel"/>
    <w:tmpl w:val="8AD6A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4284588"/>
    <w:multiLevelType w:val="hybridMultilevel"/>
    <w:tmpl w:val="8040B350"/>
    <w:name w:val="WW8Num26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9171DA1"/>
    <w:multiLevelType w:val="hybridMultilevel"/>
    <w:tmpl w:val="A0380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C85246E"/>
    <w:multiLevelType w:val="hybridMultilevel"/>
    <w:tmpl w:val="A94C7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351673B"/>
    <w:multiLevelType w:val="hybridMultilevel"/>
    <w:tmpl w:val="BF162F6C"/>
    <w:lvl w:ilvl="0" w:tplc="00000010">
      <w:start w:val="1"/>
      <w:numFmt w:val="decimal"/>
      <w:lvlText w:val="%1."/>
      <w:lvlJc w:val="left"/>
      <w:pPr>
        <w:tabs>
          <w:tab w:val="num" w:pos="1549"/>
        </w:tabs>
        <w:ind w:left="15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63E87A96"/>
    <w:multiLevelType w:val="hybridMultilevel"/>
    <w:tmpl w:val="54965310"/>
    <w:lvl w:ilvl="0" w:tplc="9B12AD6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1">
    <w:nsid w:val="64AD12B5"/>
    <w:multiLevelType w:val="hybridMultilevel"/>
    <w:tmpl w:val="A34C1B1A"/>
    <w:name w:val="WW8Num26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786E13"/>
    <w:multiLevelType w:val="multilevel"/>
    <w:tmpl w:val="0F74572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2EA4857"/>
    <w:multiLevelType w:val="hybridMultilevel"/>
    <w:tmpl w:val="D02A7A44"/>
    <w:lvl w:ilvl="0" w:tplc="8E748E1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32E6BD4"/>
    <w:multiLevelType w:val="multilevel"/>
    <w:tmpl w:val="1104365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D7147B"/>
    <w:multiLevelType w:val="multilevel"/>
    <w:tmpl w:val="86CE2608"/>
    <w:lvl w:ilvl="0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8651A4D"/>
    <w:multiLevelType w:val="multilevel"/>
    <w:tmpl w:val="1B726AFA"/>
    <w:lvl w:ilvl="0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A34685B"/>
    <w:multiLevelType w:val="hybridMultilevel"/>
    <w:tmpl w:val="8E0865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7D4B01E1"/>
    <w:multiLevelType w:val="hybridMultilevel"/>
    <w:tmpl w:val="6BF891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7"/>
  </w:num>
  <w:num w:numId="6">
    <w:abstractNumId w:val="36"/>
  </w:num>
  <w:num w:numId="7">
    <w:abstractNumId w:val="3"/>
  </w:num>
  <w:num w:numId="8">
    <w:abstractNumId w:val="41"/>
  </w:num>
  <w:num w:numId="9">
    <w:abstractNumId w:val="22"/>
  </w:num>
  <w:num w:numId="10">
    <w:abstractNumId w:val="12"/>
  </w:num>
  <w:num w:numId="11">
    <w:abstractNumId w:val="13"/>
  </w:num>
  <w:num w:numId="12">
    <w:abstractNumId w:val="20"/>
  </w:num>
  <w:num w:numId="13">
    <w:abstractNumId w:val="24"/>
  </w:num>
  <w:num w:numId="14">
    <w:abstractNumId w:val="29"/>
  </w:num>
  <w:num w:numId="15">
    <w:abstractNumId w:val="34"/>
  </w:num>
  <w:num w:numId="16">
    <w:abstractNumId w:val="5"/>
  </w:num>
  <w:num w:numId="17">
    <w:abstractNumId w:val="10"/>
  </w:num>
  <w:num w:numId="18">
    <w:abstractNumId w:val="25"/>
  </w:num>
  <w:num w:numId="19">
    <w:abstractNumId w:val="46"/>
  </w:num>
  <w:num w:numId="20">
    <w:abstractNumId w:val="16"/>
  </w:num>
  <w:num w:numId="21">
    <w:abstractNumId w:val="11"/>
  </w:num>
  <w:num w:numId="22">
    <w:abstractNumId w:val="32"/>
  </w:num>
  <w:num w:numId="23">
    <w:abstractNumId w:val="14"/>
  </w:num>
  <w:num w:numId="24">
    <w:abstractNumId w:val="28"/>
  </w:num>
  <w:num w:numId="25">
    <w:abstractNumId w:val="30"/>
  </w:num>
  <w:num w:numId="26">
    <w:abstractNumId w:val="27"/>
  </w:num>
  <w:num w:numId="27">
    <w:abstractNumId w:val="21"/>
  </w:num>
  <w:num w:numId="28">
    <w:abstractNumId w:val="8"/>
  </w:num>
  <w:num w:numId="29">
    <w:abstractNumId w:val="19"/>
  </w:num>
  <w:num w:numId="30">
    <w:abstractNumId w:val="17"/>
  </w:num>
  <w:num w:numId="31">
    <w:abstractNumId w:val="33"/>
  </w:num>
  <w:num w:numId="32">
    <w:abstractNumId w:val="9"/>
  </w:num>
  <w:num w:numId="33">
    <w:abstractNumId w:val="31"/>
  </w:num>
  <w:num w:numId="34">
    <w:abstractNumId w:val="26"/>
  </w:num>
  <w:num w:numId="35">
    <w:abstractNumId w:val="42"/>
  </w:num>
  <w:num w:numId="36">
    <w:abstractNumId w:val="7"/>
  </w:num>
  <w:num w:numId="37">
    <w:abstractNumId w:val="44"/>
  </w:num>
  <w:num w:numId="38">
    <w:abstractNumId w:val="43"/>
  </w:num>
  <w:num w:numId="39">
    <w:abstractNumId w:val="45"/>
  </w:num>
  <w:num w:numId="40">
    <w:abstractNumId w:val="48"/>
  </w:num>
  <w:num w:numId="41">
    <w:abstractNumId w:val="35"/>
  </w:num>
  <w:num w:numId="42">
    <w:abstractNumId w:val="18"/>
  </w:num>
  <w:num w:numId="43">
    <w:abstractNumId w:val="47"/>
  </w:num>
  <w:num w:numId="44">
    <w:abstractNumId w:val="6"/>
  </w:num>
  <w:num w:numId="45">
    <w:abstractNumId w:val="38"/>
  </w:num>
  <w:num w:numId="46">
    <w:abstractNumId w:val="40"/>
  </w:num>
  <w:num w:numId="47">
    <w:abstractNumId w:val="39"/>
  </w:num>
  <w:num w:numId="48">
    <w:abstractNumId w:val="15"/>
  </w:num>
  <w:num w:numId="4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ocumentProtection w:edit="readOnly" w:enforcement="1"/>
  <w:defaultTabStop w:val="708"/>
  <w:autoHyphenation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5563"/>
    <w:rsid w:val="00001CC7"/>
    <w:rsid w:val="00004A99"/>
    <w:rsid w:val="00005906"/>
    <w:rsid w:val="0000773B"/>
    <w:rsid w:val="00007F32"/>
    <w:rsid w:val="00010342"/>
    <w:rsid w:val="00011A58"/>
    <w:rsid w:val="000122C9"/>
    <w:rsid w:val="0001386D"/>
    <w:rsid w:val="0001405A"/>
    <w:rsid w:val="000150E1"/>
    <w:rsid w:val="00016E76"/>
    <w:rsid w:val="000202CF"/>
    <w:rsid w:val="00020AD9"/>
    <w:rsid w:val="000211EA"/>
    <w:rsid w:val="00021416"/>
    <w:rsid w:val="0002145F"/>
    <w:rsid w:val="00021EA1"/>
    <w:rsid w:val="00022EC5"/>
    <w:rsid w:val="00024F7E"/>
    <w:rsid w:val="000258C3"/>
    <w:rsid w:val="00025A82"/>
    <w:rsid w:val="00026165"/>
    <w:rsid w:val="00026620"/>
    <w:rsid w:val="0002675F"/>
    <w:rsid w:val="000308C4"/>
    <w:rsid w:val="00032682"/>
    <w:rsid w:val="0003388E"/>
    <w:rsid w:val="00033F79"/>
    <w:rsid w:val="00037A23"/>
    <w:rsid w:val="00040580"/>
    <w:rsid w:val="00041350"/>
    <w:rsid w:val="00041A57"/>
    <w:rsid w:val="00041B37"/>
    <w:rsid w:val="000426AE"/>
    <w:rsid w:val="00043DE0"/>
    <w:rsid w:val="0004593D"/>
    <w:rsid w:val="00046309"/>
    <w:rsid w:val="00051555"/>
    <w:rsid w:val="00053DE4"/>
    <w:rsid w:val="000541F0"/>
    <w:rsid w:val="0005423F"/>
    <w:rsid w:val="00054A3D"/>
    <w:rsid w:val="0005624A"/>
    <w:rsid w:val="00060D43"/>
    <w:rsid w:val="0006242E"/>
    <w:rsid w:val="00062987"/>
    <w:rsid w:val="0006624E"/>
    <w:rsid w:val="000667BC"/>
    <w:rsid w:val="000718F8"/>
    <w:rsid w:val="00071D64"/>
    <w:rsid w:val="000725AF"/>
    <w:rsid w:val="00072ABC"/>
    <w:rsid w:val="00073B28"/>
    <w:rsid w:val="00074176"/>
    <w:rsid w:val="00074695"/>
    <w:rsid w:val="000773CD"/>
    <w:rsid w:val="00077BDB"/>
    <w:rsid w:val="00081F86"/>
    <w:rsid w:val="000823A3"/>
    <w:rsid w:val="0008453A"/>
    <w:rsid w:val="000845DE"/>
    <w:rsid w:val="00084C5E"/>
    <w:rsid w:val="000866F9"/>
    <w:rsid w:val="00086E3B"/>
    <w:rsid w:val="00087BB5"/>
    <w:rsid w:val="00094AAC"/>
    <w:rsid w:val="00094CE4"/>
    <w:rsid w:val="000971D3"/>
    <w:rsid w:val="000A1151"/>
    <w:rsid w:val="000A135B"/>
    <w:rsid w:val="000A19D3"/>
    <w:rsid w:val="000A20FC"/>
    <w:rsid w:val="000A2198"/>
    <w:rsid w:val="000A46A7"/>
    <w:rsid w:val="000A5F85"/>
    <w:rsid w:val="000A754D"/>
    <w:rsid w:val="000B771C"/>
    <w:rsid w:val="000C0EC0"/>
    <w:rsid w:val="000C4AA9"/>
    <w:rsid w:val="000C5ABE"/>
    <w:rsid w:val="000C5F1C"/>
    <w:rsid w:val="000C5FBB"/>
    <w:rsid w:val="000C628B"/>
    <w:rsid w:val="000C6ACE"/>
    <w:rsid w:val="000D058C"/>
    <w:rsid w:val="000D0813"/>
    <w:rsid w:val="000D0C47"/>
    <w:rsid w:val="000D24DC"/>
    <w:rsid w:val="000D27AE"/>
    <w:rsid w:val="000D5DBA"/>
    <w:rsid w:val="000D6A6E"/>
    <w:rsid w:val="000D6EA9"/>
    <w:rsid w:val="000D7685"/>
    <w:rsid w:val="000E0B96"/>
    <w:rsid w:val="000E122F"/>
    <w:rsid w:val="000E1EA0"/>
    <w:rsid w:val="000E7ABB"/>
    <w:rsid w:val="000E7AD1"/>
    <w:rsid w:val="000F03EE"/>
    <w:rsid w:val="000F0A86"/>
    <w:rsid w:val="000F0EA9"/>
    <w:rsid w:val="000F0ED3"/>
    <w:rsid w:val="000F13D6"/>
    <w:rsid w:val="000F2052"/>
    <w:rsid w:val="000F2AA0"/>
    <w:rsid w:val="000F6115"/>
    <w:rsid w:val="000F68D0"/>
    <w:rsid w:val="00101436"/>
    <w:rsid w:val="00102692"/>
    <w:rsid w:val="00102C24"/>
    <w:rsid w:val="001046A4"/>
    <w:rsid w:val="00106B72"/>
    <w:rsid w:val="00107A10"/>
    <w:rsid w:val="00113635"/>
    <w:rsid w:val="00113FB3"/>
    <w:rsid w:val="001145C7"/>
    <w:rsid w:val="00115473"/>
    <w:rsid w:val="001162A8"/>
    <w:rsid w:val="001168C8"/>
    <w:rsid w:val="00117D8B"/>
    <w:rsid w:val="00120094"/>
    <w:rsid w:val="0012172B"/>
    <w:rsid w:val="0012187A"/>
    <w:rsid w:val="00122780"/>
    <w:rsid w:val="00123571"/>
    <w:rsid w:val="00126DA8"/>
    <w:rsid w:val="001321AB"/>
    <w:rsid w:val="00133A0F"/>
    <w:rsid w:val="00133E9D"/>
    <w:rsid w:val="001342D0"/>
    <w:rsid w:val="00136939"/>
    <w:rsid w:val="00140F05"/>
    <w:rsid w:val="00141F96"/>
    <w:rsid w:val="00142B06"/>
    <w:rsid w:val="00143553"/>
    <w:rsid w:val="00146452"/>
    <w:rsid w:val="001512F6"/>
    <w:rsid w:val="00151B6E"/>
    <w:rsid w:val="00151DFA"/>
    <w:rsid w:val="00151EBF"/>
    <w:rsid w:val="00153C4A"/>
    <w:rsid w:val="0015770F"/>
    <w:rsid w:val="00157C99"/>
    <w:rsid w:val="001600A2"/>
    <w:rsid w:val="00160C73"/>
    <w:rsid w:val="001614EA"/>
    <w:rsid w:val="0016299A"/>
    <w:rsid w:val="00164958"/>
    <w:rsid w:val="00166F2D"/>
    <w:rsid w:val="001679A9"/>
    <w:rsid w:val="00167E9D"/>
    <w:rsid w:val="00170CCF"/>
    <w:rsid w:val="00173833"/>
    <w:rsid w:val="0017433B"/>
    <w:rsid w:val="00174715"/>
    <w:rsid w:val="00174CF2"/>
    <w:rsid w:val="001754F5"/>
    <w:rsid w:val="0018192D"/>
    <w:rsid w:val="00182CBA"/>
    <w:rsid w:val="001831F3"/>
    <w:rsid w:val="001849A9"/>
    <w:rsid w:val="00186FF2"/>
    <w:rsid w:val="001924C5"/>
    <w:rsid w:val="00193B2C"/>
    <w:rsid w:val="00193ECE"/>
    <w:rsid w:val="00193F70"/>
    <w:rsid w:val="001A03B4"/>
    <w:rsid w:val="001A67B3"/>
    <w:rsid w:val="001A7C21"/>
    <w:rsid w:val="001B022A"/>
    <w:rsid w:val="001B0A18"/>
    <w:rsid w:val="001B1A28"/>
    <w:rsid w:val="001B1E67"/>
    <w:rsid w:val="001B4AE0"/>
    <w:rsid w:val="001B5568"/>
    <w:rsid w:val="001B6C69"/>
    <w:rsid w:val="001C0A60"/>
    <w:rsid w:val="001C2EDF"/>
    <w:rsid w:val="001C35D0"/>
    <w:rsid w:val="001C3611"/>
    <w:rsid w:val="001C4E35"/>
    <w:rsid w:val="001C68CE"/>
    <w:rsid w:val="001C6F58"/>
    <w:rsid w:val="001C765E"/>
    <w:rsid w:val="001C7673"/>
    <w:rsid w:val="001D03F1"/>
    <w:rsid w:val="001D0C22"/>
    <w:rsid w:val="001D17BB"/>
    <w:rsid w:val="001D2DC2"/>
    <w:rsid w:val="001D6BC2"/>
    <w:rsid w:val="001D72B5"/>
    <w:rsid w:val="001D794E"/>
    <w:rsid w:val="001E09B0"/>
    <w:rsid w:val="001E3D8A"/>
    <w:rsid w:val="001E478F"/>
    <w:rsid w:val="001E58BA"/>
    <w:rsid w:val="001E6DC2"/>
    <w:rsid w:val="001E7A4A"/>
    <w:rsid w:val="001F20FA"/>
    <w:rsid w:val="001F2750"/>
    <w:rsid w:val="001F2AB9"/>
    <w:rsid w:val="002002B3"/>
    <w:rsid w:val="00205280"/>
    <w:rsid w:val="0020554D"/>
    <w:rsid w:val="00206C1D"/>
    <w:rsid w:val="00207321"/>
    <w:rsid w:val="00207CED"/>
    <w:rsid w:val="0021029F"/>
    <w:rsid w:val="00212D85"/>
    <w:rsid w:val="00215936"/>
    <w:rsid w:val="0021741D"/>
    <w:rsid w:val="002175D6"/>
    <w:rsid w:val="0021765B"/>
    <w:rsid w:val="002233C7"/>
    <w:rsid w:val="0022402A"/>
    <w:rsid w:val="002250C4"/>
    <w:rsid w:val="002278CC"/>
    <w:rsid w:val="002300E4"/>
    <w:rsid w:val="002301DC"/>
    <w:rsid w:val="002304FE"/>
    <w:rsid w:val="00230CDF"/>
    <w:rsid w:val="0023236E"/>
    <w:rsid w:val="002324B8"/>
    <w:rsid w:val="00235622"/>
    <w:rsid w:val="00237AD8"/>
    <w:rsid w:val="002409FD"/>
    <w:rsid w:val="00241632"/>
    <w:rsid w:val="002421F3"/>
    <w:rsid w:val="002475CE"/>
    <w:rsid w:val="00251EB4"/>
    <w:rsid w:val="00252729"/>
    <w:rsid w:val="0025334F"/>
    <w:rsid w:val="00253A07"/>
    <w:rsid w:val="002548BC"/>
    <w:rsid w:val="00255F57"/>
    <w:rsid w:val="00256C7A"/>
    <w:rsid w:val="00260657"/>
    <w:rsid w:val="00262186"/>
    <w:rsid w:val="00263FC9"/>
    <w:rsid w:val="00266495"/>
    <w:rsid w:val="00266C0B"/>
    <w:rsid w:val="00267055"/>
    <w:rsid w:val="002679EE"/>
    <w:rsid w:val="002701DA"/>
    <w:rsid w:val="0027049E"/>
    <w:rsid w:val="00270763"/>
    <w:rsid w:val="00270E4A"/>
    <w:rsid w:val="002725CE"/>
    <w:rsid w:val="00272E8A"/>
    <w:rsid w:val="00274B80"/>
    <w:rsid w:val="00274D4F"/>
    <w:rsid w:val="0027549F"/>
    <w:rsid w:val="00275C0E"/>
    <w:rsid w:val="002779FF"/>
    <w:rsid w:val="00281308"/>
    <w:rsid w:val="00283436"/>
    <w:rsid w:val="00285F86"/>
    <w:rsid w:val="002873E4"/>
    <w:rsid w:val="002876C3"/>
    <w:rsid w:val="0029030B"/>
    <w:rsid w:val="002945C5"/>
    <w:rsid w:val="00296018"/>
    <w:rsid w:val="002B0248"/>
    <w:rsid w:val="002B0BB8"/>
    <w:rsid w:val="002B12E3"/>
    <w:rsid w:val="002B46B5"/>
    <w:rsid w:val="002B5816"/>
    <w:rsid w:val="002B6BAA"/>
    <w:rsid w:val="002B6E4D"/>
    <w:rsid w:val="002C25AA"/>
    <w:rsid w:val="002C2CD3"/>
    <w:rsid w:val="002C4094"/>
    <w:rsid w:val="002C4B59"/>
    <w:rsid w:val="002C57B5"/>
    <w:rsid w:val="002D084B"/>
    <w:rsid w:val="002D292E"/>
    <w:rsid w:val="002D31E3"/>
    <w:rsid w:val="002D33CE"/>
    <w:rsid w:val="002D37EB"/>
    <w:rsid w:val="002D478F"/>
    <w:rsid w:val="002D72BD"/>
    <w:rsid w:val="002D7972"/>
    <w:rsid w:val="002E3966"/>
    <w:rsid w:val="002E5387"/>
    <w:rsid w:val="002E6416"/>
    <w:rsid w:val="002F0CA2"/>
    <w:rsid w:val="002F2032"/>
    <w:rsid w:val="002F24DC"/>
    <w:rsid w:val="002F2CEA"/>
    <w:rsid w:val="002F3DCB"/>
    <w:rsid w:val="002F3E5A"/>
    <w:rsid w:val="002F4784"/>
    <w:rsid w:val="002F75FC"/>
    <w:rsid w:val="002F7796"/>
    <w:rsid w:val="00301039"/>
    <w:rsid w:val="00303ACB"/>
    <w:rsid w:val="00304C50"/>
    <w:rsid w:val="003073E6"/>
    <w:rsid w:val="003127A8"/>
    <w:rsid w:val="003133E0"/>
    <w:rsid w:val="00315F31"/>
    <w:rsid w:val="00317C68"/>
    <w:rsid w:val="00320223"/>
    <w:rsid w:val="00320B35"/>
    <w:rsid w:val="00320CA7"/>
    <w:rsid w:val="00321B60"/>
    <w:rsid w:val="003237A1"/>
    <w:rsid w:val="003238AD"/>
    <w:rsid w:val="003245A8"/>
    <w:rsid w:val="0032655E"/>
    <w:rsid w:val="0032689A"/>
    <w:rsid w:val="00327E9D"/>
    <w:rsid w:val="003310FE"/>
    <w:rsid w:val="003346E7"/>
    <w:rsid w:val="00334702"/>
    <w:rsid w:val="003366A0"/>
    <w:rsid w:val="00342BF3"/>
    <w:rsid w:val="00342CF5"/>
    <w:rsid w:val="00343D03"/>
    <w:rsid w:val="00346738"/>
    <w:rsid w:val="00346793"/>
    <w:rsid w:val="00355A9F"/>
    <w:rsid w:val="00356E69"/>
    <w:rsid w:val="00357140"/>
    <w:rsid w:val="0036020B"/>
    <w:rsid w:val="003645B8"/>
    <w:rsid w:val="0036570A"/>
    <w:rsid w:val="0036583B"/>
    <w:rsid w:val="00371F6A"/>
    <w:rsid w:val="00374FCB"/>
    <w:rsid w:val="0037563C"/>
    <w:rsid w:val="00377FC8"/>
    <w:rsid w:val="00380A03"/>
    <w:rsid w:val="003834F5"/>
    <w:rsid w:val="00384FD0"/>
    <w:rsid w:val="0038535D"/>
    <w:rsid w:val="00385ED6"/>
    <w:rsid w:val="003911F6"/>
    <w:rsid w:val="00391EAD"/>
    <w:rsid w:val="003931EB"/>
    <w:rsid w:val="00393605"/>
    <w:rsid w:val="00393EA1"/>
    <w:rsid w:val="00394128"/>
    <w:rsid w:val="00394303"/>
    <w:rsid w:val="00394AE5"/>
    <w:rsid w:val="00394F86"/>
    <w:rsid w:val="00395647"/>
    <w:rsid w:val="00395BEE"/>
    <w:rsid w:val="00395DCE"/>
    <w:rsid w:val="00395E78"/>
    <w:rsid w:val="003961F8"/>
    <w:rsid w:val="003A0BA5"/>
    <w:rsid w:val="003A1657"/>
    <w:rsid w:val="003A34C0"/>
    <w:rsid w:val="003A502D"/>
    <w:rsid w:val="003A5908"/>
    <w:rsid w:val="003A71CC"/>
    <w:rsid w:val="003B0081"/>
    <w:rsid w:val="003B548A"/>
    <w:rsid w:val="003B7EC9"/>
    <w:rsid w:val="003C2B3C"/>
    <w:rsid w:val="003C2F79"/>
    <w:rsid w:val="003C3562"/>
    <w:rsid w:val="003C3BC9"/>
    <w:rsid w:val="003C50EA"/>
    <w:rsid w:val="003C6051"/>
    <w:rsid w:val="003C6468"/>
    <w:rsid w:val="003C769C"/>
    <w:rsid w:val="003D4F52"/>
    <w:rsid w:val="003D5D2B"/>
    <w:rsid w:val="003D6D8F"/>
    <w:rsid w:val="003D7383"/>
    <w:rsid w:val="003E2A40"/>
    <w:rsid w:val="003E4A49"/>
    <w:rsid w:val="003E6C6F"/>
    <w:rsid w:val="003F1C76"/>
    <w:rsid w:val="003F2309"/>
    <w:rsid w:val="003F2C61"/>
    <w:rsid w:val="003F4509"/>
    <w:rsid w:val="003F4825"/>
    <w:rsid w:val="003F57E7"/>
    <w:rsid w:val="003F6E82"/>
    <w:rsid w:val="003F7C1B"/>
    <w:rsid w:val="00400FC8"/>
    <w:rsid w:val="00401EEF"/>
    <w:rsid w:val="00402C0B"/>
    <w:rsid w:val="0040357E"/>
    <w:rsid w:val="00404224"/>
    <w:rsid w:val="00404527"/>
    <w:rsid w:val="00404937"/>
    <w:rsid w:val="0040664A"/>
    <w:rsid w:val="00407AE5"/>
    <w:rsid w:val="00407E44"/>
    <w:rsid w:val="004102A7"/>
    <w:rsid w:val="00411B82"/>
    <w:rsid w:val="00411EC4"/>
    <w:rsid w:val="0041229E"/>
    <w:rsid w:val="00413381"/>
    <w:rsid w:val="004136DD"/>
    <w:rsid w:val="00413DD9"/>
    <w:rsid w:val="00415C94"/>
    <w:rsid w:val="00416EF0"/>
    <w:rsid w:val="0042075E"/>
    <w:rsid w:val="004220A7"/>
    <w:rsid w:val="00424045"/>
    <w:rsid w:val="00424606"/>
    <w:rsid w:val="00425D3E"/>
    <w:rsid w:val="00427C34"/>
    <w:rsid w:val="0043063F"/>
    <w:rsid w:val="00431533"/>
    <w:rsid w:val="0043278D"/>
    <w:rsid w:val="00436104"/>
    <w:rsid w:val="0043624A"/>
    <w:rsid w:val="00437919"/>
    <w:rsid w:val="004413A4"/>
    <w:rsid w:val="00441440"/>
    <w:rsid w:val="0044382F"/>
    <w:rsid w:val="00444622"/>
    <w:rsid w:val="00450A72"/>
    <w:rsid w:val="004512C0"/>
    <w:rsid w:val="00451464"/>
    <w:rsid w:val="0045175F"/>
    <w:rsid w:val="00452FB8"/>
    <w:rsid w:val="00453D31"/>
    <w:rsid w:val="00454CF4"/>
    <w:rsid w:val="00455CB1"/>
    <w:rsid w:val="00455E5D"/>
    <w:rsid w:val="00456581"/>
    <w:rsid w:val="0045770A"/>
    <w:rsid w:val="00457952"/>
    <w:rsid w:val="00461055"/>
    <w:rsid w:val="0046260B"/>
    <w:rsid w:val="00462B75"/>
    <w:rsid w:val="00463CD5"/>
    <w:rsid w:val="00464D4F"/>
    <w:rsid w:val="004652C6"/>
    <w:rsid w:val="00465557"/>
    <w:rsid w:val="00465847"/>
    <w:rsid w:val="00465C3B"/>
    <w:rsid w:val="004664B9"/>
    <w:rsid w:val="00467824"/>
    <w:rsid w:val="00467F5F"/>
    <w:rsid w:val="00470EDA"/>
    <w:rsid w:val="00471C73"/>
    <w:rsid w:val="00473034"/>
    <w:rsid w:val="00473D42"/>
    <w:rsid w:val="00477092"/>
    <w:rsid w:val="004771F1"/>
    <w:rsid w:val="00481074"/>
    <w:rsid w:val="004811DE"/>
    <w:rsid w:val="0048138C"/>
    <w:rsid w:val="00486196"/>
    <w:rsid w:val="00490495"/>
    <w:rsid w:val="0049390E"/>
    <w:rsid w:val="00493F7D"/>
    <w:rsid w:val="00494E5B"/>
    <w:rsid w:val="00495896"/>
    <w:rsid w:val="00496633"/>
    <w:rsid w:val="004967D4"/>
    <w:rsid w:val="00496803"/>
    <w:rsid w:val="00496E0D"/>
    <w:rsid w:val="004A3D7E"/>
    <w:rsid w:val="004A6490"/>
    <w:rsid w:val="004B0245"/>
    <w:rsid w:val="004B054C"/>
    <w:rsid w:val="004B256D"/>
    <w:rsid w:val="004B4C03"/>
    <w:rsid w:val="004B625A"/>
    <w:rsid w:val="004B6FC2"/>
    <w:rsid w:val="004C08E5"/>
    <w:rsid w:val="004C0A68"/>
    <w:rsid w:val="004C2522"/>
    <w:rsid w:val="004C2D6D"/>
    <w:rsid w:val="004C362A"/>
    <w:rsid w:val="004C3B78"/>
    <w:rsid w:val="004C5F96"/>
    <w:rsid w:val="004C64A0"/>
    <w:rsid w:val="004D1B37"/>
    <w:rsid w:val="004D2ACC"/>
    <w:rsid w:val="004D2E76"/>
    <w:rsid w:val="004D35EE"/>
    <w:rsid w:val="004D468A"/>
    <w:rsid w:val="004E209F"/>
    <w:rsid w:val="004E3427"/>
    <w:rsid w:val="004E3B2D"/>
    <w:rsid w:val="004E4C66"/>
    <w:rsid w:val="004E4E66"/>
    <w:rsid w:val="004E4F6D"/>
    <w:rsid w:val="004E5B51"/>
    <w:rsid w:val="004E5E10"/>
    <w:rsid w:val="004E78FC"/>
    <w:rsid w:val="004F0A89"/>
    <w:rsid w:val="004F3505"/>
    <w:rsid w:val="004F386A"/>
    <w:rsid w:val="004F3FC6"/>
    <w:rsid w:val="004F452E"/>
    <w:rsid w:val="004F5F12"/>
    <w:rsid w:val="004F6E1A"/>
    <w:rsid w:val="0050003A"/>
    <w:rsid w:val="00501CEE"/>
    <w:rsid w:val="00507A8B"/>
    <w:rsid w:val="00510301"/>
    <w:rsid w:val="00510654"/>
    <w:rsid w:val="0051342E"/>
    <w:rsid w:val="00513505"/>
    <w:rsid w:val="005135A8"/>
    <w:rsid w:val="00520AC4"/>
    <w:rsid w:val="0052373E"/>
    <w:rsid w:val="0052513A"/>
    <w:rsid w:val="005257BA"/>
    <w:rsid w:val="005267E0"/>
    <w:rsid w:val="0052716F"/>
    <w:rsid w:val="00527628"/>
    <w:rsid w:val="00530882"/>
    <w:rsid w:val="00530B47"/>
    <w:rsid w:val="00530D53"/>
    <w:rsid w:val="00531E43"/>
    <w:rsid w:val="005347BA"/>
    <w:rsid w:val="0054067C"/>
    <w:rsid w:val="00541E4B"/>
    <w:rsid w:val="0054252F"/>
    <w:rsid w:val="00542D45"/>
    <w:rsid w:val="00544E58"/>
    <w:rsid w:val="00545F51"/>
    <w:rsid w:val="00551BF3"/>
    <w:rsid w:val="00552D18"/>
    <w:rsid w:val="00555058"/>
    <w:rsid w:val="0055680B"/>
    <w:rsid w:val="005613B6"/>
    <w:rsid w:val="0056328D"/>
    <w:rsid w:val="005653A9"/>
    <w:rsid w:val="005659C6"/>
    <w:rsid w:val="00566531"/>
    <w:rsid w:val="00566DF5"/>
    <w:rsid w:val="00567949"/>
    <w:rsid w:val="00571B50"/>
    <w:rsid w:val="0057511C"/>
    <w:rsid w:val="0057515F"/>
    <w:rsid w:val="0057607C"/>
    <w:rsid w:val="00584D83"/>
    <w:rsid w:val="00586C57"/>
    <w:rsid w:val="005906A5"/>
    <w:rsid w:val="0059243E"/>
    <w:rsid w:val="00593387"/>
    <w:rsid w:val="00593E7E"/>
    <w:rsid w:val="0059672B"/>
    <w:rsid w:val="005A043B"/>
    <w:rsid w:val="005A05FD"/>
    <w:rsid w:val="005A171F"/>
    <w:rsid w:val="005A2CF5"/>
    <w:rsid w:val="005A603B"/>
    <w:rsid w:val="005A6CEC"/>
    <w:rsid w:val="005B1BF7"/>
    <w:rsid w:val="005B4113"/>
    <w:rsid w:val="005B42CA"/>
    <w:rsid w:val="005B44B1"/>
    <w:rsid w:val="005B4D38"/>
    <w:rsid w:val="005B679A"/>
    <w:rsid w:val="005C0696"/>
    <w:rsid w:val="005C1040"/>
    <w:rsid w:val="005C3B4B"/>
    <w:rsid w:val="005C3BFE"/>
    <w:rsid w:val="005C4CEF"/>
    <w:rsid w:val="005C50D1"/>
    <w:rsid w:val="005C79B5"/>
    <w:rsid w:val="005D2A84"/>
    <w:rsid w:val="005D37DD"/>
    <w:rsid w:val="005D650F"/>
    <w:rsid w:val="005E07CE"/>
    <w:rsid w:val="005E3655"/>
    <w:rsid w:val="005E3F62"/>
    <w:rsid w:val="005E63CD"/>
    <w:rsid w:val="005E6615"/>
    <w:rsid w:val="005E66BE"/>
    <w:rsid w:val="005E6D20"/>
    <w:rsid w:val="005E75F8"/>
    <w:rsid w:val="005F070D"/>
    <w:rsid w:val="005F1903"/>
    <w:rsid w:val="005F307F"/>
    <w:rsid w:val="005F30C2"/>
    <w:rsid w:val="005F7693"/>
    <w:rsid w:val="00601BDB"/>
    <w:rsid w:val="0060245F"/>
    <w:rsid w:val="00602DD0"/>
    <w:rsid w:val="00603C3A"/>
    <w:rsid w:val="006047D0"/>
    <w:rsid w:val="00604B0D"/>
    <w:rsid w:val="0060530F"/>
    <w:rsid w:val="00605E4E"/>
    <w:rsid w:val="0060614A"/>
    <w:rsid w:val="006062BC"/>
    <w:rsid w:val="006076D2"/>
    <w:rsid w:val="006078BA"/>
    <w:rsid w:val="00610DA9"/>
    <w:rsid w:val="00610EB9"/>
    <w:rsid w:val="006112D7"/>
    <w:rsid w:val="00612944"/>
    <w:rsid w:val="006132DB"/>
    <w:rsid w:val="006161F7"/>
    <w:rsid w:val="0061647F"/>
    <w:rsid w:val="006166A9"/>
    <w:rsid w:val="00617953"/>
    <w:rsid w:val="00617D97"/>
    <w:rsid w:val="00620DDA"/>
    <w:rsid w:val="00621351"/>
    <w:rsid w:val="006213B9"/>
    <w:rsid w:val="00621E83"/>
    <w:rsid w:val="00623B42"/>
    <w:rsid w:val="00625396"/>
    <w:rsid w:val="00626634"/>
    <w:rsid w:val="0063081F"/>
    <w:rsid w:val="0063465D"/>
    <w:rsid w:val="00635655"/>
    <w:rsid w:val="00636E72"/>
    <w:rsid w:val="0063701F"/>
    <w:rsid w:val="00637FB7"/>
    <w:rsid w:val="00640D0E"/>
    <w:rsid w:val="00641468"/>
    <w:rsid w:val="00641F74"/>
    <w:rsid w:val="00647C12"/>
    <w:rsid w:val="00651255"/>
    <w:rsid w:val="006519FD"/>
    <w:rsid w:val="0065484B"/>
    <w:rsid w:val="00654852"/>
    <w:rsid w:val="00654CC0"/>
    <w:rsid w:val="00655B7C"/>
    <w:rsid w:val="0065611A"/>
    <w:rsid w:val="00656E09"/>
    <w:rsid w:val="006610C7"/>
    <w:rsid w:val="00661670"/>
    <w:rsid w:val="006619A8"/>
    <w:rsid w:val="00662E0E"/>
    <w:rsid w:val="00663509"/>
    <w:rsid w:val="00664029"/>
    <w:rsid w:val="006646AD"/>
    <w:rsid w:val="00666F6D"/>
    <w:rsid w:val="0066748B"/>
    <w:rsid w:val="006726EE"/>
    <w:rsid w:val="00673172"/>
    <w:rsid w:val="006738B7"/>
    <w:rsid w:val="00674061"/>
    <w:rsid w:val="006752E3"/>
    <w:rsid w:val="006760A5"/>
    <w:rsid w:val="00676D56"/>
    <w:rsid w:val="00680500"/>
    <w:rsid w:val="006808CB"/>
    <w:rsid w:val="00680A3C"/>
    <w:rsid w:val="00680ED0"/>
    <w:rsid w:val="00681C43"/>
    <w:rsid w:val="006836CB"/>
    <w:rsid w:val="00683745"/>
    <w:rsid w:val="00684A74"/>
    <w:rsid w:val="00684C42"/>
    <w:rsid w:val="00685B15"/>
    <w:rsid w:val="00686EF3"/>
    <w:rsid w:val="00690D70"/>
    <w:rsid w:val="00693F20"/>
    <w:rsid w:val="00695EB7"/>
    <w:rsid w:val="006A00C9"/>
    <w:rsid w:val="006A0CBE"/>
    <w:rsid w:val="006A0EC6"/>
    <w:rsid w:val="006A15E0"/>
    <w:rsid w:val="006A1AFE"/>
    <w:rsid w:val="006A27FB"/>
    <w:rsid w:val="006A3244"/>
    <w:rsid w:val="006A44A7"/>
    <w:rsid w:val="006A46F2"/>
    <w:rsid w:val="006A5063"/>
    <w:rsid w:val="006A6A7C"/>
    <w:rsid w:val="006A734B"/>
    <w:rsid w:val="006B15F7"/>
    <w:rsid w:val="006B230F"/>
    <w:rsid w:val="006B34DE"/>
    <w:rsid w:val="006B3A0C"/>
    <w:rsid w:val="006B414F"/>
    <w:rsid w:val="006B5B05"/>
    <w:rsid w:val="006B6A35"/>
    <w:rsid w:val="006B799E"/>
    <w:rsid w:val="006B7B01"/>
    <w:rsid w:val="006C0C79"/>
    <w:rsid w:val="006C1C4F"/>
    <w:rsid w:val="006C1D9A"/>
    <w:rsid w:val="006C1E56"/>
    <w:rsid w:val="006C29F2"/>
    <w:rsid w:val="006C4258"/>
    <w:rsid w:val="006C58CF"/>
    <w:rsid w:val="006C712E"/>
    <w:rsid w:val="006D2163"/>
    <w:rsid w:val="006D3C11"/>
    <w:rsid w:val="006D51EC"/>
    <w:rsid w:val="006D5540"/>
    <w:rsid w:val="006D761F"/>
    <w:rsid w:val="006D7DBA"/>
    <w:rsid w:val="006E10C3"/>
    <w:rsid w:val="006E3CC9"/>
    <w:rsid w:val="006E40C1"/>
    <w:rsid w:val="006E4F99"/>
    <w:rsid w:val="006E6AE7"/>
    <w:rsid w:val="006E74D7"/>
    <w:rsid w:val="006E7AFF"/>
    <w:rsid w:val="006F16A4"/>
    <w:rsid w:val="006F1CF7"/>
    <w:rsid w:val="006F2E89"/>
    <w:rsid w:val="006F3877"/>
    <w:rsid w:val="006F553B"/>
    <w:rsid w:val="006F5EC3"/>
    <w:rsid w:val="006F6FE0"/>
    <w:rsid w:val="006F7841"/>
    <w:rsid w:val="006F7EF2"/>
    <w:rsid w:val="0070066A"/>
    <w:rsid w:val="0070435F"/>
    <w:rsid w:val="00704D74"/>
    <w:rsid w:val="007059C1"/>
    <w:rsid w:val="007078F4"/>
    <w:rsid w:val="00707CF0"/>
    <w:rsid w:val="00710198"/>
    <w:rsid w:val="00710CBB"/>
    <w:rsid w:val="00711DD6"/>
    <w:rsid w:val="00717C84"/>
    <w:rsid w:val="00722CAF"/>
    <w:rsid w:val="0072467F"/>
    <w:rsid w:val="00725F0C"/>
    <w:rsid w:val="00727765"/>
    <w:rsid w:val="00730A24"/>
    <w:rsid w:val="00731841"/>
    <w:rsid w:val="00732B84"/>
    <w:rsid w:val="00733A0B"/>
    <w:rsid w:val="00734577"/>
    <w:rsid w:val="00734E53"/>
    <w:rsid w:val="0073775D"/>
    <w:rsid w:val="007406E8"/>
    <w:rsid w:val="00740932"/>
    <w:rsid w:val="007412A4"/>
    <w:rsid w:val="0074258C"/>
    <w:rsid w:val="007441DF"/>
    <w:rsid w:val="00745A02"/>
    <w:rsid w:val="00746389"/>
    <w:rsid w:val="007534C2"/>
    <w:rsid w:val="00753D3C"/>
    <w:rsid w:val="00754415"/>
    <w:rsid w:val="0075577C"/>
    <w:rsid w:val="007619F7"/>
    <w:rsid w:val="00762405"/>
    <w:rsid w:val="00765443"/>
    <w:rsid w:val="007665F1"/>
    <w:rsid w:val="00766D59"/>
    <w:rsid w:val="00767C67"/>
    <w:rsid w:val="0077030A"/>
    <w:rsid w:val="00770A36"/>
    <w:rsid w:val="00771FA5"/>
    <w:rsid w:val="007741B0"/>
    <w:rsid w:val="00775F32"/>
    <w:rsid w:val="007765FC"/>
    <w:rsid w:val="00777C43"/>
    <w:rsid w:val="0078217A"/>
    <w:rsid w:val="0078234D"/>
    <w:rsid w:val="00787568"/>
    <w:rsid w:val="00787AD3"/>
    <w:rsid w:val="0079164F"/>
    <w:rsid w:val="00792996"/>
    <w:rsid w:val="007943DF"/>
    <w:rsid w:val="0079588B"/>
    <w:rsid w:val="007977D8"/>
    <w:rsid w:val="00797F4A"/>
    <w:rsid w:val="007A125F"/>
    <w:rsid w:val="007A2445"/>
    <w:rsid w:val="007A27E2"/>
    <w:rsid w:val="007A3E6D"/>
    <w:rsid w:val="007A42DF"/>
    <w:rsid w:val="007A5175"/>
    <w:rsid w:val="007A609A"/>
    <w:rsid w:val="007A6607"/>
    <w:rsid w:val="007A6E22"/>
    <w:rsid w:val="007B7B54"/>
    <w:rsid w:val="007C0F0A"/>
    <w:rsid w:val="007C179A"/>
    <w:rsid w:val="007C4077"/>
    <w:rsid w:val="007C4194"/>
    <w:rsid w:val="007C5430"/>
    <w:rsid w:val="007C5543"/>
    <w:rsid w:val="007C7EB9"/>
    <w:rsid w:val="007D1479"/>
    <w:rsid w:val="007D1585"/>
    <w:rsid w:val="007D1A89"/>
    <w:rsid w:val="007D477A"/>
    <w:rsid w:val="007D4D56"/>
    <w:rsid w:val="007E7132"/>
    <w:rsid w:val="007E7294"/>
    <w:rsid w:val="007F1727"/>
    <w:rsid w:val="007F178F"/>
    <w:rsid w:val="007F2844"/>
    <w:rsid w:val="007F32A8"/>
    <w:rsid w:val="007F4413"/>
    <w:rsid w:val="007F587F"/>
    <w:rsid w:val="007F72BB"/>
    <w:rsid w:val="008001F9"/>
    <w:rsid w:val="00803C06"/>
    <w:rsid w:val="00805D4D"/>
    <w:rsid w:val="0080658A"/>
    <w:rsid w:val="00806F2F"/>
    <w:rsid w:val="0081193F"/>
    <w:rsid w:val="00811E78"/>
    <w:rsid w:val="00812932"/>
    <w:rsid w:val="00812D18"/>
    <w:rsid w:val="008135FE"/>
    <w:rsid w:val="0081459C"/>
    <w:rsid w:val="008173AF"/>
    <w:rsid w:val="008215EE"/>
    <w:rsid w:val="00822849"/>
    <w:rsid w:val="0082363E"/>
    <w:rsid w:val="00826269"/>
    <w:rsid w:val="008269A2"/>
    <w:rsid w:val="0083143C"/>
    <w:rsid w:val="00832751"/>
    <w:rsid w:val="008333A9"/>
    <w:rsid w:val="00833C47"/>
    <w:rsid w:val="008346BA"/>
    <w:rsid w:val="008348FB"/>
    <w:rsid w:val="008364C8"/>
    <w:rsid w:val="00837BDD"/>
    <w:rsid w:val="00837C8C"/>
    <w:rsid w:val="008421B6"/>
    <w:rsid w:val="00843A93"/>
    <w:rsid w:val="00843E31"/>
    <w:rsid w:val="008445DD"/>
    <w:rsid w:val="008473DF"/>
    <w:rsid w:val="00850274"/>
    <w:rsid w:val="00850BF4"/>
    <w:rsid w:val="0085155F"/>
    <w:rsid w:val="00851BD3"/>
    <w:rsid w:val="00851FBA"/>
    <w:rsid w:val="008530B8"/>
    <w:rsid w:val="00854C16"/>
    <w:rsid w:val="00860408"/>
    <w:rsid w:val="00860684"/>
    <w:rsid w:val="008610A7"/>
    <w:rsid w:val="00863082"/>
    <w:rsid w:val="008635BB"/>
    <w:rsid w:val="0086447D"/>
    <w:rsid w:val="00865C99"/>
    <w:rsid w:val="00866117"/>
    <w:rsid w:val="00867683"/>
    <w:rsid w:val="008704F0"/>
    <w:rsid w:val="00870C84"/>
    <w:rsid w:val="00872F61"/>
    <w:rsid w:val="008730F6"/>
    <w:rsid w:val="008746A2"/>
    <w:rsid w:val="00874A75"/>
    <w:rsid w:val="00876CA1"/>
    <w:rsid w:val="00881A05"/>
    <w:rsid w:val="00881D8F"/>
    <w:rsid w:val="00881E4F"/>
    <w:rsid w:val="00882433"/>
    <w:rsid w:val="00882F41"/>
    <w:rsid w:val="00883573"/>
    <w:rsid w:val="008836A6"/>
    <w:rsid w:val="00886BDB"/>
    <w:rsid w:val="00886C99"/>
    <w:rsid w:val="0089042D"/>
    <w:rsid w:val="0089465B"/>
    <w:rsid w:val="008A26DA"/>
    <w:rsid w:val="008A39FF"/>
    <w:rsid w:val="008A3CEF"/>
    <w:rsid w:val="008A4CDF"/>
    <w:rsid w:val="008A5563"/>
    <w:rsid w:val="008A6A0A"/>
    <w:rsid w:val="008B7A22"/>
    <w:rsid w:val="008C2A0A"/>
    <w:rsid w:val="008C2F7E"/>
    <w:rsid w:val="008C308E"/>
    <w:rsid w:val="008C5D2E"/>
    <w:rsid w:val="008C6F0F"/>
    <w:rsid w:val="008D1087"/>
    <w:rsid w:val="008D4E9F"/>
    <w:rsid w:val="008D70BB"/>
    <w:rsid w:val="008D7952"/>
    <w:rsid w:val="008E00A3"/>
    <w:rsid w:val="008E2D7B"/>
    <w:rsid w:val="008E308A"/>
    <w:rsid w:val="008E58BA"/>
    <w:rsid w:val="008E6126"/>
    <w:rsid w:val="008E6245"/>
    <w:rsid w:val="008F10A7"/>
    <w:rsid w:val="008F11A0"/>
    <w:rsid w:val="008F20C6"/>
    <w:rsid w:val="008F247F"/>
    <w:rsid w:val="008F34FF"/>
    <w:rsid w:val="008F3D97"/>
    <w:rsid w:val="008F43F1"/>
    <w:rsid w:val="008F5085"/>
    <w:rsid w:val="008F6E0B"/>
    <w:rsid w:val="008F70B6"/>
    <w:rsid w:val="00900DEB"/>
    <w:rsid w:val="0090144F"/>
    <w:rsid w:val="00902853"/>
    <w:rsid w:val="00902F6F"/>
    <w:rsid w:val="0090450B"/>
    <w:rsid w:val="00910C5A"/>
    <w:rsid w:val="00911025"/>
    <w:rsid w:val="00911117"/>
    <w:rsid w:val="0091180A"/>
    <w:rsid w:val="009144A2"/>
    <w:rsid w:val="009146EF"/>
    <w:rsid w:val="00914720"/>
    <w:rsid w:val="00914E2D"/>
    <w:rsid w:val="00914EFC"/>
    <w:rsid w:val="00915B70"/>
    <w:rsid w:val="00915D83"/>
    <w:rsid w:val="00916D9C"/>
    <w:rsid w:val="00921934"/>
    <w:rsid w:val="009243F1"/>
    <w:rsid w:val="00925D7B"/>
    <w:rsid w:val="00925FBE"/>
    <w:rsid w:val="00927A59"/>
    <w:rsid w:val="00927A9B"/>
    <w:rsid w:val="009312EC"/>
    <w:rsid w:val="00931442"/>
    <w:rsid w:val="009319FA"/>
    <w:rsid w:val="00933E19"/>
    <w:rsid w:val="0093538D"/>
    <w:rsid w:val="0093545B"/>
    <w:rsid w:val="009358FD"/>
    <w:rsid w:val="00935FF9"/>
    <w:rsid w:val="00936093"/>
    <w:rsid w:val="00936256"/>
    <w:rsid w:val="00937671"/>
    <w:rsid w:val="00940198"/>
    <w:rsid w:val="00940B06"/>
    <w:rsid w:val="009412FF"/>
    <w:rsid w:val="009433EA"/>
    <w:rsid w:val="00943D89"/>
    <w:rsid w:val="0095056B"/>
    <w:rsid w:val="009514BD"/>
    <w:rsid w:val="00952021"/>
    <w:rsid w:val="00953300"/>
    <w:rsid w:val="00957A7B"/>
    <w:rsid w:val="0096161E"/>
    <w:rsid w:val="00961BE2"/>
    <w:rsid w:val="00961FCE"/>
    <w:rsid w:val="009621C6"/>
    <w:rsid w:val="00963A5A"/>
    <w:rsid w:val="00963E5A"/>
    <w:rsid w:val="00965140"/>
    <w:rsid w:val="00965BE9"/>
    <w:rsid w:val="00967628"/>
    <w:rsid w:val="00970206"/>
    <w:rsid w:val="009713FE"/>
    <w:rsid w:val="00972934"/>
    <w:rsid w:val="0097404B"/>
    <w:rsid w:val="009748A2"/>
    <w:rsid w:val="0097557F"/>
    <w:rsid w:val="00975982"/>
    <w:rsid w:val="009804B7"/>
    <w:rsid w:val="009809C8"/>
    <w:rsid w:val="009812A4"/>
    <w:rsid w:val="009841DB"/>
    <w:rsid w:val="0098429C"/>
    <w:rsid w:val="00991260"/>
    <w:rsid w:val="00992C93"/>
    <w:rsid w:val="00993C2F"/>
    <w:rsid w:val="00994530"/>
    <w:rsid w:val="009972C4"/>
    <w:rsid w:val="009A0C14"/>
    <w:rsid w:val="009A12AA"/>
    <w:rsid w:val="009A223E"/>
    <w:rsid w:val="009A235B"/>
    <w:rsid w:val="009A2B91"/>
    <w:rsid w:val="009A5B15"/>
    <w:rsid w:val="009B0B54"/>
    <w:rsid w:val="009B116B"/>
    <w:rsid w:val="009B1DA3"/>
    <w:rsid w:val="009B1F33"/>
    <w:rsid w:val="009B6B2B"/>
    <w:rsid w:val="009B7938"/>
    <w:rsid w:val="009C2955"/>
    <w:rsid w:val="009C2FBE"/>
    <w:rsid w:val="009C47AE"/>
    <w:rsid w:val="009D0456"/>
    <w:rsid w:val="009D26BD"/>
    <w:rsid w:val="009D2B85"/>
    <w:rsid w:val="009D4771"/>
    <w:rsid w:val="009D63D1"/>
    <w:rsid w:val="009D6FAB"/>
    <w:rsid w:val="009D72BC"/>
    <w:rsid w:val="009D72C4"/>
    <w:rsid w:val="009E08DD"/>
    <w:rsid w:val="009E1C85"/>
    <w:rsid w:val="009E2F5D"/>
    <w:rsid w:val="009E3108"/>
    <w:rsid w:val="009E3576"/>
    <w:rsid w:val="009E53B6"/>
    <w:rsid w:val="009E7E40"/>
    <w:rsid w:val="009F0AF6"/>
    <w:rsid w:val="009F0FF3"/>
    <w:rsid w:val="009F17F5"/>
    <w:rsid w:val="009F2D93"/>
    <w:rsid w:val="009F3F3E"/>
    <w:rsid w:val="009F492B"/>
    <w:rsid w:val="009F5042"/>
    <w:rsid w:val="009F583E"/>
    <w:rsid w:val="009F6EB5"/>
    <w:rsid w:val="009F7AF3"/>
    <w:rsid w:val="00A01325"/>
    <w:rsid w:val="00A02E66"/>
    <w:rsid w:val="00A03189"/>
    <w:rsid w:val="00A03F6E"/>
    <w:rsid w:val="00A03FF1"/>
    <w:rsid w:val="00A04936"/>
    <w:rsid w:val="00A05453"/>
    <w:rsid w:val="00A07BC8"/>
    <w:rsid w:val="00A07F93"/>
    <w:rsid w:val="00A1017A"/>
    <w:rsid w:val="00A10703"/>
    <w:rsid w:val="00A10DBC"/>
    <w:rsid w:val="00A1191F"/>
    <w:rsid w:val="00A1282A"/>
    <w:rsid w:val="00A13B89"/>
    <w:rsid w:val="00A140B8"/>
    <w:rsid w:val="00A16D2B"/>
    <w:rsid w:val="00A16E6F"/>
    <w:rsid w:val="00A20D3C"/>
    <w:rsid w:val="00A21B74"/>
    <w:rsid w:val="00A21F55"/>
    <w:rsid w:val="00A22574"/>
    <w:rsid w:val="00A22D24"/>
    <w:rsid w:val="00A22D66"/>
    <w:rsid w:val="00A26576"/>
    <w:rsid w:val="00A309EB"/>
    <w:rsid w:val="00A31ED6"/>
    <w:rsid w:val="00A326C1"/>
    <w:rsid w:val="00A335D1"/>
    <w:rsid w:val="00A37E76"/>
    <w:rsid w:val="00A41306"/>
    <w:rsid w:val="00A4272C"/>
    <w:rsid w:val="00A42CE5"/>
    <w:rsid w:val="00A42F8C"/>
    <w:rsid w:val="00A443B7"/>
    <w:rsid w:val="00A45DFB"/>
    <w:rsid w:val="00A46D02"/>
    <w:rsid w:val="00A50204"/>
    <w:rsid w:val="00A56B28"/>
    <w:rsid w:val="00A60372"/>
    <w:rsid w:val="00A64B98"/>
    <w:rsid w:val="00A72187"/>
    <w:rsid w:val="00A72964"/>
    <w:rsid w:val="00A72DEB"/>
    <w:rsid w:val="00A737FA"/>
    <w:rsid w:val="00A75D79"/>
    <w:rsid w:val="00A779CC"/>
    <w:rsid w:val="00A80A16"/>
    <w:rsid w:val="00A80ED5"/>
    <w:rsid w:val="00A83962"/>
    <w:rsid w:val="00A84793"/>
    <w:rsid w:val="00A84E90"/>
    <w:rsid w:val="00A86AC5"/>
    <w:rsid w:val="00A901E9"/>
    <w:rsid w:val="00A92643"/>
    <w:rsid w:val="00A93843"/>
    <w:rsid w:val="00A93A13"/>
    <w:rsid w:val="00A9505A"/>
    <w:rsid w:val="00A96550"/>
    <w:rsid w:val="00A97008"/>
    <w:rsid w:val="00AA1199"/>
    <w:rsid w:val="00AA2BD1"/>
    <w:rsid w:val="00AA3017"/>
    <w:rsid w:val="00AA31B8"/>
    <w:rsid w:val="00AA48B8"/>
    <w:rsid w:val="00AA4C30"/>
    <w:rsid w:val="00AA5E5A"/>
    <w:rsid w:val="00AA6E4D"/>
    <w:rsid w:val="00AA79DE"/>
    <w:rsid w:val="00AB0FBA"/>
    <w:rsid w:val="00AB14CE"/>
    <w:rsid w:val="00AB16F9"/>
    <w:rsid w:val="00AB187A"/>
    <w:rsid w:val="00AB26AA"/>
    <w:rsid w:val="00AB2B59"/>
    <w:rsid w:val="00AB5FF6"/>
    <w:rsid w:val="00AB6C3E"/>
    <w:rsid w:val="00AB6EDE"/>
    <w:rsid w:val="00AB73FD"/>
    <w:rsid w:val="00AB7DEE"/>
    <w:rsid w:val="00AC3395"/>
    <w:rsid w:val="00AC5DCB"/>
    <w:rsid w:val="00AC6A2A"/>
    <w:rsid w:val="00AC6E63"/>
    <w:rsid w:val="00AC7619"/>
    <w:rsid w:val="00AD2111"/>
    <w:rsid w:val="00AD5A19"/>
    <w:rsid w:val="00AD5D73"/>
    <w:rsid w:val="00AD5E78"/>
    <w:rsid w:val="00AD640A"/>
    <w:rsid w:val="00AD7457"/>
    <w:rsid w:val="00AE0562"/>
    <w:rsid w:val="00AE0895"/>
    <w:rsid w:val="00AE135C"/>
    <w:rsid w:val="00AE1558"/>
    <w:rsid w:val="00AE1AB4"/>
    <w:rsid w:val="00AE2897"/>
    <w:rsid w:val="00AE37E6"/>
    <w:rsid w:val="00AE4255"/>
    <w:rsid w:val="00AE519F"/>
    <w:rsid w:val="00AE5F81"/>
    <w:rsid w:val="00AE650B"/>
    <w:rsid w:val="00AE7835"/>
    <w:rsid w:val="00AF0368"/>
    <w:rsid w:val="00AF2204"/>
    <w:rsid w:val="00AF5484"/>
    <w:rsid w:val="00AF5BA1"/>
    <w:rsid w:val="00B04DF7"/>
    <w:rsid w:val="00B0566C"/>
    <w:rsid w:val="00B06F2B"/>
    <w:rsid w:val="00B07DB6"/>
    <w:rsid w:val="00B119DC"/>
    <w:rsid w:val="00B20D39"/>
    <w:rsid w:val="00B2181A"/>
    <w:rsid w:val="00B249FE"/>
    <w:rsid w:val="00B26C0E"/>
    <w:rsid w:val="00B35FA5"/>
    <w:rsid w:val="00B36EFC"/>
    <w:rsid w:val="00B400F4"/>
    <w:rsid w:val="00B40127"/>
    <w:rsid w:val="00B4019D"/>
    <w:rsid w:val="00B405D4"/>
    <w:rsid w:val="00B42330"/>
    <w:rsid w:val="00B451C6"/>
    <w:rsid w:val="00B45EFE"/>
    <w:rsid w:val="00B5028F"/>
    <w:rsid w:val="00B502B5"/>
    <w:rsid w:val="00B52F45"/>
    <w:rsid w:val="00B55909"/>
    <w:rsid w:val="00B56200"/>
    <w:rsid w:val="00B57CF9"/>
    <w:rsid w:val="00B60743"/>
    <w:rsid w:val="00B60890"/>
    <w:rsid w:val="00B63006"/>
    <w:rsid w:val="00B63B3F"/>
    <w:rsid w:val="00B65CA6"/>
    <w:rsid w:val="00B664F9"/>
    <w:rsid w:val="00B700A3"/>
    <w:rsid w:val="00B7168C"/>
    <w:rsid w:val="00B72EB0"/>
    <w:rsid w:val="00B73CF0"/>
    <w:rsid w:val="00B761BB"/>
    <w:rsid w:val="00B769BB"/>
    <w:rsid w:val="00B776CC"/>
    <w:rsid w:val="00B825DA"/>
    <w:rsid w:val="00B82CD0"/>
    <w:rsid w:val="00B83041"/>
    <w:rsid w:val="00B86B49"/>
    <w:rsid w:val="00B86B5B"/>
    <w:rsid w:val="00B90924"/>
    <w:rsid w:val="00B90DC4"/>
    <w:rsid w:val="00B9123A"/>
    <w:rsid w:val="00B91EF9"/>
    <w:rsid w:val="00B92CBB"/>
    <w:rsid w:val="00B95D4E"/>
    <w:rsid w:val="00B97A86"/>
    <w:rsid w:val="00BA12F8"/>
    <w:rsid w:val="00BA1A74"/>
    <w:rsid w:val="00BA462F"/>
    <w:rsid w:val="00BA6544"/>
    <w:rsid w:val="00BA72B4"/>
    <w:rsid w:val="00BA7C3B"/>
    <w:rsid w:val="00BB0160"/>
    <w:rsid w:val="00BB067D"/>
    <w:rsid w:val="00BB1227"/>
    <w:rsid w:val="00BB1AC0"/>
    <w:rsid w:val="00BB2027"/>
    <w:rsid w:val="00BB4574"/>
    <w:rsid w:val="00BB531F"/>
    <w:rsid w:val="00BB6488"/>
    <w:rsid w:val="00BB6C1F"/>
    <w:rsid w:val="00BB71FC"/>
    <w:rsid w:val="00BB745F"/>
    <w:rsid w:val="00BC0D0C"/>
    <w:rsid w:val="00BC357A"/>
    <w:rsid w:val="00BC3F29"/>
    <w:rsid w:val="00BC592B"/>
    <w:rsid w:val="00BC5CED"/>
    <w:rsid w:val="00BC6895"/>
    <w:rsid w:val="00BC6D06"/>
    <w:rsid w:val="00BC7153"/>
    <w:rsid w:val="00BD03CD"/>
    <w:rsid w:val="00BD1232"/>
    <w:rsid w:val="00BD2A0A"/>
    <w:rsid w:val="00BD3549"/>
    <w:rsid w:val="00BD4993"/>
    <w:rsid w:val="00BD5273"/>
    <w:rsid w:val="00BD5D2E"/>
    <w:rsid w:val="00BE097A"/>
    <w:rsid w:val="00BE3A59"/>
    <w:rsid w:val="00BE549A"/>
    <w:rsid w:val="00BF0C70"/>
    <w:rsid w:val="00BF13AC"/>
    <w:rsid w:val="00BF16B9"/>
    <w:rsid w:val="00BF2074"/>
    <w:rsid w:val="00BF21EA"/>
    <w:rsid w:val="00BF3948"/>
    <w:rsid w:val="00BF7ED4"/>
    <w:rsid w:val="00C00BDA"/>
    <w:rsid w:val="00C028AB"/>
    <w:rsid w:val="00C0497B"/>
    <w:rsid w:val="00C050F3"/>
    <w:rsid w:val="00C10BE5"/>
    <w:rsid w:val="00C119DF"/>
    <w:rsid w:val="00C11ECD"/>
    <w:rsid w:val="00C14ECA"/>
    <w:rsid w:val="00C163E1"/>
    <w:rsid w:val="00C17CA1"/>
    <w:rsid w:val="00C20D0B"/>
    <w:rsid w:val="00C21430"/>
    <w:rsid w:val="00C22DAA"/>
    <w:rsid w:val="00C231A8"/>
    <w:rsid w:val="00C23F8B"/>
    <w:rsid w:val="00C24872"/>
    <w:rsid w:val="00C24C5B"/>
    <w:rsid w:val="00C25792"/>
    <w:rsid w:val="00C273F3"/>
    <w:rsid w:val="00C2764F"/>
    <w:rsid w:val="00C31157"/>
    <w:rsid w:val="00C31A31"/>
    <w:rsid w:val="00C35C1E"/>
    <w:rsid w:val="00C378C4"/>
    <w:rsid w:val="00C37A14"/>
    <w:rsid w:val="00C413EB"/>
    <w:rsid w:val="00C4423D"/>
    <w:rsid w:val="00C44245"/>
    <w:rsid w:val="00C453A9"/>
    <w:rsid w:val="00C4560D"/>
    <w:rsid w:val="00C46DB9"/>
    <w:rsid w:val="00C478AB"/>
    <w:rsid w:val="00C4798A"/>
    <w:rsid w:val="00C5132C"/>
    <w:rsid w:val="00C51722"/>
    <w:rsid w:val="00C53110"/>
    <w:rsid w:val="00C53502"/>
    <w:rsid w:val="00C54D8F"/>
    <w:rsid w:val="00C61B7E"/>
    <w:rsid w:val="00C61E73"/>
    <w:rsid w:val="00C62408"/>
    <w:rsid w:val="00C64ABD"/>
    <w:rsid w:val="00C66EEC"/>
    <w:rsid w:val="00C70307"/>
    <w:rsid w:val="00C70445"/>
    <w:rsid w:val="00C71B6E"/>
    <w:rsid w:val="00C744B3"/>
    <w:rsid w:val="00C77A20"/>
    <w:rsid w:val="00C803A6"/>
    <w:rsid w:val="00C80797"/>
    <w:rsid w:val="00C808A5"/>
    <w:rsid w:val="00C812BE"/>
    <w:rsid w:val="00C8254D"/>
    <w:rsid w:val="00C83500"/>
    <w:rsid w:val="00C84A0E"/>
    <w:rsid w:val="00C854C9"/>
    <w:rsid w:val="00C8676C"/>
    <w:rsid w:val="00C86B8E"/>
    <w:rsid w:val="00C90111"/>
    <w:rsid w:val="00C901B8"/>
    <w:rsid w:val="00C90D95"/>
    <w:rsid w:val="00C914E2"/>
    <w:rsid w:val="00C92101"/>
    <w:rsid w:val="00C928D1"/>
    <w:rsid w:val="00C938C8"/>
    <w:rsid w:val="00C945E3"/>
    <w:rsid w:val="00C94EE1"/>
    <w:rsid w:val="00C958DA"/>
    <w:rsid w:val="00C97039"/>
    <w:rsid w:val="00CA077E"/>
    <w:rsid w:val="00CA12DA"/>
    <w:rsid w:val="00CA2517"/>
    <w:rsid w:val="00CA3C63"/>
    <w:rsid w:val="00CA560E"/>
    <w:rsid w:val="00CA6F83"/>
    <w:rsid w:val="00CB2240"/>
    <w:rsid w:val="00CB31D2"/>
    <w:rsid w:val="00CB381D"/>
    <w:rsid w:val="00CB4045"/>
    <w:rsid w:val="00CB5E5C"/>
    <w:rsid w:val="00CC06CA"/>
    <w:rsid w:val="00CC13AF"/>
    <w:rsid w:val="00CC3210"/>
    <w:rsid w:val="00CD0FA2"/>
    <w:rsid w:val="00CD1D33"/>
    <w:rsid w:val="00CD2840"/>
    <w:rsid w:val="00CE094B"/>
    <w:rsid w:val="00CE0A7C"/>
    <w:rsid w:val="00CE2662"/>
    <w:rsid w:val="00CE2F0C"/>
    <w:rsid w:val="00CE6F45"/>
    <w:rsid w:val="00CF0673"/>
    <w:rsid w:val="00CF1381"/>
    <w:rsid w:val="00CF449A"/>
    <w:rsid w:val="00CF62AB"/>
    <w:rsid w:val="00CF6649"/>
    <w:rsid w:val="00CF6ECB"/>
    <w:rsid w:val="00CF785D"/>
    <w:rsid w:val="00D00AD7"/>
    <w:rsid w:val="00D01207"/>
    <w:rsid w:val="00D013AF"/>
    <w:rsid w:val="00D02DC3"/>
    <w:rsid w:val="00D030A4"/>
    <w:rsid w:val="00D07497"/>
    <w:rsid w:val="00D11A96"/>
    <w:rsid w:val="00D12D9D"/>
    <w:rsid w:val="00D13429"/>
    <w:rsid w:val="00D14DEF"/>
    <w:rsid w:val="00D17ED2"/>
    <w:rsid w:val="00D20AC2"/>
    <w:rsid w:val="00D22886"/>
    <w:rsid w:val="00D232F7"/>
    <w:rsid w:val="00D23BA6"/>
    <w:rsid w:val="00D24FCF"/>
    <w:rsid w:val="00D260D4"/>
    <w:rsid w:val="00D260D8"/>
    <w:rsid w:val="00D27F00"/>
    <w:rsid w:val="00D32197"/>
    <w:rsid w:val="00D3364F"/>
    <w:rsid w:val="00D36B3E"/>
    <w:rsid w:val="00D375AF"/>
    <w:rsid w:val="00D3775A"/>
    <w:rsid w:val="00D42B51"/>
    <w:rsid w:val="00D478C3"/>
    <w:rsid w:val="00D51D2D"/>
    <w:rsid w:val="00D51E95"/>
    <w:rsid w:val="00D540CE"/>
    <w:rsid w:val="00D572C5"/>
    <w:rsid w:val="00D608EF"/>
    <w:rsid w:val="00D610AB"/>
    <w:rsid w:val="00D61286"/>
    <w:rsid w:val="00D61468"/>
    <w:rsid w:val="00D63CCD"/>
    <w:rsid w:val="00D63ECC"/>
    <w:rsid w:val="00D65619"/>
    <w:rsid w:val="00D65C1B"/>
    <w:rsid w:val="00D66CAB"/>
    <w:rsid w:val="00D7191B"/>
    <w:rsid w:val="00D71A5E"/>
    <w:rsid w:val="00D75486"/>
    <w:rsid w:val="00D84C47"/>
    <w:rsid w:val="00D86B09"/>
    <w:rsid w:val="00D87E19"/>
    <w:rsid w:val="00D9015C"/>
    <w:rsid w:val="00D930AF"/>
    <w:rsid w:val="00D947CE"/>
    <w:rsid w:val="00D94D27"/>
    <w:rsid w:val="00D96BB3"/>
    <w:rsid w:val="00D972AF"/>
    <w:rsid w:val="00D974F2"/>
    <w:rsid w:val="00DA089B"/>
    <w:rsid w:val="00DA22B5"/>
    <w:rsid w:val="00DA2434"/>
    <w:rsid w:val="00DA2B0E"/>
    <w:rsid w:val="00DA2FB4"/>
    <w:rsid w:val="00DA30DB"/>
    <w:rsid w:val="00DA39FD"/>
    <w:rsid w:val="00DA3E22"/>
    <w:rsid w:val="00DA6908"/>
    <w:rsid w:val="00DA7451"/>
    <w:rsid w:val="00DB001C"/>
    <w:rsid w:val="00DB051B"/>
    <w:rsid w:val="00DB13CC"/>
    <w:rsid w:val="00DB1DF9"/>
    <w:rsid w:val="00DB1F0F"/>
    <w:rsid w:val="00DB448F"/>
    <w:rsid w:val="00DB48DF"/>
    <w:rsid w:val="00DB4A2C"/>
    <w:rsid w:val="00DB6344"/>
    <w:rsid w:val="00DB6641"/>
    <w:rsid w:val="00DB67BF"/>
    <w:rsid w:val="00DB782A"/>
    <w:rsid w:val="00DC1CF6"/>
    <w:rsid w:val="00DC279A"/>
    <w:rsid w:val="00DC3C05"/>
    <w:rsid w:val="00DC4106"/>
    <w:rsid w:val="00DC4E15"/>
    <w:rsid w:val="00DC4F33"/>
    <w:rsid w:val="00DC57A5"/>
    <w:rsid w:val="00DC68BF"/>
    <w:rsid w:val="00DC7434"/>
    <w:rsid w:val="00DD0989"/>
    <w:rsid w:val="00DD0A26"/>
    <w:rsid w:val="00DD14F4"/>
    <w:rsid w:val="00DD3D93"/>
    <w:rsid w:val="00DD585C"/>
    <w:rsid w:val="00DD58BA"/>
    <w:rsid w:val="00DD692A"/>
    <w:rsid w:val="00DD7B14"/>
    <w:rsid w:val="00DD7C37"/>
    <w:rsid w:val="00DE1049"/>
    <w:rsid w:val="00DE298A"/>
    <w:rsid w:val="00DE2ED7"/>
    <w:rsid w:val="00DE5B5F"/>
    <w:rsid w:val="00DE7898"/>
    <w:rsid w:val="00DF228A"/>
    <w:rsid w:val="00DF28A8"/>
    <w:rsid w:val="00DF316E"/>
    <w:rsid w:val="00DF4D91"/>
    <w:rsid w:val="00DF52D6"/>
    <w:rsid w:val="00E00441"/>
    <w:rsid w:val="00E007ED"/>
    <w:rsid w:val="00E02785"/>
    <w:rsid w:val="00E02A49"/>
    <w:rsid w:val="00E035AA"/>
    <w:rsid w:val="00E073CB"/>
    <w:rsid w:val="00E07B04"/>
    <w:rsid w:val="00E101EA"/>
    <w:rsid w:val="00E123C4"/>
    <w:rsid w:val="00E20A88"/>
    <w:rsid w:val="00E20E9F"/>
    <w:rsid w:val="00E21A9A"/>
    <w:rsid w:val="00E25454"/>
    <w:rsid w:val="00E30CDD"/>
    <w:rsid w:val="00E30DD5"/>
    <w:rsid w:val="00E342FB"/>
    <w:rsid w:val="00E34F1E"/>
    <w:rsid w:val="00E35A71"/>
    <w:rsid w:val="00E37C0A"/>
    <w:rsid w:val="00E43BA8"/>
    <w:rsid w:val="00E4407A"/>
    <w:rsid w:val="00E444FB"/>
    <w:rsid w:val="00E44586"/>
    <w:rsid w:val="00E44AC4"/>
    <w:rsid w:val="00E44D95"/>
    <w:rsid w:val="00E50396"/>
    <w:rsid w:val="00E50C69"/>
    <w:rsid w:val="00E5168F"/>
    <w:rsid w:val="00E51EDB"/>
    <w:rsid w:val="00E527DD"/>
    <w:rsid w:val="00E56F1C"/>
    <w:rsid w:val="00E575A4"/>
    <w:rsid w:val="00E578DF"/>
    <w:rsid w:val="00E57C6A"/>
    <w:rsid w:val="00E60A4A"/>
    <w:rsid w:val="00E61499"/>
    <w:rsid w:val="00E64E36"/>
    <w:rsid w:val="00E64E9C"/>
    <w:rsid w:val="00E657D6"/>
    <w:rsid w:val="00E6588A"/>
    <w:rsid w:val="00E65E1F"/>
    <w:rsid w:val="00E65E2B"/>
    <w:rsid w:val="00E67DAD"/>
    <w:rsid w:val="00E7078B"/>
    <w:rsid w:val="00E70F92"/>
    <w:rsid w:val="00E71836"/>
    <w:rsid w:val="00E7325B"/>
    <w:rsid w:val="00E743A1"/>
    <w:rsid w:val="00E74544"/>
    <w:rsid w:val="00E745DD"/>
    <w:rsid w:val="00E7499A"/>
    <w:rsid w:val="00E749F3"/>
    <w:rsid w:val="00E75A12"/>
    <w:rsid w:val="00E8287D"/>
    <w:rsid w:val="00E828F6"/>
    <w:rsid w:val="00E84C2B"/>
    <w:rsid w:val="00E85BF5"/>
    <w:rsid w:val="00E864CF"/>
    <w:rsid w:val="00E874F1"/>
    <w:rsid w:val="00E90DC9"/>
    <w:rsid w:val="00E90E8E"/>
    <w:rsid w:val="00E9193E"/>
    <w:rsid w:val="00E91E11"/>
    <w:rsid w:val="00E95A77"/>
    <w:rsid w:val="00E95D45"/>
    <w:rsid w:val="00E96AD0"/>
    <w:rsid w:val="00E96E7F"/>
    <w:rsid w:val="00E97B2F"/>
    <w:rsid w:val="00EA03DF"/>
    <w:rsid w:val="00EA430D"/>
    <w:rsid w:val="00EA5DB6"/>
    <w:rsid w:val="00EA6111"/>
    <w:rsid w:val="00EA6C7C"/>
    <w:rsid w:val="00EA6F63"/>
    <w:rsid w:val="00EB5004"/>
    <w:rsid w:val="00EB662A"/>
    <w:rsid w:val="00EB699E"/>
    <w:rsid w:val="00EC093F"/>
    <w:rsid w:val="00EC097B"/>
    <w:rsid w:val="00EC14E1"/>
    <w:rsid w:val="00EC398C"/>
    <w:rsid w:val="00EC40A5"/>
    <w:rsid w:val="00EC4646"/>
    <w:rsid w:val="00EC515D"/>
    <w:rsid w:val="00EC64AC"/>
    <w:rsid w:val="00ED115D"/>
    <w:rsid w:val="00ED2F52"/>
    <w:rsid w:val="00ED3C56"/>
    <w:rsid w:val="00ED526B"/>
    <w:rsid w:val="00ED688E"/>
    <w:rsid w:val="00ED6953"/>
    <w:rsid w:val="00ED7054"/>
    <w:rsid w:val="00ED72AC"/>
    <w:rsid w:val="00ED7716"/>
    <w:rsid w:val="00EE5DEE"/>
    <w:rsid w:val="00EE635F"/>
    <w:rsid w:val="00EE761A"/>
    <w:rsid w:val="00EF1E5D"/>
    <w:rsid w:val="00EF4BDD"/>
    <w:rsid w:val="00EF4F90"/>
    <w:rsid w:val="00EF64DF"/>
    <w:rsid w:val="00EF71C0"/>
    <w:rsid w:val="00EF7C2E"/>
    <w:rsid w:val="00F00141"/>
    <w:rsid w:val="00F01D51"/>
    <w:rsid w:val="00F04997"/>
    <w:rsid w:val="00F06BFB"/>
    <w:rsid w:val="00F06F6F"/>
    <w:rsid w:val="00F07485"/>
    <w:rsid w:val="00F075DD"/>
    <w:rsid w:val="00F10F1F"/>
    <w:rsid w:val="00F143ED"/>
    <w:rsid w:val="00F17874"/>
    <w:rsid w:val="00F17A0B"/>
    <w:rsid w:val="00F23532"/>
    <w:rsid w:val="00F24265"/>
    <w:rsid w:val="00F247B8"/>
    <w:rsid w:val="00F261EC"/>
    <w:rsid w:val="00F2703D"/>
    <w:rsid w:val="00F27B72"/>
    <w:rsid w:val="00F27BD2"/>
    <w:rsid w:val="00F30909"/>
    <w:rsid w:val="00F329CC"/>
    <w:rsid w:val="00F371BE"/>
    <w:rsid w:val="00F42558"/>
    <w:rsid w:val="00F42804"/>
    <w:rsid w:val="00F42D26"/>
    <w:rsid w:val="00F4364E"/>
    <w:rsid w:val="00F43ED9"/>
    <w:rsid w:val="00F4427F"/>
    <w:rsid w:val="00F50869"/>
    <w:rsid w:val="00F50A62"/>
    <w:rsid w:val="00F514E8"/>
    <w:rsid w:val="00F53E7E"/>
    <w:rsid w:val="00F565AB"/>
    <w:rsid w:val="00F568EF"/>
    <w:rsid w:val="00F56CB8"/>
    <w:rsid w:val="00F605DC"/>
    <w:rsid w:val="00F60F6E"/>
    <w:rsid w:val="00F61F1E"/>
    <w:rsid w:val="00F631FB"/>
    <w:rsid w:val="00F643C3"/>
    <w:rsid w:val="00F64A64"/>
    <w:rsid w:val="00F6519A"/>
    <w:rsid w:val="00F652D3"/>
    <w:rsid w:val="00F656C0"/>
    <w:rsid w:val="00F65773"/>
    <w:rsid w:val="00F666A0"/>
    <w:rsid w:val="00F672BC"/>
    <w:rsid w:val="00F75CAF"/>
    <w:rsid w:val="00F7720E"/>
    <w:rsid w:val="00F80E72"/>
    <w:rsid w:val="00F8119B"/>
    <w:rsid w:val="00F81EE9"/>
    <w:rsid w:val="00F8324C"/>
    <w:rsid w:val="00F84FAF"/>
    <w:rsid w:val="00F85908"/>
    <w:rsid w:val="00F86613"/>
    <w:rsid w:val="00F867D6"/>
    <w:rsid w:val="00F8684A"/>
    <w:rsid w:val="00F86A53"/>
    <w:rsid w:val="00F86F1A"/>
    <w:rsid w:val="00F87580"/>
    <w:rsid w:val="00F87902"/>
    <w:rsid w:val="00F9026F"/>
    <w:rsid w:val="00F91ABE"/>
    <w:rsid w:val="00F92C4F"/>
    <w:rsid w:val="00F930B7"/>
    <w:rsid w:val="00F9390E"/>
    <w:rsid w:val="00F93C78"/>
    <w:rsid w:val="00F961D1"/>
    <w:rsid w:val="00F970AC"/>
    <w:rsid w:val="00FA0435"/>
    <w:rsid w:val="00FA0BB7"/>
    <w:rsid w:val="00FA1846"/>
    <w:rsid w:val="00FA301F"/>
    <w:rsid w:val="00FA5D64"/>
    <w:rsid w:val="00FA6756"/>
    <w:rsid w:val="00FB0272"/>
    <w:rsid w:val="00FB2656"/>
    <w:rsid w:val="00FB2968"/>
    <w:rsid w:val="00FB464A"/>
    <w:rsid w:val="00FC0ECB"/>
    <w:rsid w:val="00FC7FBC"/>
    <w:rsid w:val="00FD08BE"/>
    <w:rsid w:val="00FD0C79"/>
    <w:rsid w:val="00FD1C60"/>
    <w:rsid w:val="00FD39C9"/>
    <w:rsid w:val="00FD651E"/>
    <w:rsid w:val="00FD7A8E"/>
    <w:rsid w:val="00FE0E60"/>
    <w:rsid w:val="00FE1351"/>
    <w:rsid w:val="00FE17C1"/>
    <w:rsid w:val="00FE2311"/>
    <w:rsid w:val="00FE31A5"/>
    <w:rsid w:val="00FE5E75"/>
    <w:rsid w:val="00FE7053"/>
    <w:rsid w:val="00FE757E"/>
    <w:rsid w:val="00FF0011"/>
    <w:rsid w:val="00FF0EBB"/>
    <w:rsid w:val="00FF10D6"/>
    <w:rsid w:val="00FF1CD8"/>
    <w:rsid w:val="00FF3F7F"/>
    <w:rsid w:val="00FF46C5"/>
    <w:rsid w:val="00FF5676"/>
    <w:rsid w:val="00FF70A7"/>
    <w:rsid w:val="00FF7355"/>
    <w:rsid w:val="00FF7CDD"/>
    <w:rsid w:val="00FF7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563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B74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5350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38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0E9F"/>
    <w:rPr>
      <w:rFonts w:ascii="Arial" w:hAnsi="Arial" w:cs="Arial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53502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04C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paragraph" w:styleId="NormalWeb">
    <w:name w:val="Normal (Web)"/>
    <w:basedOn w:val="Normal"/>
    <w:uiPriority w:val="99"/>
    <w:rsid w:val="008A5563"/>
    <w:pPr>
      <w:suppressAutoHyphens w:val="0"/>
      <w:spacing w:before="100" w:beforeAutospacing="1" w:after="119"/>
    </w:pPr>
    <w:rPr>
      <w:lang w:eastAsia="ru-RU"/>
    </w:rPr>
  </w:style>
  <w:style w:type="paragraph" w:customStyle="1" w:styleId="a">
    <w:name w:val="Знак"/>
    <w:basedOn w:val="Normal"/>
    <w:uiPriority w:val="99"/>
    <w:rsid w:val="008A556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8A556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04CA"/>
    <w:rPr>
      <w:sz w:val="24"/>
      <w:szCs w:val="24"/>
      <w:lang w:eastAsia="ar-SA"/>
    </w:rPr>
  </w:style>
  <w:style w:type="character" w:styleId="PageNumber">
    <w:name w:val="page number"/>
    <w:basedOn w:val="DefaultParagraphFont"/>
    <w:uiPriority w:val="99"/>
    <w:rsid w:val="008A5563"/>
  </w:style>
  <w:style w:type="table" w:styleId="TableGrid">
    <w:name w:val="Table Grid"/>
    <w:basedOn w:val="TableNormal"/>
    <w:uiPriority w:val="99"/>
    <w:rsid w:val="0044382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b">
    <w:name w:val="cb"/>
    <w:basedOn w:val="Normal"/>
    <w:uiPriority w:val="99"/>
    <w:rsid w:val="0044382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BodyText">
    <w:name w:val="Body Text"/>
    <w:basedOn w:val="Normal"/>
    <w:link w:val="BodyTextChar"/>
    <w:uiPriority w:val="99"/>
    <w:rsid w:val="0044382F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04CA"/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F8758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F875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BB74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84D83"/>
    <w:rPr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F143E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A20FC"/>
    <w:rPr>
      <w:sz w:val="24"/>
      <w:szCs w:val="24"/>
      <w:lang w:eastAsia="ar-SA" w:bidi="ar-SA"/>
    </w:rPr>
  </w:style>
  <w:style w:type="paragraph" w:customStyle="1" w:styleId="a0">
    <w:name w:val="Знак Знак Знак Знак Знак Знак Знак Знак"/>
    <w:basedOn w:val="Normal"/>
    <w:uiPriority w:val="99"/>
    <w:rsid w:val="004811DE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83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4CA"/>
    <w:rPr>
      <w:sz w:val="0"/>
      <w:szCs w:val="0"/>
      <w:lang w:eastAsia="ar-SA"/>
    </w:rPr>
  </w:style>
  <w:style w:type="paragraph" w:customStyle="1" w:styleId="a1">
    <w:name w:val="Знак Знак Знак Знак Знак Знак Знак"/>
    <w:basedOn w:val="Normal"/>
    <w:uiPriority w:val="99"/>
    <w:rsid w:val="009804B7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Normal"/>
    <w:uiPriority w:val="99"/>
    <w:rsid w:val="00B90DC4"/>
    <w:pPr>
      <w:widowControl w:val="0"/>
      <w:suppressAutoHyphens w:val="0"/>
      <w:autoSpaceDE w:val="0"/>
      <w:autoSpaceDN w:val="0"/>
      <w:adjustRightInd w:val="0"/>
      <w:spacing w:line="322" w:lineRule="exact"/>
      <w:ind w:firstLine="715"/>
      <w:jc w:val="both"/>
    </w:pPr>
    <w:rPr>
      <w:lang w:eastAsia="ru-RU"/>
    </w:rPr>
  </w:style>
  <w:style w:type="character" w:customStyle="1" w:styleId="FontStyle12">
    <w:name w:val="Font Style12"/>
    <w:uiPriority w:val="99"/>
    <w:rsid w:val="008F6E0B"/>
    <w:rPr>
      <w:rFonts w:ascii="Times New Roman" w:hAnsi="Times New Roman" w:cs="Times New Roman"/>
      <w:sz w:val="26"/>
      <w:szCs w:val="26"/>
    </w:rPr>
  </w:style>
  <w:style w:type="paragraph" w:customStyle="1" w:styleId="21">
    <w:name w:val="Основной текст 21"/>
    <w:basedOn w:val="Normal"/>
    <w:uiPriority w:val="99"/>
    <w:rsid w:val="007977D8"/>
    <w:pPr>
      <w:suppressAutoHyphens w:val="0"/>
    </w:pPr>
    <w:rPr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0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1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01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F5A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455</Words>
  <Characters>2599</Characters>
  <Application>Microsoft Office Outlook</Application>
  <DocSecurity>8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</dc:title>
  <dc:subject/>
  <dc:creator>Культура</dc:creator>
  <cp:keywords/>
  <dc:description/>
  <cp:lastModifiedBy>Пресс служба</cp:lastModifiedBy>
  <cp:revision>2</cp:revision>
  <cp:lastPrinted>2012-11-07T09:57:00Z</cp:lastPrinted>
  <dcterms:created xsi:type="dcterms:W3CDTF">2012-11-14T10:56:00Z</dcterms:created>
  <dcterms:modified xsi:type="dcterms:W3CDTF">2012-11-14T10:56:00Z</dcterms:modified>
</cp:coreProperties>
</file>