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D7C" w:rsidRDefault="006E2AE7" w:rsidP="00220D7C">
      <w:pPr>
        <w:rPr>
          <w:sz w:val="24"/>
          <w:szCs w:val="24"/>
        </w:rPr>
      </w:pPr>
      <w:r w:rsidRPr="002F073D">
        <w:rPr>
          <w:noProof/>
        </w:rPr>
        <w:drawing>
          <wp:anchor distT="0" distB="0" distL="114300" distR="114300" simplePos="0" relativeHeight="251657216" behindDoc="1" locked="0" layoutInCell="1" allowOverlap="1" wp14:anchorId="554FF4A4" wp14:editId="7769086C">
            <wp:simplePos x="0" y="0"/>
            <wp:positionH relativeFrom="column">
              <wp:posOffset>2766695</wp:posOffset>
            </wp:positionH>
            <wp:positionV relativeFrom="paragraph">
              <wp:posOffset>-5715</wp:posOffset>
            </wp:positionV>
            <wp:extent cx="58674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39" y="21000"/>
                <wp:lineTo x="21039" y="0"/>
                <wp:lineTo x="0" y="0"/>
              </wp:wrapPolygon>
            </wp:wrapTight>
            <wp:docPr id="2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%20Нефтеюганск%20small1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0D7C" w:rsidRPr="002F073D" w:rsidRDefault="00220D7C" w:rsidP="00220D7C">
      <w:pPr>
        <w:rPr>
          <w:sz w:val="24"/>
          <w:szCs w:val="24"/>
        </w:rPr>
      </w:pPr>
      <w:r w:rsidRPr="002F073D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220D7C" w:rsidRPr="002F073D" w:rsidRDefault="00220D7C" w:rsidP="00220D7C">
      <w:pPr>
        <w:jc w:val="center"/>
        <w:rPr>
          <w:sz w:val="24"/>
          <w:szCs w:val="24"/>
        </w:rPr>
      </w:pPr>
    </w:p>
    <w:p w:rsidR="00220D7C" w:rsidRPr="002F073D" w:rsidRDefault="00220D7C" w:rsidP="00220D7C">
      <w:pPr>
        <w:jc w:val="center"/>
        <w:rPr>
          <w:sz w:val="24"/>
          <w:szCs w:val="24"/>
        </w:rPr>
      </w:pPr>
    </w:p>
    <w:p w:rsidR="00220D7C" w:rsidRPr="002F073D" w:rsidRDefault="00220D7C" w:rsidP="00220D7C">
      <w:pPr>
        <w:jc w:val="center"/>
        <w:rPr>
          <w:sz w:val="24"/>
          <w:szCs w:val="24"/>
        </w:rPr>
      </w:pPr>
    </w:p>
    <w:p w:rsidR="00220D7C" w:rsidRPr="002F073D" w:rsidRDefault="00220D7C" w:rsidP="00220D7C">
      <w:pPr>
        <w:jc w:val="center"/>
        <w:rPr>
          <w:b/>
          <w:sz w:val="32"/>
          <w:szCs w:val="32"/>
        </w:rPr>
      </w:pPr>
      <w:r w:rsidRPr="002F073D">
        <w:rPr>
          <w:b/>
          <w:sz w:val="32"/>
          <w:szCs w:val="32"/>
        </w:rPr>
        <w:t xml:space="preserve">АДМИНИСТРАЦИЯ ГОРОДА НЕФТЕЮГАНСКА </w:t>
      </w:r>
    </w:p>
    <w:p w:rsidR="00220D7C" w:rsidRPr="002F073D" w:rsidRDefault="00220D7C" w:rsidP="00220D7C">
      <w:pPr>
        <w:jc w:val="center"/>
        <w:rPr>
          <w:b/>
          <w:sz w:val="10"/>
          <w:szCs w:val="10"/>
        </w:rPr>
      </w:pPr>
    </w:p>
    <w:p w:rsidR="00220D7C" w:rsidRPr="002F073D" w:rsidRDefault="00220D7C" w:rsidP="00220D7C">
      <w:pPr>
        <w:jc w:val="center"/>
        <w:rPr>
          <w:b/>
          <w:caps/>
          <w:sz w:val="40"/>
          <w:szCs w:val="40"/>
        </w:rPr>
      </w:pPr>
      <w:r w:rsidRPr="002F073D">
        <w:rPr>
          <w:b/>
          <w:caps/>
          <w:sz w:val="40"/>
          <w:szCs w:val="40"/>
        </w:rPr>
        <w:t>постановление</w:t>
      </w:r>
    </w:p>
    <w:p w:rsidR="00220D7C" w:rsidRPr="002F073D" w:rsidRDefault="00220D7C" w:rsidP="00220D7C">
      <w:pPr>
        <w:jc w:val="center"/>
        <w:rPr>
          <w:b/>
          <w:caps/>
          <w:sz w:val="16"/>
          <w:szCs w:val="16"/>
        </w:rPr>
      </w:pPr>
    </w:p>
    <w:p w:rsidR="00220D7C" w:rsidRPr="002F073D" w:rsidRDefault="00E446AC" w:rsidP="00220D7C">
      <w:pPr>
        <w:ind w:right="-1"/>
        <w:jc w:val="both"/>
        <w:rPr>
          <w:szCs w:val="28"/>
        </w:rPr>
      </w:pPr>
      <w:r>
        <w:rPr>
          <w:szCs w:val="28"/>
        </w:rPr>
        <w:t>__</w:t>
      </w:r>
      <w:r w:rsidR="001363E4">
        <w:rPr>
          <w:szCs w:val="28"/>
        </w:rPr>
        <w:t>____________</w:t>
      </w:r>
      <w:r w:rsidR="00074F05">
        <w:rPr>
          <w:szCs w:val="28"/>
        </w:rPr>
        <w:tab/>
      </w:r>
      <w:r w:rsidR="00074F05">
        <w:rPr>
          <w:szCs w:val="28"/>
        </w:rPr>
        <w:tab/>
      </w:r>
      <w:r w:rsidR="00074F05">
        <w:rPr>
          <w:szCs w:val="28"/>
        </w:rPr>
        <w:tab/>
      </w:r>
      <w:r w:rsidR="001363E4">
        <w:rPr>
          <w:szCs w:val="28"/>
        </w:rPr>
        <w:tab/>
      </w:r>
      <w:r w:rsidR="001363E4">
        <w:rPr>
          <w:szCs w:val="28"/>
        </w:rPr>
        <w:tab/>
      </w:r>
      <w:r w:rsidR="001363E4">
        <w:rPr>
          <w:szCs w:val="28"/>
        </w:rPr>
        <w:tab/>
      </w:r>
      <w:r w:rsidR="001363E4">
        <w:rPr>
          <w:szCs w:val="28"/>
        </w:rPr>
        <w:tab/>
      </w:r>
      <w:r w:rsidR="001363E4">
        <w:rPr>
          <w:szCs w:val="28"/>
        </w:rPr>
        <w:tab/>
      </w:r>
      <w:r w:rsidR="001363E4">
        <w:rPr>
          <w:szCs w:val="28"/>
        </w:rPr>
        <w:tab/>
      </w:r>
      <w:r w:rsidR="006E2AE7">
        <w:rPr>
          <w:szCs w:val="28"/>
        </w:rPr>
        <w:t xml:space="preserve">   </w:t>
      </w:r>
      <w:r w:rsidR="00074F05">
        <w:rPr>
          <w:szCs w:val="28"/>
        </w:rPr>
        <w:t xml:space="preserve">№ </w:t>
      </w:r>
      <w:r w:rsidR="001363E4">
        <w:rPr>
          <w:szCs w:val="28"/>
        </w:rPr>
        <w:t>________</w:t>
      </w:r>
    </w:p>
    <w:p w:rsidR="00220D7C" w:rsidRPr="002F073D" w:rsidRDefault="00220D7C" w:rsidP="00220D7C">
      <w:pPr>
        <w:ind w:right="-1"/>
        <w:jc w:val="center"/>
        <w:rPr>
          <w:sz w:val="24"/>
          <w:szCs w:val="24"/>
        </w:rPr>
      </w:pPr>
      <w:r w:rsidRPr="002F073D">
        <w:rPr>
          <w:sz w:val="24"/>
          <w:szCs w:val="24"/>
        </w:rPr>
        <w:t>г.Нефтеюганск</w:t>
      </w:r>
    </w:p>
    <w:p w:rsidR="00220D7C" w:rsidRPr="002F073D" w:rsidRDefault="00220D7C" w:rsidP="00220D7C">
      <w:pPr>
        <w:ind w:right="-1"/>
        <w:jc w:val="both"/>
        <w:rPr>
          <w:szCs w:val="28"/>
        </w:rPr>
      </w:pPr>
    </w:p>
    <w:p w:rsidR="00220D7C" w:rsidRPr="00775606" w:rsidRDefault="00923C66" w:rsidP="00E446AC">
      <w:pPr>
        <w:ind w:right="-1"/>
        <w:jc w:val="center"/>
        <w:rPr>
          <w:szCs w:val="28"/>
        </w:rPr>
      </w:pPr>
      <w:r w:rsidRPr="00775606">
        <w:rPr>
          <w:b/>
          <w:szCs w:val="28"/>
        </w:rPr>
        <w:t xml:space="preserve">Об установлении системы оплаты труда </w:t>
      </w:r>
      <w:r w:rsidR="00BC6B3A" w:rsidRPr="00775606">
        <w:rPr>
          <w:b/>
          <w:szCs w:val="28"/>
        </w:rPr>
        <w:t xml:space="preserve">в </w:t>
      </w:r>
      <w:r w:rsidRPr="00775606">
        <w:rPr>
          <w:b/>
          <w:szCs w:val="28"/>
        </w:rPr>
        <w:t>муниципально</w:t>
      </w:r>
      <w:r w:rsidR="00BC6B3A" w:rsidRPr="00775606">
        <w:rPr>
          <w:b/>
          <w:szCs w:val="28"/>
        </w:rPr>
        <w:t>м автономном учреждении</w:t>
      </w:r>
      <w:r w:rsidR="00062DA1" w:rsidRPr="00775606">
        <w:rPr>
          <w:b/>
          <w:szCs w:val="28"/>
        </w:rPr>
        <w:t xml:space="preserve"> «Центр молодежных инициатив»</w:t>
      </w:r>
    </w:p>
    <w:p w:rsidR="00220D7C" w:rsidRPr="00775606" w:rsidRDefault="00220D7C" w:rsidP="00220D7C">
      <w:pPr>
        <w:rPr>
          <w:szCs w:val="28"/>
        </w:rPr>
      </w:pPr>
    </w:p>
    <w:p w:rsidR="00220D7C" w:rsidRPr="00775606" w:rsidRDefault="00220D7C" w:rsidP="00220D7C">
      <w:pPr>
        <w:ind w:firstLine="708"/>
        <w:jc w:val="both"/>
        <w:rPr>
          <w:szCs w:val="28"/>
        </w:rPr>
      </w:pPr>
      <w:r w:rsidRPr="00775606">
        <w:rPr>
          <w:szCs w:val="28"/>
        </w:rPr>
        <w:t>В соответствии со статьями 144, 145 Трудового кодекса Российской Федерации, Федеральным законом от 06.10.2003 № 131-ФЗ «Об общих</w:t>
      </w:r>
      <w:r w:rsidR="001363E4" w:rsidRPr="00775606">
        <w:rPr>
          <w:szCs w:val="28"/>
        </w:rPr>
        <w:t xml:space="preserve"> </w:t>
      </w:r>
      <w:r w:rsidRPr="00775606">
        <w:rPr>
          <w:szCs w:val="28"/>
        </w:rPr>
        <w:t>принципах организации местного самоуправления в Российской Федерации»,</w:t>
      </w:r>
      <w:r w:rsidR="00C84BC5">
        <w:rPr>
          <w:szCs w:val="28"/>
        </w:rPr>
        <w:t xml:space="preserve"> </w:t>
      </w:r>
      <w:r w:rsidR="00A62FEF">
        <w:rPr>
          <w:szCs w:val="28"/>
        </w:rPr>
        <w:t>п</w:t>
      </w:r>
      <w:r w:rsidR="00923C66" w:rsidRPr="00775606">
        <w:rPr>
          <w:szCs w:val="28"/>
        </w:rPr>
        <w:t>остановлением администрации город</w:t>
      </w:r>
      <w:r w:rsidR="00C84BC5">
        <w:rPr>
          <w:szCs w:val="28"/>
        </w:rPr>
        <w:t xml:space="preserve">а Нефтеюганска от 03.08.2017 </w:t>
      </w:r>
      <w:r w:rsidR="00923C66" w:rsidRPr="00775606">
        <w:rPr>
          <w:szCs w:val="28"/>
        </w:rPr>
        <w:t>№ 126-нп «О порядке осуществления функций и полномочий учредителя муниципальных учрежден</w:t>
      </w:r>
      <w:bookmarkStart w:id="0" w:name="_GoBack"/>
      <w:bookmarkEnd w:id="0"/>
      <w:r w:rsidR="00923C66" w:rsidRPr="00775606">
        <w:rPr>
          <w:szCs w:val="28"/>
        </w:rPr>
        <w:t>ий города Нефтеюганска»,</w:t>
      </w:r>
      <w:r w:rsidRPr="00775606">
        <w:rPr>
          <w:szCs w:val="28"/>
        </w:rPr>
        <w:t xml:space="preserve"> Уставом города Нефтеюганска</w:t>
      </w:r>
      <w:r w:rsidR="00530B9F" w:rsidRPr="00775606">
        <w:rPr>
          <w:szCs w:val="28"/>
        </w:rPr>
        <w:t xml:space="preserve"> </w:t>
      </w:r>
      <w:r w:rsidR="00E157FF" w:rsidRPr="00775606">
        <w:rPr>
          <w:szCs w:val="28"/>
        </w:rPr>
        <w:t xml:space="preserve">администрация </w:t>
      </w:r>
      <w:r w:rsidRPr="00775606">
        <w:rPr>
          <w:szCs w:val="28"/>
        </w:rPr>
        <w:t>города Нефтеюганска</w:t>
      </w:r>
      <w:r w:rsidR="00E4726A" w:rsidRPr="00775606">
        <w:rPr>
          <w:szCs w:val="28"/>
        </w:rPr>
        <w:t xml:space="preserve"> </w:t>
      </w:r>
      <w:r w:rsidRPr="00775606">
        <w:rPr>
          <w:szCs w:val="28"/>
        </w:rPr>
        <w:t>постановляет:</w:t>
      </w:r>
    </w:p>
    <w:p w:rsidR="00220D7C" w:rsidRPr="00775606" w:rsidRDefault="00220D7C" w:rsidP="00220D7C">
      <w:pPr>
        <w:ind w:firstLine="708"/>
        <w:jc w:val="both"/>
        <w:rPr>
          <w:szCs w:val="28"/>
        </w:rPr>
      </w:pPr>
      <w:r w:rsidRPr="00775606">
        <w:rPr>
          <w:szCs w:val="28"/>
        </w:rPr>
        <w:t>1.Утвердить положение</w:t>
      </w:r>
      <w:r w:rsidR="00775606">
        <w:rPr>
          <w:szCs w:val="28"/>
        </w:rPr>
        <w:t xml:space="preserve"> об </w:t>
      </w:r>
      <w:r w:rsidR="00775606" w:rsidRPr="00775606">
        <w:rPr>
          <w:bCs/>
          <w:szCs w:val="28"/>
        </w:rPr>
        <w:t xml:space="preserve">установлении системы оплаты труда </w:t>
      </w:r>
      <w:r w:rsidR="006E2AE7">
        <w:rPr>
          <w:bCs/>
          <w:szCs w:val="28"/>
        </w:rPr>
        <w:t xml:space="preserve">                             </w:t>
      </w:r>
      <w:r w:rsidR="00CC613D" w:rsidRPr="00CC613D">
        <w:rPr>
          <w:bCs/>
          <w:szCs w:val="28"/>
        </w:rPr>
        <w:t>в муниципальном автономном учреждении</w:t>
      </w:r>
      <w:r w:rsidR="00775606" w:rsidRPr="00775606">
        <w:rPr>
          <w:bCs/>
          <w:szCs w:val="28"/>
        </w:rPr>
        <w:t xml:space="preserve"> «Центр молодежных инициатив</w:t>
      </w:r>
      <w:r w:rsidR="00E446AC" w:rsidRPr="00775606">
        <w:rPr>
          <w:bCs/>
          <w:szCs w:val="28"/>
        </w:rPr>
        <w:t>»</w:t>
      </w:r>
      <w:r w:rsidRPr="00775606">
        <w:rPr>
          <w:szCs w:val="28"/>
        </w:rPr>
        <w:t xml:space="preserve"> согласно приложению к постановлению.</w:t>
      </w:r>
    </w:p>
    <w:p w:rsidR="00220D7C" w:rsidRPr="00775606" w:rsidRDefault="00220D7C" w:rsidP="00220D7C">
      <w:pPr>
        <w:ind w:firstLine="708"/>
        <w:jc w:val="both"/>
        <w:rPr>
          <w:bCs/>
          <w:szCs w:val="28"/>
        </w:rPr>
      </w:pPr>
      <w:r w:rsidRPr="00775606">
        <w:rPr>
          <w:szCs w:val="28"/>
        </w:rPr>
        <w:t xml:space="preserve">2.Директору </w:t>
      </w:r>
      <w:r w:rsidR="00E446AC" w:rsidRPr="00775606">
        <w:rPr>
          <w:bCs/>
          <w:szCs w:val="28"/>
        </w:rPr>
        <w:t>муниципального автономного учреждения «Центр молодежных инициатив»</w:t>
      </w:r>
      <w:r w:rsidRPr="00775606">
        <w:rPr>
          <w:bCs/>
          <w:szCs w:val="28"/>
        </w:rPr>
        <w:t xml:space="preserve"> </w:t>
      </w:r>
      <w:r w:rsidR="00E446AC" w:rsidRPr="00775606">
        <w:rPr>
          <w:bCs/>
          <w:szCs w:val="28"/>
        </w:rPr>
        <w:t>Тернопольченко</w:t>
      </w:r>
      <w:r w:rsidRPr="00775606">
        <w:rPr>
          <w:bCs/>
          <w:szCs w:val="28"/>
        </w:rPr>
        <w:t xml:space="preserve"> </w:t>
      </w:r>
      <w:r w:rsidR="001363E4" w:rsidRPr="00775606">
        <w:rPr>
          <w:bCs/>
          <w:szCs w:val="28"/>
        </w:rPr>
        <w:t xml:space="preserve">А.В. </w:t>
      </w:r>
      <w:r w:rsidRPr="00775606">
        <w:rPr>
          <w:bCs/>
          <w:szCs w:val="28"/>
        </w:rPr>
        <w:t>привести действующую систему оплаты труда в соответствие с настоящим положением</w:t>
      </w:r>
      <w:r w:rsidR="00E157FF" w:rsidRPr="00775606">
        <w:rPr>
          <w:bCs/>
          <w:szCs w:val="28"/>
        </w:rPr>
        <w:t xml:space="preserve"> с 01.01.20</w:t>
      </w:r>
      <w:r w:rsidR="00E446AC" w:rsidRPr="00775606">
        <w:rPr>
          <w:bCs/>
          <w:szCs w:val="28"/>
        </w:rPr>
        <w:t>24</w:t>
      </w:r>
      <w:r w:rsidRPr="00775606">
        <w:rPr>
          <w:bCs/>
          <w:szCs w:val="28"/>
        </w:rPr>
        <w:t>.</w:t>
      </w:r>
    </w:p>
    <w:p w:rsidR="00220D7C" w:rsidRPr="00775606" w:rsidRDefault="00220D7C" w:rsidP="00220D7C">
      <w:pPr>
        <w:ind w:firstLine="708"/>
        <w:jc w:val="both"/>
        <w:rPr>
          <w:szCs w:val="28"/>
        </w:rPr>
      </w:pPr>
      <w:r w:rsidRPr="00775606">
        <w:rPr>
          <w:szCs w:val="28"/>
        </w:rPr>
        <w:t>3.Опубликовать (обнародовать) постановление в газете «Здравствуйте, нефтеюганцы!»</w:t>
      </w:r>
      <w:r w:rsidR="00E157FF" w:rsidRPr="00775606">
        <w:rPr>
          <w:szCs w:val="28"/>
        </w:rPr>
        <w:t>.</w:t>
      </w:r>
    </w:p>
    <w:p w:rsidR="00220D7C" w:rsidRPr="00775606" w:rsidRDefault="00220D7C" w:rsidP="00220D7C">
      <w:pPr>
        <w:ind w:firstLine="708"/>
        <w:jc w:val="both"/>
        <w:rPr>
          <w:szCs w:val="28"/>
        </w:rPr>
      </w:pPr>
      <w:r w:rsidRPr="00775606">
        <w:rPr>
          <w:szCs w:val="28"/>
        </w:rPr>
        <w:t>4.</w:t>
      </w:r>
      <w:r w:rsidR="00E157FF" w:rsidRPr="00775606">
        <w:rPr>
          <w:szCs w:val="28"/>
        </w:rPr>
        <w:t>Д</w:t>
      </w:r>
      <w:r w:rsidRPr="00775606">
        <w:rPr>
          <w:szCs w:val="28"/>
        </w:rPr>
        <w:t>епартамент</w:t>
      </w:r>
      <w:r w:rsidR="00E157FF" w:rsidRPr="00775606">
        <w:rPr>
          <w:szCs w:val="28"/>
        </w:rPr>
        <w:t>у</w:t>
      </w:r>
      <w:r w:rsidRPr="00775606">
        <w:rPr>
          <w:szCs w:val="28"/>
        </w:rPr>
        <w:t xml:space="preserve"> по делам администрации города </w:t>
      </w:r>
      <w:r w:rsidR="00E157FF" w:rsidRPr="00775606">
        <w:rPr>
          <w:szCs w:val="28"/>
        </w:rPr>
        <w:t>(</w:t>
      </w:r>
      <w:r w:rsidR="00E446AC" w:rsidRPr="00775606">
        <w:rPr>
          <w:szCs w:val="28"/>
        </w:rPr>
        <w:t>Филинова</w:t>
      </w:r>
      <w:r w:rsidR="000813A7" w:rsidRPr="00775606">
        <w:rPr>
          <w:szCs w:val="28"/>
        </w:rPr>
        <w:t xml:space="preserve"> Н.В.</w:t>
      </w:r>
      <w:r w:rsidR="00E157FF" w:rsidRPr="00775606">
        <w:rPr>
          <w:szCs w:val="28"/>
        </w:rPr>
        <w:t xml:space="preserve">) </w:t>
      </w:r>
      <w:r w:rsidRPr="00775606">
        <w:rPr>
          <w:szCs w:val="28"/>
        </w:rPr>
        <w:t>разместить постановление на официальном сайте органов местного самоуправления города Нефтеюганска</w:t>
      </w:r>
      <w:r w:rsidR="000813A7" w:rsidRPr="00775606">
        <w:rPr>
          <w:szCs w:val="28"/>
        </w:rPr>
        <w:t>.</w:t>
      </w:r>
    </w:p>
    <w:p w:rsidR="00220D7C" w:rsidRPr="002F073D" w:rsidRDefault="00FE1B44" w:rsidP="00FD65AA">
      <w:pPr>
        <w:ind w:firstLine="708"/>
        <w:jc w:val="both"/>
        <w:rPr>
          <w:szCs w:val="28"/>
        </w:rPr>
      </w:pPr>
      <w:r>
        <w:rPr>
          <w:szCs w:val="28"/>
        </w:rPr>
        <w:t>5</w:t>
      </w:r>
      <w:r w:rsidR="00220D7C" w:rsidRPr="00775606">
        <w:rPr>
          <w:szCs w:val="28"/>
        </w:rPr>
        <w:t>.</w:t>
      </w:r>
      <w:r w:rsidR="00BB5A37" w:rsidRPr="00775606">
        <w:rPr>
          <w:szCs w:val="28"/>
        </w:rPr>
        <w:t xml:space="preserve">Постановление вступает в силу </w:t>
      </w:r>
      <w:r w:rsidR="000813A7" w:rsidRPr="00775606">
        <w:rPr>
          <w:szCs w:val="28"/>
        </w:rPr>
        <w:t>с 01.01.2024</w:t>
      </w:r>
      <w:r w:rsidR="00220D7C" w:rsidRPr="00775606">
        <w:rPr>
          <w:szCs w:val="28"/>
        </w:rPr>
        <w:t>.</w:t>
      </w:r>
    </w:p>
    <w:p w:rsidR="00C742F0" w:rsidRPr="002F073D" w:rsidRDefault="00C742F0" w:rsidP="00FE1B44">
      <w:pPr>
        <w:jc w:val="both"/>
        <w:rPr>
          <w:szCs w:val="28"/>
        </w:rPr>
      </w:pPr>
    </w:p>
    <w:p w:rsidR="00220D7C" w:rsidRPr="002F073D" w:rsidRDefault="00220D7C" w:rsidP="00220D7C">
      <w:pPr>
        <w:jc w:val="both"/>
        <w:rPr>
          <w:szCs w:val="28"/>
        </w:rPr>
      </w:pPr>
    </w:p>
    <w:p w:rsidR="00220D7C" w:rsidRPr="002F073D" w:rsidRDefault="00220D7C" w:rsidP="00220D7C">
      <w:pPr>
        <w:jc w:val="both"/>
        <w:rPr>
          <w:szCs w:val="28"/>
        </w:rPr>
      </w:pPr>
      <w:r w:rsidRPr="002F073D">
        <w:rPr>
          <w:szCs w:val="28"/>
        </w:rPr>
        <w:t xml:space="preserve">Глава города Нефтеюганска                                                      </w:t>
      </w:r>
      <w:r w:rsidR="009A46A9">
        <w:rPr>
          <w:szCs w:val="28"/>
        </w:rPr>
        <w:t xml:space="preserve">      </w:t>
      </w:r>
      <w:r w:rsidRPr="002F073D">
        <w:rPr>
          <w:szCs w:val="28"/>
        </w:rPr>
        <w:t xml:space="preserve">         </w:t>
      </w:r>
      <w:r w:rsidR="006E2AE7">
        <w:rPr>
          <w:szCs w:val="28"/>
        </w:rPr>
        <w:t xml:space="preserve">  </w:t>
      </w:r>
      <w:r w:rsidRPr="002F073D">
        <w:rPr>
          <w:szCs w:val="28"/>
        </w:rPr>
        <w:t xml:space="preserve"> </w:t>
      </w:r>
      <w:r w:rsidR="005703C7">
        <w:rPr>
          <w:szCs w:val="28"/>
        </w:rPr>
        <w:t>Э.Х.Бугай</w:t>
      </w:r>
    </w:p>
    <w:p w:rsidR="00220D7C" w:rsidRDefault="00220D7C" w:rsidP="00EC2559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220D7C" w:rsidRDefault="00220D7C" w:rsidP="00EC2559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FE1B44" w:rsidRDefault="00FE1B44" w:rsidP="00EC2559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FE1B44" w:rsidRDefault="00FE1B44" w:rsidP="00EC2559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FE1B44" w:rsidRDefault="00FE1B44" w:rsidP="00EC2559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:rsidR="000B07D1" w:rsidRPr="00505732" w:rsidRDefault="000B07D1" w:rsidP="00E70314">
      <w:pPr>
        <w:jc w:val="both"/>
        <w:rPr>
          <w:szCs w:val="28"/>
        </w:rPr>
      </w:pPr>
    </w:p>
    <w:p w:rsidR="00775606" w:rsidRDefault="00775606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</w:p>
    <w:p w:rsidR="00775606" w:rsidRDefault="00775606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</w:p>
    <w:p w:rsidR="00775606" w:rsidRDefault="00775606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</w:p>
    <w:p w:rsidR="00BF21F4" w:rsidRPr="00505732" w:rsidRDefault="00BF21F4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  <w:r w:rsidRPr="00505732">
        <w:rPr>
          <w:color w:val="000000"/>
          <w:szCs w:val="28"/>
        </w:rPr>
        <w:lastRenderedPageBreak/>
        <w:t>Приложение</w:t>
      </w:r>
    </w:p>
    <w:p w:rsidR="00E157FF" w:rsidRDefault="00BF21F4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  <w:r w:rsidRPr="00505732">
        <w:rPr>
          <w:color w:val="000000"/>
          <w:szCs w:val="28"/>
        </w:rPr>
        <w:t xml:space="preserve">к </w:t>
      </w:r>
      <w:r w:rsidR="00E424C9">
        <w:rPr>
          <w:color w:val="000000"/>
          <w:szCs w:val="28"/>
        </w:rPr>
        <w:t xml:space="preserve">постановлению </w:t>
      </w:r>
    </w:p>
    <w:p w:rsidR="00BF21F4" w:rsidRPr="00505732" w:rsidRDefault="00E157FF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  <w:r>
        <w:rPr>
          <w:color w:val="000000"/>
          <w:szCs w:val="28"/>
        </w:rPr>
        <w:t>администрации города</w:t>
      </w:r>
      <w:r w:rsidR="00BF21F4" w:rsidRPr="00505732">
        <w:rPr>
          <w:color w:val="000000"/>
          <w:szCs w:val="28"/>
        </w:rPr>
        <w:t xml:space="preserve"> </w:t>
      </w:r>
    </w:p>
    <w:p w:rsidR="00E424C9" w:rsidRPr="002F073D" w:rsidRDefault="00E424C9" w:rsidP="004A1FE4">
      <w:pPr>
        <w:shd w:val="clear" w:color="auto" w:fill="FFFFFF"/>
        <w:tabs>
          <w:tab w:val="left" w:pos="730"/>
        </w:tabs>
        <w:ind w:left="6237"/>
        <w:jc w:val="right"/>
        <w:rPr>
          <w:color w:val="000000"/>
          <w:szCs w:val="28"/>
        </w:rPr>
      </w:pPr>
      <w:r w:rsidRPr="002F073D">
        <w:rPr>
          <w:color w:val="000000"/>
          <w:szCs w:val="28"/>
        </w:rPr>
        <w:t xml:space="preserve">от </w:t>
      </w:r>
      <w:r w:rsidR="005703C7">
        <w:rPr>
          <w:color w:val="000000"/>
          <w:szCs w:val="28"/>
        </w:rPr>
        <w:t>__</w:t>
      </w:r>
      <w:r w:rsidR="001363E4">
        <w:rPr>
          <w:color w:val="000000"/>
          <w:szCs w:val="28"/>
        </w:rPr>
        <w:t>__</w:t>
      </w:r>
      <w:r w:rsidR="005703C7">
        <w:rPr>
          <w:color w:val="000000"/>
          <w:szCs w:val="28"/>
        </w:rPr>
        <w:t>__</w:t>
      </w:r>
      <w:r w:rsidR="001363E4">
        <w:rPr>
          <w:color w:val="000000"/>
          <w:szCs w:val="28"/>
        </w:rPr>
        <w:t>___</w:t>
      </w:r>
      <w:r w:rsidR="00074F05" w:rsidRPr="00074F05">
        <w:rPr>
          <w:color w:val="000000"/>
          <w:szCs w:val="28"/>
        </w:rPr>
        <w:t xml:space="preserve"> № </w:t>
      </w:r>
      <w:r w:rsidR="005703C7">
        <w:rPr>
          <w:color w:val="000000"/>
          <w:szCs w:val="28"/>
        </w:rPr>
        <w:t>__</w:t>
      </w:r>
      <w:r w:rsidR="001363E4">
        <w:rPr>
          <w:color w:val="000000"/>
          <w:szCs w:val="28"/>
        </w:rPr>
        <w:t>___</w:t>
      </w:r>
      <w:r w:rsidR="005703C7">
        <w:rPr>
          <w:color w:val="000000"/>
          <w:szCs w:val="28"/>
        </w:rPr>
        <w:t>_</w:t>
      </w:r>
    </w:p>
    <w:p w:rsidR="00BF21F4" w:rsidRPr="00505732" w:rsidRDefault="00BF21F4" w:rsidP="00BF21F4">
      <w:pPr>
        <w:pStyle w:val="1"/>
        <w:rPr>
          <w:szCs w:val="28"/>
          <w:lang w:val="ru-RU"/>
        </w:rPr>
      </w:pPr>
    </w:p>
    <w:p w:rsidR="00BF21F4" w:rsidRPr="00505732" w:rsidRDefault="00BF21F4" w:rsidP="00BF21F4">
      <w:pPr>
        <w:pStyle w:val="1"/>
        <w:rPr>
          <w:szCs w:val="28"/>
        </w:rPr>
      </w:pPr>
      <w:r w:rsidRPr="00505732">
        <w:rPr>
          <w:szCs w:val="28"/>
        </w:rPr>
        <w:t>Положение</w:t>
      </w:r>
    </w:p>
    <w:p w:rsidR="00BF21F4" w:rsidRPr="00775606" w:rsidRDefault="00BF21F4" w:rsidP="005703C7">
      <w:pPr>
        <w:pStyle w:val="1"/>
        <w:rPr>
          <w:szCs w:val="28"/>
          <w:lang w:val="ru-RU"/>
        </w:rPr>
      </w:pPr>
      <w:r w:rsidRPr="00505732">
        <w:rPr>
          <w:szCs w:val="28"/>
        </w:rPr>
        <w:t xml:space="preserve"> </w:t>
      </w:r>
      <w:r w:rsidR="000B7049" w:rsidRPr="00775606">
        <w:rPr>
          <w:bCs/>
          <w:szCs w:val="28"/>
        </w:rPr>
        <w:t>об установлении системы оплаты труда</w:t>
      </w:r>
      <w:r w:rsidRPr="00775606">
        <w:rPr>
          <w:szCs w:val="28"/>
        </w:rPr>
        <w:t xml:space="preserve"> </w:t>
      </w:r>
      <w:r w:rsidR="00CC613D" w:rsidRPr="00CC613D">
        <w:rPr>
          <w:szCs w:val="28"/>
        </w:rPr>
        <w:t xml:space="preserve">в муниципальном автономном </w:t>
      </w:r>
      <w:r w:rsidR="005703C7" w:rsidRPr="00775606">
        <w:rPr>
          <w:szCs w:val="28"/>
        </w:rPr>
        <w:t>учреждени</w:t>
      </w:r>
      <w:r w:rsidR="00CC613D">
        <w:rPr>
          <w:szCs w:val="28"/>
          <w:lang w:val="ru-RU"/>
        </w:rPr>
        <w:t>и</w:t>
      </w:r>
      <w:r w:rsidR="005703C7" w:rsidRPr="00775606">
        <w:rPr>
          <w:szCs w:val="28"/>
        </w:rPr>
        <w:t xml:space="preserve"> «Центр молодежных инициатив</w:t>
      </w:r>
      <w:r w:rsidR="00775606">
        <w:rPr>
          <w:szCs w:val="28"/>
          <w:lang w:val="ru-RU"/>
        </w:rPr>
        <w:t>»</w:t>
      </w:r>
    </w:p>
    <w:p w:rsidR="005703C7" w:rsidRPr="005703C7" w:rsidRDefault="005703C7" w:rsidP="005703C7">
      <w:pPr>
        <w:rPr>
          <w:lang w:val="x-none" w:eastAsia="x-none"/>
        </w:rPr>
      </w:pP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 w:rsidRPr="005E20F2">
        <w:rPr>
          <w:bCs/>
          <w:szCs w:val="28"/>
        </w:rPr>
        <w:t>1.Общие положения</w:t>
      </w:r>
    </w:p>
    <w:p w:rsidR="005E20F2" w:rsidRPr="005E20F2" w:rsidRDefault="005E20F2" w:rsidP="0070648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1.1.Настоящее Положение об установлении системы оплаты труда </w:t>
      </w:r>
      <w:r w:rsidR="00CC613D" w:rsidRPr="00CC613D">
        <w:rPr>
          <w:szCs w:val="28"/>
        </w:rPr>
        <w:t>в муниципальном автономном учреждении</w:t>
      </w:r>
      <w:r w:rsidRPr="005E20F2">
        <w:rPr>
          <w:szCs w:val="28"/>
        </w:rPr>
        <w:t xml:space="preserve"> «Центр молодежных инициатив» (далее - Положение) разработано в соответствии с Трудовым </w:t>
      </w:r>
      <w:hyperlink r:id="rId9" w:history="1">
        <w:r w:rsidRPr="005E20F2">
          <w:rPr>
            <w:szCs w:val="28"/>
          </w:rPr>
          <w:t>кодексом</w:t>
        </w:r>
      </w:hyperlink>
      <w:r w:rsidRPr="005E20F2">
        <w:rPr>
          <w:szCs w:val="28"/>
        </w:rPr>
        <w:t xml:space="preserve"> Российской Федерации, Федеральным </w:t>
      </w:r>
      <w:hyperlink r:id="rId10" w:history="1">
        <w:r w:rsidRPr="005E20F2">
          <w:rPr>
            <w:szCs w:val="28"/>
          </w:rPr>
          <w:t>законом</w:t>
        </w:r>
      </w:hyperlink>
      <w:r w:rsidRPr="005E20F2">
        <w:rPr>
          <w:szCs w:val="28"/>
        </w:rPr>
        <w:t xml:space="preserve"> Российской Федерации</w:t>
      </w:r>
      <w:r w:rsidR="00FE1B44">
        <w:rPr>
          <w:szCs w:val="28"/>
        </w:rPr>
        <w:t xml:space="preserve"> </w:t>
      </w:r>
      <w:r w:rsidRPr="005E20F2">
        <w:rPr>
          <w:szCs w:val="28"/>
        </w:rPr>
        <w:t xml:space="preserve">от </w:t>
      </w:r>
      <w:r w:rsidR="008B4916">
        <w:rPr>
          <w:szCs w:val="28"/>
        </w:rPr>
        <w:t xml:space="preserve">       </w:t>
      </w:r>
      <w:r w:rsidR="00FE1B44">
        <w:rPr>
          <w:szCs w:val="28"/>
        </w:rPr>
        <w:t>03.11.2006</w:t>
      </w:r>
      <w:r w:rsidR="001363E4">
        <w:rPr>
          <w:szCs w:val="28"/>
        </w:rPr>
        <w:t xml:space="preserve"> </w:t>
      </w:r>
      <w:r w:rsidRPr="005E20F2">
        <w:rPr>
          <w:szCs w:val="28"/>
        </w:rPr>
        <w:t xml:space="preserve">№ 174-ФЗ «Об автономных учреждениях», </w:t>
      </w:r>
      <w:hyperlink r:id="rId11" w:history="1">
        <w:r w:rsidRPr="005E20F2">
          <w:rPr>
            <w:szCs w:val="28"/>
          </w:rPr>
          <w:t>Законом</w:t>
        </w:r>
      </w:hyperlink>
      <w:r w:rsidRPr="005E20F2">
        <w:rPr>
          <w:szCs w:val="28"/>
        </w:rPr>
        <w:t xml:space="preserve"> Ханты-Мансийского автономного округа - Югры от 09.12.2004 № 77-оз «Об оплате труда работников государственных учреждений Ханты-Мансийского автономного округа - Югры, иных организаций и заключающих трудовой договор членов коллегиальных исполнительных органов организаций»,</w:t>
      </w:r>
      <w:r w:rsidR="00775606">
        <w:rPr>
          <w:szCs w:val="28"/>
        </w:rPr>
        <w:t xml:space="preserve"> </w:t>
      </w:r>
      <w:r w:rsidR="0070648D" w:rsidRPr="00775606">
        <w:rPr>
          <w:szCs w:val="28"/>
        </w:rPr>
        <w:t>Стандарта деятельности ресурсного центра в сфере развития социально ориентированных некоммерческих организаций, добровольческих (волонтерских) объединений, креативных сообществ, реализации инициативных проектов в Ханты-Мансийском автономном округе – Югре</w:t>
      </w:r>
      <w:r w:rsidR="00775606">
        <w:rPr>
          <w:szCs w:val="28"/>
        </w:rPr>
        <w:t>,</w:t>
      </w:r>
      <w:r w:rsidR="0070648D" w:rsidRPr="00775606">
        <w:rPr>
          <w:szCs w:val="28"/>
        </w:rPr>
        <w:t xml:space="preserve"> </w:t>
      </w:r>
      <w:r w:rsidR="000B7049" w:rsidRPr="00775606">
        <w:rPr>
          <w:szCs w:val="28"/>
        </w:rPr>
        <w:t xml:space="preserve"> Постановлением администрации города Нефтеюганска от 03.08.2017 г. № 126-нп «О порядке осуществления функций и полномочий учредителя муниципальных учреждений города Нефтеюганска», </w:t>
      </w:r>
      <w:r w:rsidRPr="00775606">
        <w:rPr>
          <w:szCs w:val="28"/>
        </w:rPr>
        <w:t xml:space="preserve"> Уставом </w:t>
      </w:r>
      <w:r w:rsidR="000B7049" w:rsidRPr="00775606">
        <w:rPr>
          <w:szCs w:val="28"/>
        </w:rPr>
        <w:t>города Нефтеюганска</w:t>
      </w:r>
      <w:r w:rsidRPr="00775606">
        <w:rPr>
          <w:szCs w:val="28"/>
        </w:rPr>
        <w:t xml:space="preserve"> и другими нормативными правовыми актами, содержащими нормы трудового права, устанавливает систему и условия оплаты труда работников </w:t>
      </w:r>
      <w:r w:rsidR="0037123F" w:rsidRPr="00775606">
        <w:rPr>
          <w:szCs w:val="28"/>
        </w:rPr>
        <w:t xml:space="preserve">муниципального автономного учреждения «Центр молодежных инициатив» (далее – </w:t>
      </w:r>
      <w:r w:rsidRPr="00775606">
        <w:rPr>
          <w:szCs w:val="28"/>
        </w:rPr>
        <w:t>Учреждени</w:t>
      </w:r>
      <w:r w:rsidR="0037123F" w:rsidRPr="00775606">
        <w:rPr>
          <w:szCs w:val="28"/>
        </w:rPr>
        <w:t>е)</w:t>
      </w:r>
      <w:r w:rsidRPr="00775606">
        <w:rPr>
          <w:szCs w:val="28"/>
        </w:rPr>
        <w:t xml:space="preserve"> из субсидии на выполнение муниципального задания и определяет:</w:t>
      </w:r>
    </w:p>
    <w:p w:rsidR="005E20F2" w:rsidRPr="00A80FD5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 w:rsidRPr="005E20F2">
        <w:rPr>
          <w:bCs/>
          <w:szCs w:val="28"/>
        </w:rPr>
        <w:t>-</w:t>
      </w:r>
      <w:r w:rsidRPr="00A80FD5">
        <w:rPr>
          <w:bCs/>
          <w:szCs w:val="28"/>
        </w:rPr>
        <w:t>порядок и условия оплаты труда работников Учреждения;</w:t>
      </w:r>
    </w:p>
    <w:p w:rsidR="005E20F2" w:rsidRPr="00A80FD5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bCs/>
          <w:szCs w:val="28"/>
        </w:rPr>
      </w:pPr>
      <w:r w:rsidRPr="00A80FD5">
        <w:rPr>
          <w:bCs/>
          <w:szCs w:val="28"/>
        </w:rPr>
        <w:t xml:space="preserve">-порядок и условия установления </w:t>
      </w:r>
      <w:r w:rsidR="00A80FD5">
        <w:rPr>
          <w:bCs/>
          <w:szCs w:val="28"/>
        </w:rPr>
        <w:t xml:space="preserve">компенсационных </w:t>
      </w:r>
      <w:r w:rsidRPr="00A80FD5">
        <w:rPr>
          <w:bCs/>
          <w:szCs w:val="28"/>
        </w:rPr>
        <w:t>выплат;</w:t>
      </w:r>
    </w:p>
    <w:p w:rsidR="005E20F2" w:rsidRPr="00A80FD5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 w:rsidRPr="00A80FD5">
        <w:rPr>
          <w:bCs/>
          <w:szCs w:val="28"/>
        </w:rPr>
        <w:t xml:space="preserve">-порядок и условия установления </w:t>
      </w:r>
      <w:r w:rsidR="00A80FD5">
        <w:rPr>
          <w:bCs/>
          <w:szCs w:val="28"/>
        </w:rPr>
        <w:t xml:space="preserve">стимулирующих </w:t>
      </w:r>
      <w:r w:rsidRPr="00A80FD5">
        <w:rPr>
          <w:bCs/>
          <w:szCs w:val="28"/>
        </w:rPr>
        <w:t>выплат;</w:t>
      </w:r>
    </w:p>
    <w:p w:rsidR="005E20F2" w:rsidRDefault="005E20F2" w:rsidP="001363E4">
      <w:pPr>
        <w:ind w:firstLine="709"/>
        <w:jc w:val="both"/>
        <w:rPr>
          <w:szCs w:val="28"/>
        </w:rPr>
      </w:pPr>
      <w:r w:rsidRPr="00A80FD5">
        <w:rPr>
          <w:szCs w:val="28"/>
        </w:rPr>
        <w:t xml:space="preserve">-порядок и условия предоставления </w:t>
      </w:r>
      <w:r w:rsidR="00646846" w:rsidRPr="00A80FD5">
        <w:rPr>
          <w:szCs w:val="28"/>
        </w:rPr>
        <w:t>иных выплат</w:t>
      </w:r>
      <w:r w:rsidR="00191495">
        <w:rPr>
          <w:szCs w:val="28"/>
        </w:rPr>
        <w:t>;</w:t>
      </w:r>
    </w:p>
    <w:p w:rsidR="00191495" w:rsidRPr="005E20F2" w:rsidRDefault="00191495" w:rsidP="001363E4">
      <w:pPr>
        <w:ind w:firstLine="709"/>
        <w:jc w:val="both"/>
        <w:rPr>
          <w:szCs w:val="28"/>
        </w:rPr>
      </w:pPr>
      <w:r>
        <w:rPr>
          <w:szCs w:val="28"/>
        </w:rPr>
        <w:t>-порядок</w:t>
      </w:r>
      <w:r w:rsidRPr="00191495">
        <w:rPr>
          <w:szCs w:val="28"/>
        </w:rPr>
        <w:t xml:space="preserve"> </w:t>
      </w:r>
      <w:r w:rsidRPr="00005CED">
        <w:rPr>
          <w:szCs w:val="28"/>
        </w:rPr>
        <w:t xml:space="preserve">формирования фонда оплаты труда </w:t>
      </w:r>
      <w:r>
        <w:rPr>
          <w:szCs w:val="28"/>
        </w:rPr>
        <w:t>работников У</w:t>
      </w:r>
      <w:r w:rsidRPr="00005CED">
        <w:rPr>
          <w:szCs w:val="28"/>
        </w:rPr>
        <w:t>чреждения</w:t>
      </w:r>
      <w:r w:rsidR="002B6885">
        <w:rPr>
          <w:szCs w:val="28"/>
        </w:rPr>
        <w:t>.</w:t>
      </w:r>
    </w:p>
    <w:p w:rsidR="005E20F2" w:rsidRPr="005E20F2" w:rsidRDefault="005E20F2" w:rsidP="001363E4">
      <w:pPr>
        <w:ind w:firstLine="709"/>
        <w:jc w:val="both"/>
        <w:rPr>
          <w:szCs w:val="28"/>
        </w:rPr>
      </w:pPr>
      <w:r w:rsidRPr="005E20F2">
        <w:rPr>
          <w:szCs w:val="28"/>
        </w:rPr>
        <w:t>1.2.Система оплаты труда работников Учреждения устанавливает конкретн</w:t>
      </w:r>
      <w:r w:rsidR="00E12C23">
        <w:rPr>
          <w:szCs w:val="28"/>
        </w:rPr>
        <w:t>ые размеры должностных окладов (окладов)</w:t>
      </w:r>
      <w:r w:rsidRPr="005E20F2">
        <w:rPr>
          <w:szCs w:val="28"/>
        </w:rPr>
        <w:t xml:space="preserve">, выплаты компенсационного и стимулирующего характера, порядок и условия предоставления </w:t>
      </w:r>
      <w:r w:rsidR="00646846">
        <w:rPr>
          <w:szCs w:val="28"/>
        </w:rPr>
        <w:t>иных выплат</w:t>
      </w:r>
      <w:r w:rsidRPr="005E20F2">
        <w:rPr>
          <w:szCs w:val="28"/>
        </w:rPr>
        <w:t>.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1.3.Оплата труда работников Учреждения состоит из:</w:t>
      </w:r>
    </w:p>
    <w:p w:rsidR="005E20F2" w:rsidRPr="005E20F2" w:rsidRDefault="005E20F2" w:rsidP="001363E4">
      <w:pPr>
        <w:ind w:firstLine="709"/>
        <w:jc w:val="both"/>
        <w:rPr>
          <w:szCs w:val="28"/>
        </w:rPr>
      </w:pPr>
      <w:r w:rsidRPr="005E20F2">
        <w:rPr>
          <w:szCs w:val="28"/>
        </w:rPr>
        <w:t>-должностного оклада (должностных окладов руководителей, специалистов</w:t>
      </w:r>
      <w:r w:rsidR="00646846">
        <w:rPr>
          <w:szCs w:val="28"/>
        </w:rPr>
        <w:t>, служащих</w:t>
      </w:r>
      <w:r w:rsidRPr="005E20F2">
        <w:rPr>
          <w:szCs w:val="28"/>
        </w:rPr>
        <w:t xml:space="preserve"> и окладов рабочих) - фиксированного размера оплаты труда работника за исполнение трудовых (должностных) обязанностей определенной сложности за календарный месяц без учета компенсационных, </w:t>
      </w:r>
      <w:r w:rsidRPr="005E20F2">
        <w:rPr>
          <w:szCs w:val="28"/>
        </w:rPr>
        <w:lastRenderedPageBreak/>
        <w:t xml:space="preserve">стимулирующих выплат и </w:t>
      </w:r>
      <w:r w:rsidR="00646846">
        <w:rPr>
          <w:szCs w:val="28"/>
        </w:rPr>
        <w:t>иных выплат</w:t>
      </w:r>
      <w:r w:rsidRPr="005E20F2">
        <w:rPr>
          <w:szCs w:val="28"/>
        </w:rPr>
        <w:t>, предусмотренных настоящим Положением;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-компенсационных выплат - выплат, обеспечивающих оплату труда в повышенном размере работникам Учреждения, занятым на тяжелых работах, работах с вредными и (или) опасными и иными особыми условиями труда; на работах в местностях с особыми климатическими условиями, а также иных выплат в соответствии с перечнем </w:t>
      </w:r>
      <w:r w:rsidR="008F16C3">
        <w:rPr>
          <w:szCs w:val="28"/>
        </w:rPr>
        <w:t>компенсационных выпла</w:t>
      </w:r>
      <w:r w:rsidR="00C42156">
        <w:rPr>
          <w:szCs w:val="28"/>
        </w:rPr>
        <w:t>т</w:t>
      </w:r>
      <w:r w:rsidRPr="005E20F2">
        <w:rPr>
          <w:szCs w:val="28"/>
        </w:rPr>
        <w:t>, установленных законодательством Российской Федерации;</w:t>
      </w:r>
    </w:p>
    <w:p w:rsidR="005E20F2" w:rsidRPr="005E20F2" w:rsidRDefault="005E20F2" w:rsidP="001363E4">
      <w:pPr>
        <w:tabs>
          <w:tab w:val="left" w:pos="567"/>
        </w:tabs>
        <w:ind w:firstLine="709"/>
        <w:jc w:val="both"/>
        <w:rPr>
          <w:szCs w:val="28"/>
        </w:rPr>
      </w:pPr>
      <w:r w:rsidRPr="005E20F2">
        <w:rPr>
          <w:szCs w:val="28"/>
        </w:rPr>
        <w:t>-стимулирующих выплат - выплат, предусмотренных с целью мотивации работников Учреждения на достижение высокого качества труда, а также поощрения за выполненную работу;</w:t>
      </w:r>
    </w:p>
    <w:p w:rsidR="005E20F2" w:rsidRPr="005E20F2" w:rsidRDefault="005E20F2" w:rsidP="001363E4">
      <w:pPr>
        <w:ind w:firstLine="709"/>
        <w:jc w:val="both"/>
        <w:rPr>
          <w:szCs w:val="28"/>
        </w:rPr>
      </w:pPr>
      <w:r w:rsidRPr="005E20F2">
        <w:rPr>
          <w:szCs w:val="28"/>
        </w:rPr>
        <w:t>-иных выплат, предусмотренных настоящим Положением.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Фонд оплаты труда работников </w:t>
      </w:r>
      <w:r w:rsidRPr="007D77E5">
        <w:rPr>
          <w:szCs w:val="28"/>
        </w:rPr>
        <w:t>Учреждения</w:t>
      </w:r>
      <w:r w:rsidRPr="005E20F2">
        <w:rPr>
          <w:szCs w:val="28"/>
        </w:rPr>
        <w:t xml:space="preserve"> формируется исходя из объема субсидий, предоставляемых из бюджета муниципального образования город Нефтеюганск на финансовое обеспечение выполнения муниципального задания, и средств, полученных от приносящей доход деятельности.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1.4.Размер заработной платы работников Учреждения не может быть ниже размера минимальной заработной платы, устанавливаемой в Ханты-Мансийском автономном округе - Югре.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В целях соблюдения государственных гарантий по оплате труда и в случае</w:t>
      </w:r>
      <w:r w:rsidR="00ED128F">
        <w:rPr>
          <w:szCs w:val="28"/>
        </w:rPr>
        <w:t>,</w:t>
      </w:r>
      <w:r w:rsidRPr="005E20F2">
        <w:rPr>
          <w:szCs w:val="28"/>
        </w:rPr>
        <w:t xml:space="preserve"> если заработная плата работника, полностью отработавшего за месяц норму рабочего времени и выполнившего нормы труда, исчисленная в установленном порядке, будет ниже минимального размера оплаты труда, локальными нормативными актами Учреждения предусматривается доплата до уровня минимального размера оплаты труда.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Регулирование размера заработной платы низкооплачиваемой категории работников до минимального размера заработной платы осуществляется </w:t>
      </w:r>
      <w:r w:rsidR="00C8555C">
        <w:rPr>
          <w:szCs w:val="28"/>
        </w:rPr>
        <w:t>директором</w:t>
      </w:r>
      <w:r w:rsidRPr="005E20F2">
        <w:rPr>
          <w:szCs w:val="28"/>
        </w:rPr>
        <w:t xml:space="preserve"> Учреждения в пределах средств фонда оплаты труда, формируемого из доведенных объемов лимитов субсидий из бюджета муниципального образования.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 w:rsidRPr="005E20F2">
        <w:rPr>
          <w:bCs/>
          <w:szCs w:val="28"/>
        </w:rPr>
        <w:t>2.Порядок и условия оплаты труда работников Учреждения</w:t>
      </w:r>
    </w:p>
    <w:p w:rsidR="005E20F2" w:rsidRPr="005E20F2" w:rsidRDefault="005E20F2" w:rsidP="001363E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2.1.Должностные оклады</w:t>
      </w:r>
      <w:r w:rsidR="00B74990">
        <w:rPr>
          <w:szCs w:val="28"/>
        </w:rPr>
        <w:t xml:space="preserve"> (оклады)</w:t>
      </w:r>
      <w:r w:rsidRPr="005E20F2">
        <w:rPr>
          <w:szCs w:val="28"/>
        </w:rPr>
        <w:t xml:space="preserve"> работников Учреждения, а также директора устанавливаются и утверждаются приказом по Учреждению, штатным расписанием и трудовым договором.</w:t>
      </w:r>
    </w:p>
    <w:p w:rsidR="002D4BF4" w:rsidRDefault="005E20F2" w:rsidP="002D4BF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2.2.Должностные оклады</w:t>
      </w:r>
      <w:r w:rsidR="00B74990">
        <w:rPr>
          <w:szCs w:val="28"/>
        </w:rPr>
        <w:t xml:space="preserve"> (оклады)</w:t>
      </w:r>
      <w:r w:rsidRPr="005E20F2">
        <w:rPr>
          <w:szCs w:val="28"/>
        </w:rPr>
        <w:t xml:space="preserve"> работников Учреждения устанавливаются согласно штатному расписанию в следующих размерах:</w:t>
      </w:r>
    </w:p>
    <w:p w:rsidR="008F16C3" w:rsidRDefault="008F16C3" w:rsidP="002D4BF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054"/>
        <w:gridCol w:w="2694"/>
      </w:tblGrid>
      <w:tr w:rsidR="000C561F" w:rsidTr="000C561F">
        <w:tc>
          <w:tcPr>
            <w:tcW w:w="7054" w:type="dxa"/>
          </w:tcPr>
          <w:p w:rsidR="000C561F" w:rsidRPr="000C561F" w:rsidRDefault="000C561F" w:rsidP="000C561F">
            <w:pPr>
              <w:jc w:val="center"/>
              <w:rPr>
                <w:sz w:val="24"/>
                <w:szCs w:val="24"/>
              </w:rPr>
            </w:pPr>
            <w:r w:rsidRPr="005E20F2">
              <w:rPr>
                <w:rFonts w:eastAsia="Malgun Gothic"/>
                <w:sz w:val="24"/>
                <w:szCs w:val="24"/>
              </w:rPr>
              <w:t>Наименование должности (профессии)</w:t>
            </w:r>
          </w:p>
        </w:tc>
        <w:tc>
          <w:tcPr>
            <w:tcW w:w="2694" w:type="dxa"/>
          </w:tcPr>
          <w:p w:rsidR="000C561F" w:rsidRPr="000C561F" w:rsidRDefault="000C561F" w:rsidP="000C5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Должностной оклад (</w:t>
            </w:r>
            <w:r w:rsidRPr="000C561F">
              <w:rPr>
                <w:sz w:val="24"/>
                <w:szCs w:val="24"/>
              </w:rPr>
              <w:t>руб</w:t>
            </w:r>
            <w:r>
              <w:rPr>
                <w:sz w:val="24"/>
                <w:szCs w:val="24"/>
              </w:rPr>
              <w:t>.)</w:t>
            </w:r>
          </w:p>
        </w:tc>
      </w:tr>
      <w:tr w:rsidR="00960E47" w:rsidTr="000C561F">
        <w:tc>
          <w:tcPr>
            <w:tcW w:w="7054" w:type="dxa"/>
          </w:tcPr>
          <w:p w:rsidR="00960E47" w:rsidRPr="005E20F2" w:rsidRDefault="00960E47" w:rsidP="000C561F">
            <w:pPr>
              <w:jc w:val="center"/>
              <w:rPr>
                <w:rFonts w:eastAsia="Malgun Gothic"/>
                <w:sz w:val="24"/>
                <w:szCs w:val="24"/>
              </w:rPr>
            </w:pPr>
            <w:r>
              <w:rPr>
                <w:rFonts w:eastAsia="Malgun Gothic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960E47" w:rsidRDefault="00960E47" w:rsidP="000C5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C561F" w:rsidTr="00C568AA">
        <w:tc>
          <w:tcPr>
            <w:tcW w:w="9748" w:type="dxa"/>
            <w:gridSpan w:val="2"/>
          </w:tcPr>
          <w:p w:rsidR="000C561F" w:rsidRPr="000C561F" w:rsidRDefault="000C561F" w:rsidP="000C56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Руководители</w:t>
            </w:r>
          </w:p>
        </w:tc>
      </w:tr>
      <w:tr w:rsidR="000C561F" w:rsidTr="000C561F">
        <w:tc>
          <w:tcPr>
            <w:tcW w:w="7054" w:type="dxa"/>
          </w:tcPr>
          <w:p w:rsidR="000C561F" w:rsidRPr="000C561F" w:rsidRDefault="000C561F" w:rsidP="000C56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2694" w:type="dxa"/>
          </w:tcPr>
          <w:p w:rsidR="000C561F" w:rsidRPr="000C561F" w:rsidRDefault="009D2300" w:rsidP="000C5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300">
              <w:rPr>
                <w:sz w:val="24"/>
                <w:szCs w:val="24"/>
              </w:rPr>
              <w:t>25</w:t>
            </w:r>
            <w:r>
              <w:rPr>
                <w:sz w:val="24"/>
                <w:szCs w:val="24"/>
              </w:rPr>
              <w:t xml:space="preserve"> </w:t>
            </w:r>
            <w:r w:rsidRPr="009D2300">
              <w:rPr>
                <w:sz w:val="24"/>
                <w:szCs w:val="24"/>
              </w:rPr>
              <w:t>000</w:t>
            </w:r>
            <w:r w:rsidR="000C561F">
              <w:rPr>
                <w:sz w:val="24"/>
                <w:szCs w:val="24"/>
              </w:rPr>
              <w:t>,00</w:t>
            </w:r>
          </w:p>
        </w:tc>
      </w:tr>
      <w:tr w:rsidR="000C561F" w:rsidTr="000C561F">
        <w:tc>
          <w:tcPr>
            <w:tcW w:w="7054" w:type="dxa"/>
          </w:tcPr>
          <w:p w:rsidR="000C561F" w:rsidRPr="000C561F" w:rsidRDefault="000C561F" w:rsidP="000C561F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</w:t>
            </w:r>
          </w:p>
        </w:tc>
        <w:tc>
          <w:tcPr>
            <w:tcW w:w="2694" w:type="dxa"/>
          </w:tcPr>
          <w:p w:rsidR="000C561F" w:rsidRPr="000C561F" w:rsidRDefault="007B0251" w:rsidP="000C561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7B0251">
              <w:rPr>
                <w:sz w:val="24"/>
                <w:szCs w:val="24"/>
              </w:rPr>
              <w:t>315</w:t>
            </w:r>
            <w:r w:rsidR="000C561F">
              <w:rPr>
                <w:sz w:val="24"/>
                <w:szCs w:val="24"/>
              </w:rPr>
              <w:t>,00</w:t>
            </w:r>
          </w:p>
        </w:tc>
      </w:tr>
      <w:tr w:rsidR="001141D8" w:rsidTr="000C561F">
        <w:tc>
          <w:tcPr>
            <w:tcW w:w="7054" w:type="dxa"/>
          </w:tcPr>
          <w:p w:rsidR="001141D8" w:rsidRPr="000C561F" w:rsidRDefault="001141D8" w:rsidP="001141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бухгалтер</w:t>
            </w:r>
          </w:p>
        </w:tc>
        <w:tc>
          <w:tcPr>
            <w:tcW w:w="2694" w:type="dxa"/>
          </w:tcPr>
          <w:p w:rsidR="001141D8" w:rsidRPr="000C561F" w:rsidRDefault="007B0251" w:rsidP="001141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7B0251">
              <w:rPr>
                <w:sz w:val="24"/>
                <w:szCs w:val="24"/>
              </w:rPr>
              <w:t>315</w:t>
            </w:r>
            <w:r w:rsidR="001141D8"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Malgun Gothic"/>
                <w:sz w:val="24"/>
                <w:szCs w:val="24"/>
              </w:rPr>
            </w:pPr>
            <w:r>
              <w:rPr>
                <w:rFonts w:eastAsia="Malgun Gothic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114872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Начальник отдела молодежных инициатив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7B0251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Начальник отдела общественных инициатив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16 100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Начальник отдела занятости и профориентационной работы с молодежью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 xml:space="preserve"> </w:t>
            </w:r>
            <w:r w:rsidRPr="007B0251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Начальник отдела коммуникаций и комплексной профилактики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16 100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C561F">
              <w:rPr>
                <w:sz w:val="24"/>
                <w:szCs w:val="24"/>
              </w:rPr>
              <w:t>Начальник отдела гражданских инициатив - менеджер ресурсного центра по работе с НКО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16 100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Начальник хозяйственного отдела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B0251">
              <w:rPr>
                <w:sz w:val="24"/>
                <w:szCs w:val="24"/>
              </w:rPr>
              <w:t>16 100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CB19DB">
        <w:tc>
          <w:tcPr>
            <w:tcW w:w="9748" w:type="dxa"/>
            <w:gridSpan w:val="2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работе с молодежью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развитию СО НКО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развитию объединений и частной гражданской инициативы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сопровождению инициативных проектов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сопровождению проектов в сфере креативной деятельности и творчества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охране труда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кадрам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Бухгалтер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Экономист (по финансовой работе)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Экономист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687437">
              <w:rPr>
                <w:rFonts w:eastAsia="Malgun Gothic"/>
                <w:sz w:val="24"/>
                <w:szCs w:val="24"/>
              </w:rPr>
              <w:t>Специалист по закупкам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2C29EB">
              <w:rPr>
                <w:rFonts w:eastAsia="Malgun Gothic"/>
                <w:sz w:val="24"/>
                <w:szCs w:val="24"/>
              </w:rPr>
              <w:t>Юрисконсульт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2C29EB">
              <w:rPr>
                <w:rFonts w:eastAsia="Malgun Gothic"/>
                <w:sz w:val="24"/>
                <w:szCs w:val="24"/>
              </w:rPr>
              <w:t>Специалист по безопасности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CD13E1">
        <w:tc>
          <w:tcPr>
            <w:tcW w:w="9748" w:type="dxa"/>
            <w:gridSpan w:val="2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Служащие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2C29EB">
              <w:rPr>
                <w:rFonts w:eastAsia="Malgun Gothic"/>
                <w:sz w:val="24"/>
                <w:szCs w:val="24"/>
              </w:rPr>
              <w:t>Делопроизводитель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</w:t>
            </w:r>
            <w:r w:rsidRPr="009D2300">
              <w:rPr>
                <w:sz w:val="24"/>
                <w:szCs w:val="24"/>
              </w:rPr>
              <w:t>470</w:t>
            </w:r>
            <w:r>
              <w:rPr>
                <w:sz w:val="24"/>
                <w:szCs w:val="24"/>
              </w:rPr>
              <w:t>,00</w:t>
            </w:r>
          </w:p>
        </w:tc>
      </w:tr>
      <w:tr w:rsidR="00114872" w:rsidTr="008F12E7">
        <w:tc>
          <w:tcPr>
            <w:tcW w:w="9748" w:type="dxa"/>
            <w:gridSpan w:val="2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E20F2">
              <w:rPr>
                <w:rFonts w:eastAsia="Malgun Gothic"/>
                <w:sz w:val="24"/>
                <w:szCs w:val="24"/>
              </w:rPr>
              <w:t>Рабочие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2C29EB">
              <w:rPr>
                <w:rFonts w:eastAsia="Malgun Gothic"/>
                <w:sz w:val="24"/>
                <w:szCs w:val="24"/>
                <w:lang w:eastAsia="ko-KR"/>
              </w:rPr>
              <w:t>Кладовщик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300">
              <w:rPr>
                <w:sz w:val="24"/>
                <w:szCs w:val="24"/>
              </w:rPr>
              <w:t>12</w:t>
            </w:r>
            <w:r>
              <w:rPr>
                <w:sz w:val="24"/>
                <w:szCs w:val="24"/>
              </w:rPr>
              <w:t xml:space="preserve"> </w:t>
            </w:r>
            <w:r w:rsidRPr="009D2300">
              <w:rPr>
                <w:sz w:val="24"/>
                <w:szCs w:val="24"/>
              </w:rPr>
              <w:t>414,</w:t>
            </w:r>
            <w:r w:rsidRPr="007B0251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2C29EB">
              <w:rPr>
                <w:rFonts w:eastAsia="Malgun Gothic"/>
                <w:sz w:val="24"/>
                <w:szCs w:val="24"/>
              </w:rPr>
              <w:t>Сторож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300">
              <w:rPr>
                <w:sz w:val="24"/>
                <w:szCs w:val="24"/>
              </w:rPr>
              <w:t>12 414,</w:t>
            </w:r>
            <w:r>
              <w:t xml:space="preserve"> </w:t>
            </w:r>
            <w:r w:rsidRPr="007B0251">
              <w:rPr>
                <w:sz w:val="24"/>
                <w:szCs w:val="24"/>
              </w:rPr>
              <w:t>60</w:t>
            </w:r>
          </w:p>
        </w:tc>
      </w:tr>
      <w:tr w:rsidR="00114872" w:rsidTr="000C561F">
        <w:tc>
          <w:tcPr>
            <w:tcW w:w="7054" w:type="dxa"/>
          </w:tcPr>
          <w:p w:rsidR="00114872" w:rsidRPr="00687437" w:rsidRDefault="00114872" w:rsidP="001148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algun Gothic"/>
                <w:sz w:val="24"/>
                <w:szCs w:val="24"/>
              </w:rPr>
            </w:pPr>
            <w:r w:rsidRPr="005E20F2">
              <w:rPr>
                <w:rFonts w:eastAsia="Malgun Gothic"/>
                <w:sz w:val="24"/>
                <w:szCs w:val="24"/>
              </w:rPr>
              <w:t>Уборщик служебных помещений</w:t>
            </w:r>
          </w:p>
        </w:tc>
        <w:tc>
          <w:tcPr>
            <w:tcW w:w="2694" w:type="dxa"/>
          </w:tcPr>
          <w:p w:rsidR="00114872" w:rsidRPr="000C561F" w:rsidRDefault="00114872" w:rsidP="0011487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D2300">
              <w:rPr>
                <w:sz w:val="24"/>
                <w:szCs w:val="24"/>
              </w:rPr>
              <w:t>12 414,</w:t>
            </w:r>
            <w:r>
              <w:t xml:space="preserve"> </w:t>
            </w:r>
            <w:r w:rsidRPr="007B0251">
              <w:rPr>
                <w:sz w:val="24"/>
                <w:szCs w:val="24"/>
              </w:rPr>
              <w:t>60</w:t>
            </w:r>
          </w:p>
        </w:tc>
      </w:tr>
    </w:tbl>
    <w:p w:rsidR="005E20F2" w:rsidRPr="005E20F2" w:rsidRDefault="005E20F2" w:rsidP="00960E47">
      <w:pPr>
        <w:ind w:firstLine="709"/>
        <w:jc w:val="both"/>
        <w:rPr>
          <w:szCs w:val="28"/>
        </w:rPr>
      </w:pPr>
      <w:r w:rsidRPr="005E20F2">
        <w:rPr>
          <w:szCs w:val="28"/>
        </w:rPr>
        <w:t xml:space="preserve">                                                                </w:t>
      </w:r>
      <w:r w:rsidR="00960E47">
        <w:rPr>
          <w:szCs w:val="28"/>
        </w:rPr>
        <w:t xml:space="preserve">                </w:t>
      </w:r>
      <w:r w:rsidRPr="005E20F2">
        <w:rPr>
          <w:szCs w:val="28"/>
        </w:rPr>
        <w:t xml:space="preserve">                                              .</w:t>
      </w:r>
    </w:p>
    <w:p w:rsidR="005E20F2" w:rsidRPr="005E20F2" w:rsidRDefault="005E20F2" w:rsidP="00960E47">
      <w:pPr>
        <w:ind w:firstLine="709"/>
        <w:jc w:val="both"/>
        <w:rPr>
          <w:szCs w:val="28"/>
        </w:rPr>
      </w:pPr>
      <w:r w:rsidRPr="00B96CA5">
        <w:rPr>
          <w:szCs w:val="28"/>
        </w:rPr>
        <w:t xml:space="preserve">2.3.Должностной оклад директора, перечень </w:t>
      </w:r>
      <w:r w:rsidR="00CC613D">
        <w:rPr>
          <w:szCs w:val="28"/>
        </w:rPr>
        <w:t xml:space="preserve">компенсационных </w:t>
      </w:r>
      <w:r w:rsidRPr="00B96CA5">
        <w:rPr>
          <w:szCs w:val="28"/>
        </w:rPr>
        <w:t xml:space="preserve">выплат, </w:t>
      </w:r>
      <w:r w:rsidR="00CC613D">
        <w:rPr>
          <w:szCs w:val="28"/>
        </w:rPr>
        <w:t>стимулирующих выплат</w:t>
      </w:r>
      <w:r w:rsidRPr="00B96CA5">
        <w:rPr>
          <w:szCs w:val="28"/>
        </w:rPr>
        <w:t xml:space="preserve">, порядок и условия предоставления </w:t>
      </w:r>
      <w:r w:rsidR="00FD5AED" w:rsidRPr="00B96CA5">
        <w:rPr>
          <w:szCs w:val="28"/>
        </w:rPr>
        <w:t>иных выплат</w:t>
      </w:r>
      <w:r w:rsidRPr="00B96CA5">
        <w:rPr>
          <w:szCs w:val="28"/>
        </w:rPr>
        <w:t xml:space="preserve"> устанавливаются трудовым договором, заключенным между директором и администрацией города Нефтеюганска</w:t>
      </w:r>
      <w:r w:rsidR="00B96CA5" w:rsidRPr="00B96CA5">
        <w:rPr>
          <w:szCs w:val="28"/>
        </w:rPr>
        <w:t xml:space="preserve"> </w:t>
      </w:r>
      <w:r w:rsidR="00CC613D">
        <w:rPr>
          <w:szCs w:val="28"/>
        </w:rPr>
        <w:t xml:space="preserve">на основании </w:t>
      </w:r>
      <w:r w:rsidR="00B96CA5" w:rsidRPr="00B96CA5">
        <w:rPr>
          <w:szCs w:val="28"/>
        </w:rPr>
        <w:t>настоящ</w:t>
      </w:r>
      <w:r w:rsidR="00CC613D">
        <w:rPr>
          <w:szCs w:val="28"/>
        </w:rPr>
        <w:t>его</w:t>
      </w:r>
      <w:r w:rsidR="00B96CA5" w:rsidRPr="00B96CA5">
        <w:rPr>
          <w:szCs w:val="28"/>
        </w:rPr>
        <w:t xml:space="preserve"> положени</w:t>
      </w:r>
      <w:r w:rsidR="00CC613D">
        <w:rPr>
          <w:szCs w:val="28"/>
        </w:rPr>
        <w:t>я</w:t>
      </w:r>
      <w:r w:rsidRPr="00B96CA5">
        <w:rPr>
          <w:szCs w:val="28"/>
        </w:rPr>
        <w:t>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2.4.Оклады </w:t>
      </w:r>
      <w:r w:rsidR="0089522E">
        <w:rPr>
          <w:szCs w:val="28"/>
        </w:rPr>
        <w:t>заместителей директора и главного бухгалтера</w:t>
      </w:r>
      <w:r w:rsidRPr="005E20F2">
        <w:rPr>
          <w:szCs w:val="28"/>
        </w:rPr>
        <w:t xml:space="preserve"> устанавливаются на 10 - 30% ниже оклада директора.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2.5.Критерии установления окладов </w:t>
      </w:r>
      <w:r w:rsidR="0089522E" w:rsidRPr="0089522E">
        <w:rPr>
          <w:szCs w:val="28"/>
        </w:rPr>
        <w:t>заместителей директора и главного бухгалтера</w:t>
      </w:r>
      <w:r w:rsidRPr="0089522E">
        <w:rPr>
          <w:szCs w:val="28"/>
        </w:rPr>
        <w:t xml:space="preserve"> </w:t>
      </w:r>
      <w:r w:rsidRPr="005E20F2">
        <w:rPr>
          <w:szCs w:val="28"/>
        </w:rPr>
        <w:t>определяются с учетом: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-уровня профессиональной подготовки и управленческой компетентности;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-степени самостоятельности при принятии административных решений;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-имеюще</w:t>
      </w:r>
      <w:r w:rsidR="008F16C3">
        <w:rPr>
          <w:szCs w:val="28"/>
        </w:rPr>
        <w:t>гося</w:t>
      </w:r>
      <w:r w:rsidRPr="005E20F2">
        <w:rPr>
          <w:szCs w:val="28"/>
        </w:rPr>
        <w:t xml:space="preserve"> стажа управленческой работы;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-объема закрепленных должностных обязанностей;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-результативности и ответственности при выполнении поставленных задач.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2.6.Оплата труда работников, занятых по совместительству, а также на </w:t>
      </w:r>
      <w:r w:rsidRPr="005E20F2">
        <w:rPr>
          <w:szCs w:val="28"/>
        </w:rPr>
        <w:lastRenderedPageBreak/>
        <w:t>условиях неполного рабочего времени, производится пропорционально отработанному времени либо в зависимости от выполненного объема работ.</w:t>
      </w:r>
    </w:p>
    <w:p w:rsid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2.7.Ограничения, установленные </w:t>
      </w:r>
      <w:r w:rsidRPr="00E6204B">
        <w:rPr>
          <w:szCs w:val="28"/>
        </w:rPr>
        <w:t xml:space="preserve">Трудовым </w:t>
      </w:r>
      <w:hyperlink r:id="rId12" w:history="1">
        <w:r w:rsidRPr="00E6204B">
          <w:rPr>
            <w:szCs w:val="28"/>
          </w:rPr>
          <w:t>кодексом</w:t>
        </w:r>
      </w:hyperlink>
      <w:r w:rsidRPr="00E6204B">
        <w:rPr>
          <w:szCs w:val="28"/>
        </w:rPr>
        <w:t xml:space="preserve"> Российской Федерации</w:t>
      </w:r>
      <w:r w:rsidRPr="005E20F2">
        <w:rPr>
          <w:szCs w:val="28"/>
        </w:rPr>
        <w:t xml:space="preserve"> для минимального размера заработной платы, не распространяются на оплату труда работников, работающих по совместительству и на условиях неполного рабочего времени.</w:t>
      </w:r>
    </w:p>
    <w:p w:rsidR="00E72D2D" w:rsidRPr="005E20F2" w:rsidRDefault="00E72D2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 w:rsidRPr="005E20F2">
        <w:rPr>
          <w:bCs/>
          <w:szCs w:val="28"/>
        </w:rPr>
        <w:t xml:space="preserve">3.Порядок и условия установления </w:t>
      </w:r>
      <w:r w:rsidR="00B6273C">
        <w:rPr>
          <w:bCs/>
          <w:szCs w:val="28"/>
        </w:rPr>
        <w:t>компенсационных выплат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3.1.К</w:t>
      </w:r>
      <w:r w:rsidR="00B6273C">
        <w:rPr>
          <w:szCs w:val="28"/>
        </w:rPr>
        <w:t xml:space="preserve"> компенсационным</w:t>
      </w:r>
      <w:r w:rsidRPr="005E20F2">
        <w:rPr>
          <w:szCs w:val="28"/>
        </w:rPr>
        <w:t xml:space="preserve"> выплатам относятся: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-доплата за увеличение объема работы или исполнение обязанностей временно отсутствующего работника;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-оплата за работу в выходные и нерабочие праздничные дни;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-выплата за работу в местностях с особыми климатическими условиями;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-оплата сверхурочной работы;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-оплата труда в ночное время.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3.2.Доплата за увеличение объема работы или исполнение обязанностей временно отсутствующего работника без освобождения от работы, определенной трудовым договором, устанавливается работнику в случае увеличения установленного ему объема работы или возложения на него с его согласия обязанностей временно отсутствующего работника без освобождения от работы, определенной трудовым договором. Размер доплаты и срок, на который она устанавливается, определяются по соглашению сторон трудового договора с учетом содержания и (или) объема дополнительной работы, но не более </w:t>
      </w:r>
      <w:r w:rsidR="00B50482">
        <w:rPr>
          <w:szCs w:val="28"/>
        </w:rPr>
        <w:t>5</w:t>
      </w:r>
      <w:r w:rsidRPr="005E20F2">
        <w:rPr>
          <w:szCs w:val="28"/>
        </w:rPr>
        <w:t>0% размера должностного оклада</w:t>
      </w:r>
      <w:r w:rsidR="00FA7E4A">
        <w:rPr>
          <w:szCs w:val="28"/>
        </w:rPr>
        <w:t xml:space="preserve"> (оклада)</w:t>
      </w:r>
      <w:r w:rsidRPr="005E20F2">
        <w:rPr>
          <w:szCs w:val="28"/>
        </w:rPr>
        <w:t xml:space="preserve"> работника в пределах средств фонда оплаты труда, формируемого из доведённых объёмов лимитов субсидии из бюджета муниципального образования.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3.3.Оплата за работу в выходные и нерабочие праздничные дни производится в соответствии со </w:t>
      </w:r>
      <w:hyperlink r:id="rId13" w:history="1">
        <w:r w:rsidRPr="005E20F2">
          <w:rPr>
            <w:szCs w:val="28"/>
          </w:rPr>
          <w:t>статьей 153</w:t>
        </w:r>
      </w:hyperlink>
      <w:r w:rsidRPr="005E20F2">
        <w:rPr>
          <w:szCs w:val="28"/>
        </w:rPr>
        <w:t xml:space="preserve"> </w:t>
      </w:r>
      <w:r w:rsidRPr="00E6204B">
        <w:rPr>
          <w:szCs w:val="28"/>
        </w:rPr>
        <w:t>Трудового кодекса Р</w:t>
      </w:r>
      <w:r w:rsidR="00E6204B" w:rsidRPr="00E6204B">
        <w:rPr>
          <w:szCs w:val="28"/>
        </w:rPr>
        <w:t xml:space="preserve">оссийской </w:t>
      </w:r>
      <w:r w:rsidRPr="00E6204B">
        <w:rPr>
          <w:szCs w:val="28"/>
        </w:rPr>
        <w:t>Ф</w:t>
      </w:r>
      <w:r w:rsidR="00E6204B" w:rsidRPr="00E6204B">
        <w:rPr>
          <w:szCs w:val="28"/>
        </w:rPr>
        <w:t>едерации</w:t>
      </w:r>
      <w:r w:rsidRPr="00E6204B">
        <w:rPr>
          <w:szCs w:val="28"/>
        </w:rPr>
        <w:t>.</w:t>
      </w:r>
      <w:r w:rsidRPr="005E20F2">
        <w:rPr>
          <w:szCs w:val="28"/>
        </w:rPr>
        <w:t xml:space="preserve"> Работа в выходной или нерабочий праздничный день оплачивается не менее чем в двойном размере должностного оклада (оклада). 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день отдыха оплате не подлежит.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3.4.Выплаты за работу в местностях с особыми климатическими условиями устанавливаются в соответствии с </w:t>
      </w:r>
      <w:hyperlink r:id="rId14" w:history="1">
        <w:r w:rsidRPr="005E20F2">
          <w:rPr>
            <w:szCs w:val="28"/>
          </w:rPr>
          <w:t>решением</w:t>
        </w:r>
      </w:hyperlink>
      <w:r w:rsidRPr="005E20F2">
        <w:rPr>
          <w:szCs w:val="28"/>
        </w:rPr>
        <w:t xml:space="preserve"> Думы города Нефтеюганска от 27.09.2012 № 373-V «Об утверждении Положения о гарантиях и компенсациях для лиц, работающих в организациях, финансируемых из бюджета муниципального образования город Нефтеюганск».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Размер районного коэффициента для расчета заработной платы работников организаций, расположенных в районах Крайнего Севера и приравненных к ним местностях, устанавливается в соответствии со </w:t>
      </w:r>
      <w:hyperlink r:id="rId15" w:history="1">
        <w:r w:rsidRPr="005E20F2">
          <w:rPr>
            <w:szCs w:val="28"/>
          </w:rPr>
          <w:t>статьей 316</w:t>
        </w:r>
      </w:hyperlink>
      <w:r w:rsidRPr="005E20F2">
        <w:rPr>
          <w:szCs w:val="28"/>
        </w:rPr>
        <w:t xml:space="preserve"> </w:t>
      </w:r>
      <w:r w:rsidRPr="00E6204B">
        <w:rPr>
          <w:szCs w:val="28"/>
        </w:rPr>
        <w:t>Трудового кодекса Российской Федерации.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 xml:space="preserve">Размер процентной надбавки к заработной плате за стаж работы в районах Крайнего Севера, приравненных к ним местностях устанавливается в </w:t>
      </w:r>
      <w:r w:rsidRPr="005E20F2">
        <w:rPr>
          <w:szCs w:val="28"/>
        </w:rPr>
        <w:lastRenderedPageBreak/>
        <w:t xml:space="preserve">соответствии со </w:t>
      </w:r>
      <w:hyperlink r:id="rId16" w:history="1">
        <w:r w:rsidRPr="005E20F2">
          <w:rPr>
            <w:szCs w:val="28"/>
          </w:rPr>
          <w:t>статьей 317</w:t>
        </w:r>
      </w:hyperlink>
      <w:r w:rsidRPr="005E20F2">
        <w:rPr>
          <w:szCs w:val="28"/>
        </w:rPr>
        <w:t xml:space="preserve"> Трудового кодекса Российской Федерации.</w:t>
      </w:r>
    </w:p>
    <w:p w:rsidR="005E20F2" w:rsidRPr="005E20F2" w:rsidRDefault="005E20F2" w:rsidP="00960E47">
      <w:pPr>
        <w:ind w:firstLine="709"/>
        <w:jc w:val="both"/>
        <w:rPr>
          <w:szCs w:val="28"/>
        </w:rPr>
      </w:pPr>
      <w:r w:rsidRPr="005E20F2">
        <w:rPr>
          <w:szCs w:val="28"/>
        </w:rPr>
        <w:t xml:space="preserve">3.5.Сверхурочная работа оплачивается за первые два часа работы не менее чем в полуторном размере, за последующие часы - не менее чем в двойном размере в соответствии со </w:t>
      </w:r>
      <w:hyperlink r:id="rId17" w:history="1">
        <w:r w:rsidRPr="005E20F2">
          <w:rPr>
            <w:szCs w:val="28"/>
          </w:rPr>
          <w:t>статьей 152</w:t>
        </w:r>
      </w:hyperlink>
      <w:r w:rsidRPr="005E20F2">
        <w:rPr>
          <w:szCs w:val="28"/>
        </w:rPr>
        <w:t xml:space="preserve"> Трудового кодекса Российской Федерации.</w:t>
      </w:r>
    </w:p>
    <w:p w:rsidR="005E20F2" w:rsidRPr="005E20F2" w:rsidRDefault="005E20F2" w:rsidP="00960E47">
      <w:pPr>
        <w:ind w:firstLine="709"/>
        <w:jc w:val="both"/>
        <w:rPr>
          <w:szCs w:val="28"/>
        </w:rPr>
      </w:pPr>
      <w:r w:rsidRPr="005E20F2">
        <w:rPr>
          <w:szCs w:val="28"/>
        </w:rPr>
        <w:t xml:space="preserve">3.6.Размер </w:t>
      </w:r>
      <w:r w:rsidR="00B6273C">
        <w:rPr>
          <w:szCs w:val="28"/>
        </w:rPr>
        <w:t xml:space="preserve">компенсационной </w:t>
      </w:r>
      <w:r w:rsidRPr="005E20F2">
        <w:rPr>
          <w:szCs w:val="28"/>
        </w:rPr>
        <w:t xml:space="preserve">выплаты за выполнение работ </w:t>
      </w:r>
      <w:r w:rsidR="00C05CCB">
        <w:rPr>
          <w:szCs w:val="28"/>
        </w:rPr>
        <w:t xml:space="preserve">в </w:t>
      </w:r>
      <w:r w:rsidRPr="005E20F2">
        <w:rPr>
          <w:szCs w:val="28"/>
        </w:rPr>
        <w:t xml:space="preserve">ночное  время составляет </w:t>
      </w:r>
      <w:r w:rsidR="00B50482">
        <w:rPr>
          <w:szCs w:val="28"/>
        </w:rPr>
        <w:t>2</w:t>
      </w:r>
      <w:r w:rsidRPr="005E20F2">
        <w:rPr>
          <w:szCs w:val="28"/>
        </w:rPr>
        <w:t xml:space="preserve">0% </w:t>
      </w:r>
      <w:r w:rsidR="00B6273C" w:rsidRPr="00B6273C">
        <w:rPr>
          <w:szCs w:val="28"/>
        </w:rPr>
        <w:t>оклада (должностного оклада), рассчитанного за час работы</w:t>
      </w:r>
      <w:r w:rsidR="00B6273C">
        <w:rPr>
          <w:szCs w:val="28"/>
        </w:rPr>
        <w:t xml:space="preserve">, </w:t>
      </w:r>
      <w:r w:rsidR="00B6273C" w:rsidRPr="00B6273C">
        <w:rPr>
          <w:szCs w:val="28"/>
        </w:rPr>
        <w:t>за каждый час работы в ночное время</w:t>
      </w:r>
      <w:r w:rsidRPr="005E20F2">
        <w:rPr>
          <w:szCs w:val="28"/>
        </w:rPr>
        <w:t xml:space="preserve"> с 22-х часов до 6-ти часов. 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3.7.Размер выплат, указанных в настоящем разделе, оформляется служебной запиской, трудовым договором, соглашением на увеличение объема работ,</w:t>
      </w:r>
      <w:r w:rsidR="00B50482" w:rsidRPr="00B50482">
        <w:rPr>
          <w:szCs w:val="28"/>
        </w:rPr>
        <w:t xml:space="preserve"> табел</w:t>
      </w:r>
      <w:r w:rsidR="00B50482">
        <w:rPr>
          <w:szCs w:val="28"/>
        </w:rPr>
        <w:t>ем</w:t>
      </w:r>
      <w:r w:rsidR="00B50482" w:rsidRPr="00B50482">
        <w:rPr>
          <w:szCs w:val="28"/>
        </w:rPr>
        <w:t xml:space="preserve"> рабочего времени</w:t>
      </w:r>
      <w:r w:rsidR="00B50482">
        <w:rPr>
          <w:szCs w:val="28"/>
        </w:rPr>
        <w:t xml:space="preserve">, </w:t>
      </w:r>
      <w:r w:rsidRPr="005E20F2">
        <w:rPr>
          <w:szCs w:val="28"/>
        </w:rPr>
        <w:t xml:space="preserve"> приказом директора Учреждения.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3.8.Выплаты, указанные в настоящем разделе, начисляются к окладу и не образуют увеличения оклада для начисления других выплат, надбавок, доплат, кроме районного коэффициента и процентной надбавки за работу в районах Крайнего Севера и приравненных к ним местностях.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3.9.</w:t>
      </w:r>
      <w:r w:rsidR="00B6273C">
        <w:rPr>
          <w:szCs w:val="28"/>
        </w:rPr>
        <w:t>Компенсационные в</w:t>
      </w:r>
      <w:r w:rsidRPr="005E20F2">
        <w:rPr>
          <w:szCs w:val="28"/>
        </w:rPr>
        <w:t>ыплаты выплачиваются из субсидий на выполнение муниципального задания на текущий финансовый год в пределах средств фонда оплаты труда, формируемого из доведённых объёмов лимитов субсидий из бюджета муниципального образования.</w:t>
      </w: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E20F2" w:rsidRP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 w:rsidRPr="005E20F2">
        <w:rPr>
          <w:bCs/>
          <w:szCs w:val="28"/>
        </w:rPr>
        <w:t xml:space="preserve">4.Порядок и условия установления </w:t>
      </w:r>
      <w:r w:rsidR="0004555A">
        <w:rPr>
          <w:bCs/>
          <w:szCs w:val="28"/>
        </w:rPr>
        <w:t xml:space="preserve">стимулирующих </w:t>
      </w:r>
      <w:r w:rsidRPr="005E20F2">
        <w:rPr>
          <w:bCs/>
          <w:szCs w:val="28"/>
        </w:rPr>
        <w:t xml:space="preserve">выплат </w:t>
      </w:r>
    </w:p>
    <w:p w:rsidR="005E20F2" w:rsidRDefault="005E20F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5E20F2">
        <w:rPr>
          <w:szCs w:val="28"/>
        </w:rPr>
        <w:t>4.</w:t>
      </w:r>
      <w:r w:rsidR="00B6273C">
        <w:rPr>
          <w:szCs w:val="28"/>
        </w:rPr>
        <w:t>1</w:t>
      </w:r>
      <w:r w:rsidRPr="005E20F2">
        <w:rPr>
          <w:szCs w:val="28"/>
        </w:rPr>
        <w:t>.</w:t>
      </w:r>
      <w:r w:rsidR="0004555A">
        <w:rPr>
          <w:szCs w:val="28"/>
        </w:rPr>
        <w:t>Стимулирующие выплаты</w:t>
      </w:r>
      <w:r w:rsidRPr="005E20F2">
        <w:rPr>
          <w:szCs w:val="28"/>
        </w:rPr>
        <w:t>, выплачиваемые из субсидий на выполнение муниципального задания: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-за интенсивно</w:t>
      </w:r>
      <w:r w:rsidR="00D463EA">
        <w:rPr>
          <w:szCs w:val="28"/>
        </w:rPr>
        <w:t>сть и высокие результаты работы;</w:t>
      </w:r>
    </w:p>
    <w:p w:rsidR="006B09C2" w:rsidRPr="006B09C2" w:rsidRDefault="00D463E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-за качество выполняемых работ;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-персональные надбавки</w:t>
      </w:r>
      <w:r w:rsidR="00D463EA">
        <w:rPr>
          <w:szCs w:val="28"/>
        </w:rPr>
        <w:t>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-премиальные выплаты по итогам работы за квартал, год.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Pr="006B09C2">
        <w:rPr>
          <w:szCs w:val="28"/>
        </w:rPr>
        <w:t>.</w:t>
      </w:r>
      <w:r w:rsidR="00B6273C">
        <w:rPr>
          <w:szCs w:val="28"/>
        </w:rPr>
        <w:t>2</w:t>
      </w:r>
      <w:r w:rsidRPr="006B09C2">
        <w:rPr>
          <w:szCs w:val="28"/>
        </w:rPr>
        <w:t xml:space="preserve">.Выплаты за интенсивность и высокие результаты работы производятся </w:t>
      </w:r>
      <w:r w:rsidR="0004555A">
        <w:rPr>
          <w:szCs w:val="28"/>
        </w:rPr>
        <w:t xml:space="preserve">разово </w:t>
      </w:r>
      <w:r w:rsidRPr="006B09C2">
        <w:rPr>
          <w:szCs w:val="28"/>
        </w:rPr>
        <w:t>за отдельные задания, имеющие особую сложность и важное значение в обеспечении выполнения задач и реализации функций, возложенных н</w:t>
      </w:r>
      <w:r w:rsidR="00C16138">
        <w:rPr>
          <w:szCs w:val="28"/>
        </w:rPr>
        <w:t>а У</w:t>
      </w:r>
      <w:r w:rsidRPr="006B09C2">
        <w:rPr>
          <w:szCs w:val="28"/>
        </w:rPr>
        <w:t>чреждение.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При принятии решения о начислении выплаты за интенсивность и высокие результаты работы учитываются следующие условия: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-личный вклад работника в выполнении целей, задач, возложенных на </w:t>
      </w:r>
      <w:r w:rsidR="005278EA">
        <w:rPr>
          <w:szCs w:val="28"/>
        </w:rPr>
        <w:t>Учреждение</w:t>
      </w:r>
      <w:r w:rsidRPr="006B09C2">
        <w:rPr>
          <w:szCs w:val="28"/>
        </w:rPr>
        <w:t>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-степень сложности выполнения заданий, эффективности достигнутых результатов за определенный период работы;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-оперативность и профессионализм работника в решении вопросов, входящих в его компетенцию, в подготовке документов, выполнении поручений;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-работа на имидж </w:t>
      </w:r>
      <w:r w:rsidR="005278EA">
        <w:rPr>
          <w:szCs w:val="28"/>
        </w:rPr>
        <w:t>У</w:t>
      </w:r>
      <w:r w:rsidRPr="006B09C2">
        <w:rPr>
          <w:szCs w:val="28"/>
        </w:rPr>
        <w:t>чреждения;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-соблюдение установленных сроков для выполнения поручений.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Выплаты за интенсивность и высокие результаты работы производятся при наличии обоснованной экономии фонда оплаты труда, в пределах выделенных бюджетных ассигнований на оплату труда. Размер выплаты </w:t>
      </w:r>
      <w:r w:rsidRPr="006B09C2">
        <w:rPr>
          <w:szCs w:val="28"/>
        </w:rPr>
        <w:lastRenderedPageBreak/>
        <w:t xml:space="preserve">устанавливается в размере до 100 </w:t>
      </w:r>
      <w:r w:rsidR="008153E6">
        <w:rPr>
          <w:szCs w:val="28"/>
        </w:rPr>
        <w:t>%</w:t>
      </w:r>
      <w:r w:rsidRPr="006B09C2">
        <w:rPr>
          <w:szCs w:val="28"/>
        </w:rPr>
        <w:t xml:space="preserve"> от должностного оклада (оклада). Данная выплата начисляется по приказу директора </w:t>
      </w:r>
      <w:r w:rsidR="005278EA">
        <w:rPr>
          <w:szCs w:val="28"/>
        </w:rPr>
        <w:t>У</w:t>
      </w:r>
      <w:r w:rsidRPr="006B09C2">
        <w:rPr>
          <w:szCs w:val="28"/>
        </w:rPr>
        <w:t xml:space="preserve">чреждения, на основании подтверждающих документов (служебного письма, служебной записки), поступивших директору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от начальни</w:t>
      </w:r>
      <w:r w:rsidR="009310F5">
        <w:rPr>
          <w:szCs w:val="28"/>
        </w:rPr>
        <w:t>ка отдела</w:t>
      </w:r>
      <w:r w:rsidRPr="006B09C2">
        <w:rPr>
          <w:szCs w:val="28"/>
        </w:rPr>
        <w:t>. На выплату начисляется районный коэффициент и надбавка за работу в районах Крайнего Севера и приравненных к ним местностях.</w:t>
      </w:r>
    </w:p>
    <w:p w:rsidR="006B09C2" w:rsidRPr="006B09C2" w:rsidRDefault="00EA5C64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Директору У</w:t>
      </w:r>
      <w:r w:rsidR="006B09C2" w:rsidRPr="006B09C2">
        <w:rPr>
          <w:szCs w:val="28"/>
        </w:rPr>
        <w:t xml:space="preserve">чреждения выплаты за интенсивность и высокие результаты работы устанавливаются на основании правового акта </w:t>
      </w:r>
      <w:r w:rsidR="006B09C2" w:rsidRPr="00492454">
        <w:rPr>
          <w:szCs w:val="28"/>
        </w:rPr>
        <w:t>администрации города Нефтеюганска</w:t>
      </w:r>
      <w:r w:rsidR="006B09C2" w:rsidRPr="006B09C2">
        <w:rPr>
          <w:szCs w:val="28"/>
        </w:rPr>
        <w:t>.</w:t>
      </w:r>
    </w:p>
    <w:p w:rsidR="006B09C2" w:rsidRPr="006B09C2" w:rsidRDefault="008153E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6B09C2" w:rsidRPr="006B09C2">
        <w:rPr>
          <w:szCs w:val="28"/>
        </w:rPr>
        <w:t>.</w:t>
      </w:r>
      <w:r w:rsidR="00B6273C">
        <w:rPr>
          <w:szCs w:val="28"/>
        </w:rPr>
        <w:t>3</w:t>
      </w:r>
      <w:r w:rsidR="006B09C2" w:rsidRPr="006B09C2">
        <w:rPr>
          <w:szCs w:val="28"/>
        </w:rPr>
        <w:t xml:space="preserve">.Выплаты за качество выполняемых работ начисляются работникам </w:t>
      </w:r>
      <w:r w:rsidR="005278EA">
        <w:rPr>
          <w:szCs w:val="28"/>
        </w:rPr>
        <w:t>Учреждения</w:t>
      </w:r>
      <w:r w:rsidR="006B09C2" w:rsidRPr="006B09C2">
        <w:rPr>
          <w:szCs w:val="28"/>
        </w:rPr>
        <w:t xml:space="preserve"> по основной занимаемой должности.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Выплаты за качество выполняемых работ устанавливаются в соответствии с критериями качества, на основании приказа директора </w:t>
      </w:r>
      <w:r w:rsidR="005278EA">
        <w:rPr>
          <w:szCs w:val="28"/>
        </w:rPr>
        <w:t>Учреждения</w:t>
      </w:r>
      <w:r w:rsidRPr="006B09C2">
        <w:rPr>
          <w:szCs w:val="28"/>
        </w:rPr>
        <w:t>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Выплаты за качество выполняемых работ производятся ежемесячно за безупречное выполнение трудовых (должностных) обязанностей, инициативность</w:t>
      </w:r>
      <w:r w:rsidR="00AB6198">
        <w:rPr>
          <w:szCs w:val="28"/>
        </w:rPr>
        <w:t>,</w:t>
      </w:r>
      <w:r w:rsidRPr="006B09C2">
        <w:rPr>
          <w:szCs w:val="28"/>
        </w:rPr>
        <w:t xml:space="preserve"> в целях повышения эффективности и качества труда, обеспечения материальной заинтересованности каждого работника </w:t>
      </w:r>
      <w:r w:rsidR="005278EA">
        <w:rPr>
          <w:szCs w:val="28"/>
        </w:rPr>
        <w:t>Учреждения</w:t>
      </w:r>
      <w:r w:rsidRPr="006B09C2">
        <w:rPr>
          <w:szCs w:val="28"/>
        </w:rPr>
        <w:t>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Максимальный размер выплат за качество выполняемых работ составляет 20 </w:t>
      </w:r>
      <w:r w:rsidR="008153E6">
        <w:rPr>
          <w:szCs w:val="28"/>
        </w:rPr>
        <w:t>%</w:t>
      </w:r>
      <w:r w:rsidRPr="006B09C2">
        <w:rPr>
          <w:szCs w:val="28"/>
        </w:rPr>
        <w:t xml:space="preserve"> от должностного оклада (оклада). На </w:t>
      </w:r>
      <w:r w:rsidR="00455C98" w:rsidRPr="00455C98">
        <w:rPr>
          <w:szCs w:val="28"/>
        </w:rPr>
        <w:t>выплат</w:t>
      </w:r>
      <w:r w:rsidR="00455C98">
        <w:rPr>
          <w:szCs w:val="28"/>
        </w:rPr>
        <w:t>ы</w:t>
      </w:r>
      <w:r w:rsidR="00455C98" w:rsidRPr="00455C98">
        <w:rPr>
          <w:szCs w:val="28"/>
        </w:rPr>
        <w:t xml:space="preserve"> за качество выполняемых работ</w:t>
      </w:r>
      <w:r w:rsidRPr="006B09C2">
        <w:rPr>
          <w:szCs w:val="28"/>
        </w:rPr>
        <w:t xml:space="preserve"> начисляется районный коэффициент и надбавка за работу в районах Крайнего Севера и приравненных к ним местностях.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Выплаты за качество выполняемых работ работникам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устанавливаются ежемесячно приказом директора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на основании служебных записок начальников отделов. Служебные записк</w:t>
      </w:r>
      <w:r w:rsidR="0027498A">
        <w:rPr>
          <w:szCs w:val="28"/>
        </w:rPr>
        <w:t>и подаются начальниками отделов</w:t>
      </w:r>
      <w:r w:rsidRPr="006B09C2">
        <w:rPr>
          <w:szCs w:val="28"/>
        </w:rPr>
        <w:t xml:space="preserve"> не позднее 25 числа месяца, за который производится выплата.</w:t>
      </w:r>
    </w:p>
    <w:p w:rsidR="006B09C2" w:rsidRPr="006B09C2" w:rsidRDefault="003046A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Оценка работы заместителей </w:t>
      </w:r>
      <w:r w:rsidR="00433CE6">
        <w:rPr>
          <w:szCs w:val="28"/>
        </w:rPr>
        <w:t>директора</w:t>
      </w:r>
      <w:r>
        <w:rPr>
          <w:szCs w:val="28"/>
        </w:rPr>
        <w:t>, главного</w:t>
      </w:r>
      <w:r w:rsidR="006B09C2" w:rsidRPr="006B09C2">
        <w:rPr>
          <w:szCs w:val="28"/>
        </w:rPr>
        <w:t xml:space="preserve"> бухгалтер</w:t>
      </w:r>
      <w:r>
        <w:rPr>
          <w:szCs w:val="28"/>
        </w:rPr>
        <w:t>а</w:t>
      </w:r>
      <w:r w:rsidR="006B09C2" w:rsidRPr="006B09C2">
        <w:rPr>
          <w:szCs w:val="28"/>
        </w:rPr>
        <w:t>, начальник</w:t>
      </w:r>
      <w:r>
        <w:rPr>
          <w:szCs w:val="28"/>
        </w:rPr>
        <w:t>ов</w:t>
      </w:r>
      <w:r w:rsidR="006B09C2" w:rsidRPr="006B09C2">
        <w:rPr>
          <w:szCs w:val="28"/>
        </w:rPr>
        <w:t xml:space="preserve"> отделов осуществляется </w:t>
      </w:r>
      <w:r w:rsidR="008D3A16">
        <w:rPr>
          <w:szCs w:val="28"/>
        </w:rPr>
        <w:t>директором</w:t>
      </w:r>
      <w:r w:rsidR="006B09C2" w:rsidRPr="006B09C2">
        <w:rPr>
          <w:szCs w:val="28"/>
        </w:rPr>
        <w:t xml:space="preserve"> </w:t>
      </w:r>
      <w:r w:rsidR="00276432">
        <w:rPr>
          <w:szCs w:val="28"/>
        </w:rPr>
        <w:t>У</w:t>
      </w:r>
      <w:r w:rsidR="006B09C2" w:rsidRPr="006B09C2">
        <w:rPr>
          <w:szCs w:val="28"/>
        </w:rPr>
        <w:t>чреждения.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Директору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выплаты за качество выполняемых работ устанавливаются на основании правового акта администрации города Нефтеюганска, с учетом целевых показателей эффективности работы, утвержденных правовым актом администрации города Нефтеюганска.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Выплаты за качество выполняемых работ в максимальном ра</w:t>
      </w:r>
      <w:r w:rsidR="00EA5C64">
        <w:rPr>
          <w:szCs w:val="28"/>
        </w:rPr>
        <w:t>змере выплачиваются работникам У</w:t>
      </w:r>
      <w:r w:rsidRPr="006B09C2">
        <w:rPr>
          <w:szCs w:val="28"/>
        </w:rPr>
        <w:t>чреждения, заместителям директора, главному бухгалтеру на основании следующих критериев качества: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-качественное и своевременное выполнение должностных обязанностей, предусмотренных трудовым договором, должностной инструкцией;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-качественное и своевременное выполнение планов работы, отчетов, поручений непосредственного </w:t>
      </w:r>
      <w:r w:rsidR="00B37B9F">
        <w:rPr>
          <w:szCs w:val="28"/>
        </w:rPr>
        <w:t>директора</w:t>
      </w:r>
      <w:r w:rsidRPr="006B09C2">
        <w:rPr>
          <w:szCs w:val="28"/>
        </w:rPr>
        <w:t xml:space="preserve">, </w:t>
      </w:r>
      <w:r w:rsidR="00B37B9F">
        <w:rPr>
          <w:szCs w:val="28"/>
        </w:rPr>
        <w:t>директора</w:t>
      </w:r>
      <w:r w:rsidRPr="006B09C2">
        <w:rPr>
          <w:szCs w:val="28"/>
        </w:rPr>
        <w:t xml:space="preserve"> Учреждения;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-соблюдение трудовой дисциплины, правил внутреннего трудового распорядка, требований охраны труда и (или) правил пожарной безопасности;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-соблюдение сроков предоставления установленной отчетности, запрашиваемой информации, сроков, установленных для определенного </w:t>
      </w:r>
      <w:r w:rsidRPr="006B09C2">
        <w:rPr>
          <w:szCs w:val="28"/>
        </w:rPr>
        <w:lastRenderedPageBreak/>
        <w:t>задания;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-отсутствие дисциплинарных взысканий.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По представлению </w:t>
      </w:r>
      <w:r w:rsidR="00E955FF">
        <w:rPr>
          <w:szCs w:val="28"/>
        </w:rPr>
        <w:t>директора</w:t>
      </w:r>
      <w:r w:rsidRPr="006B09C2">
        <w:rPr>
          <w:szCs w:val="28"/>
        </w:rPr>
        <w:t xml:space="preserve">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или начальников отделов размер выплаты за качество выполняемых работ может быть снижен.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Основанием для уменьшения или невыплаты стимулирующей выплаты за качество выполняемых работ работникам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являются: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-нарушения в течение премируемого периода правил внутреннего трудового распорядка дня: прогул (более 4 часов) – до 100%; систематическое опоздание на работу, уход с работы раньше установленного времени – до 50%;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-несоблюдение порядка ведения делопроизводства, сроков предоставления отчетности, выполнения контрольных заданий – до 50%;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-несвоевременное исполнение порученных заданий – до 50%;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-несвоевременное проведение мероприятий по выявлению и предотвращению угроз безопасности объектов и имущества Учреждения – до 50%;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-ненадлежащее хранение вверенных материальных ценностей – до 50%;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-ненадлежащее и некачественное выполнение работниками возложенных на них функций и должностных обязанностей – до 50%;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-неисполнение работниками возложенных на них функций и должностных обязанностей – до 100%;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-нарушения этики взаимоотношений в коллективе, повлекшие за собой конфликтные ситуации, влияющие на общий уровень работы – до 100%;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-установление факта нарушения кон</w:t>
      </w:r>
      <w:r w:rsidR="00BE6981">
        <w:rPr>
          <w:szCs w:val="28"/>
        </w:rPr>
        <w:t>фиденциальной информации, установленной</w:t>
      </w:r>
      <w:r w:rsidRPr="006B09C2">
        <w:rPr>
          <w:szCs w:val="28"/>
        </w:rPr>
        <w:t xml:space="preserve"> федеральными законами в целях защиты основ конституционного строя, нравственности, здоровья, прав и законных интересов других лиц, обеспечения обороны страны и безопасности государства - до 100%.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Снижение размера выплаты за качество выполняемых работ работника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оформляется соответствующим приказом директора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, по результатам проведенного служебного расследования, на основании служебной записки о нарушениях, допущенных работником, поступившего в письменном виде директору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от начальника отдела.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На основании служебной записки работнику предлагается предоставить объяснения по приведенным фактам в письменном виде. 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В случае непредставления работником объяснений без уважительной причины оформляется акт об отказе от объяснений. Непредставление работником объяснений не является препятствием к снижению размера выплаты за качество выполняемых работ.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В случае отсутствия работника, допустившего нарушение, в связи с отпуском, командировкой, временной нетрудоспособностью объяснительную записку им предлагается предоставить после выхода на работу.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Результат служебного расследования в этом случае оформляется после выхода на работу работника, допустившего нарушени</w:t>
      </w:r>
      <w:r w:rsidR="00EA5C64">
        <w:rPr>
          <w:szCs w:val="28"/>
        </w:rPr>
        <w:t>е, и предоставляется директору У</w:t>
      </w:r>
      <w:r w:rsidRPr="006B09C2">
        <w:rPr>
          <w:szCs w:val="28"/>
        </w:rPr>
        <w:t>чреждения.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Снижение размера выплаты за качество выполняемых работ в этом </w:t>
      </w:r>
      <w:r w:rsidRPr="006B09C2">
        <w:rPr>
          <w:szCs w:val="28"/>
        </w:rPr>
        <w:lastRenderedPageBreak/>
        <w:t>случае осуществляется за тот месяц, в котором работник приступил к работе.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4555A">
        <w:rPr>
          <w:szCs w:val="28"/>
        </w:rPr>
        <w:t xml:space="preserve">Решение о снижении размера </w:t>
      </w:r>
      <w:r w:rsidR="0004555A" w:rsidRPr="0004555A">
        <w:rPr>
          <w:szCs w:val="28"/>
        </w:rPr>
        <w:t>выплаты за качество выполняемых работ</w:t>
      </w:r>
      <w:r w:rsidRPr="0004555A">
        <w:rPr>
          <w:szCs w:val="28"/>
        </w:rPr>
        <w:t xml:space="preserve"> может быть обжаловано в установленном законодательством порядке. Факт обжалования не приостанавливает действие решения о снижении выплаты за качество выполняемых работ.</w:t>
      </w:r>
    </w:p>
    <w:p w:rsidR="006B09C2" w:rsidRDefault="008153E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6B09C2" w:rsidRPr="006B09C2">
        <w:rPr>
          <w:szCs w:val="28"/>
        </w:rPr>
        <w:t>.</w:t>
      </w:r>
      <w:r w:rsidR="00B6273C">
        <w:rPr>
          <w:szCs w:val="28"/>
        </w:rPr>
        <w:t>4</w:t>
      </w:r>
      <w:r w:rsidR="006B09C2" w:rsidRPr="006B09C2">
        <w:rPr>
          <w:szCs w:val="28"/>
        </w:rPr>
        <w:t xml:space="preserve">.Персональная надбавка устанавливается работникам </w:t>
      </w:r>
      <w:r w:rsidR="005278EA">
        <w:rPr>
          <w:szCs w:val="28"/>
        </w:rPr>
        <w:t>Учреждения</w:t>
      </w:r>
      <w:r w:rsidR="006B09C2" w:rsidRPr="006B09C2">
        <w:rPr>
          <w:szCs w:val="28"/>
        </w:rPr>
        <w:t xml:space="preserve"> с учетом следующих критериев:</w:t>
      </w:r>
    </w:p>
    <w:p w:rsidR="00CC613D" w:rsidRPr="00CC613D" w:rsidRDefault="00CC613D" w:rsidP="00CC61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C613D">
        <w:rPr>
          <w:szCs w:val="28"/>
        </w:rPr>
        <w:t xml:space="preserve">-уровня их профессиональной подготовки; </w:t>
      </w:r>
    </w:p>
    <w:p w:rsidR="00CC613D" w:rsidRPr="00CC613D" w:rsidRDefault="00CC613D" w:rsidP="00CC61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C613D">
        <w:rPr>
          <w:szCs w:val="28"/>
        </w:rPr>
        <w:t xml:space="preserve">-сложности, важности выполняемой работы; </w:t>
      </w:r>
    </w:p>
    <w:p w:rsidR="00CC613D" w:rsidRPr="00CC613D" w:rsidRDefault="00CC613D" w:rsidP="00CC61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C613D">
        <w:rPr>
          <w:szCs w:val="28"/>
        </w:rPr>
        <w:t xml:space="preserve">-степени самостоятельности; </w:t>
      </w:r>
    </w:p>
    <w:p w:rsidR="00CC613D" w:rsidRPr="00CC613D" w:rsidRDefault="00CC613D" w:rsidP="00CC61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C613D">
        <w:rPr>
          <w:szCs w:val="28"/>
        </w:rPr>
        <w:t>-интенсивности работы;</w:t>
      </w:r>
    </w:p>
    <w:p w:rsidR="00CC613D" w:rsidRDefault="00CC613D" w:rsidP="00CC61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CC613D">
        <w:rPr>
          <w:szCs w:val="28"/>
        </w:rPr>
        <w:t xml:space="preserve">-ответственности при выполнении поставленных задач. </w:t>
      </w:r>
    </w:p>
    <w:p w:rsidR="006B09C2" w:rsidRPr="006B09C2" w:rsidRDefault="006B09C2" w:rsidP="00CC613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Персональная надбавка устанавливается в процентном отношении к должностному окладу</w:t>
      </w:r>
      <w:r w:rsidR="0065158E">
        <w:rPr>
          <w:szCs w:val="28"/>
        </w:rPr>
        <w:t xml:space="preserve"> (окладу)</w:t>
      </w:r>
      <w:r w:rsidRPr="006B09C2">
        <w:rPr>
          <w:szCs w:val="28"/>
        </w:rPr>
        <w:t>. Применение персональной надбавки к должностному окладу</w:t>
      </w:r>
      <w:r w:rsidR="0065158E">
        <w:rPr>
          <w:szCs w:val="28"/>
        </w:rPr>
        <w:t xml:space="preserve"> (окладу)</w:t>
      </w:r>
      <w:r w:rsidRPr="006B09C2">
        <w:rPr>
          <w:szCs w:val="28"/>
        </w:rPr>
        <w:t xml:space="preserve"> не образует новый оклад и не учитывается при начислении иных стимулирующих и компенсационных выплат, устанавливаемых в процентном отношении к должностному окладу.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Размер персональной надбавки устанавливается ежеквартально в размере 35 </w:t>
      </w:r>
      <w:r w:rsidR="008153E6">
        <w:rPr>
          <w:szCs w:val="28"/>
        </w:rPr>
        <w:t>%</w:t>
      </w:r>
      <w:r w:rsidRPr="006B09C2">
        <w:rPr>
          <w:szCs w:val="28"/>
        </w:rPr>
        <w:t xml:space="preserve"> от </w:t>
      </w:r>
      <w:r w:rsidR="00005CED" w:rsidRPr="00005CED">
        <w:rPr>
          <w:szCs w:val="28"/>
        </w:rPr>
        <w:t>должностного оклада (оклада)</w:t>
      </w:r>
      <w:r w:rsidRPr="006B09C2">
        <w:rPr>
          <w:szCs w:val="28"/>
        </w:rPr>
        <w:t xml:space="preserve">. Данная выплата начисляется по приказу директора </w:t>
      </w:r>
      <w:r w:rsidR="005278EA">
        <w:rPr>
          <w:szCs w:val="28"/>
        </w:rPr>
        <w:t>Учреждения</w:t>
      </w:r>
      <w:r w:rsidRPr="006B09C2">
        <w:rPr>
          <w:szCs w:val="28"/>
        </w:rPr>
        <w:t>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Директору </w:t>
      </w:r>
      <w:r w:rsidR="005278EA">
        <w:rPr>
          <w:szCs w:val="28"/>
        </w:rPr>
        <w:t>Учреждения</w:t>
      </w:r>
      <w:r w:rsidRPr="006B09C2">
        <w:rPr>
          <w:szCs w:val="28"/>
        </w:rPr>
        <w:t xml:space="preserve"> персональная надбавка устанавливается на основании правового акта администрации города Нефтеюганска.</w:t>
      </w:r>
    </w:p>
    <w:p w:rsid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На сумму персональной надбавки начисляется районный коэффициент и надбавка за работу в районах Крайнего Севера и приравненных к ним местностях.</w:t>
      </w:r>
    </w:p>
    <w:p w:rsidR="001C2D33" w:rsidRPr="006B09C2" w:rsidRDefault="001C2D33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1C2D33">
        <w:rPr>
          <w:szCs w:val="28"/>
        </w:rPr>
        <w:t>Персональная надбавка выплачивается только из субсидии на выполнение муниципального задания.</w:t>
      </w:r>
    </w:p>
    <w:p w:rsidR="006B09C2" w:rsidRPr="006B09C2" w:rsidRDefault="008153E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B6273C">
        <w:rPr>
          <w:szCs w:val="28"/>
        </w:rPr>
        <w:t>.5</w:t>
      </w:r>
      <w:r w:rsidR="006B09C2" w:rsidRPr="006B09C2">
        <w:rPr>
          <w:szCs w:val="28"/>
        </w:rPr>
        <w:t xml:space="preserve">.Премиальная выплата по итогам работы за квартал, год осуществляется с целью поощрения работников за общие результаты по итогам работы за квартал, год, в соответствии с коллективным договором, локальными нормативными актами </w:t>
      </w:r>
      <w:r w:rsidR="005278EA">
        <w:rPr>
          <w:szCs w:val="28"/>
        </w:rPr>
        <w:t>Учреждения</w:t>
      </w:r>
      <w:r w:rsidR="006B09C2" w:rsidRPr="006B09C2">
        <w:rPr>
          <w:szCs w:val="28"/>
        </w:rPr>
        <w:t>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Премиальная выплата по итогам работы за квартал, год выплачивается при наличии экономии средств по фонду оплаты труда, формируемого </w:t>
      </w:r>
      <w:r w:rsidR="005278EA">
        <w:rPr>
          <w:szCs w:val="28"/>
        </w:rPr>
        <w:t>Учреждение</w:t>
      </w:r>
      <w:r w:rsidRPr="006B09C2">
        <w:rPr>
          <w:szCs w:val="28"/>
        </w:rPr>
        <w:t>м в соответствии с настоящим Положением.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Премиальная выплата по итогам работы за первый, второй и третий квартал выплачивается до 20 числа месяца, следующего за отчетным периодом, за четвертый квартал и за год – не позднее 31 декабря года, за который производится выплата.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Выплата производится: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</w:t>
      </w:r>
      <w:r w:rsidR="00E04B37">
        <w:rPr>
          <w:szCs w:val="28"/>
        </w:rPr>
        <w:t>директору</w:t>
      </w:r>
      <w:r w:rsidRPr="006B09C2">
        <w:rPr>
          <w:szCs w:val="28"/>
        </w:rPr>
        <w:t xml:space="preserve"> </w:t>
      </w:r>
      <w:r w:rsidR="00FD14C5">
        <w:rPr>
          <w:szCs w:val="28"/>
        </w:rPr>
        <w:t>У</w:t>
      </w:r>
      <w:r w:rsidRPr="006B09C2">
        <w:rPr>
          <w:szCs w:val="28"/>
        </w:rPr>
        <w:t>чреждения – на основании правового акта администрации города Нефтеюганска;</w:t>
      </w:r>
    </w:p>
    <w:p w:rsid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-работникам </w:t>
      </w:r>
      <w:r w:rsidR="00FD14C5">
        <w:rPr>
          <w:szCs w:val="28"/>
        </w:rPr>
        <w:t>У</w:t>
      </w:r>
      <w:r w:rsidRPr="006B09C2">
        <w:rPr>
          <w:szCs w:val="28"/>
        </w:rPr>
        <w:t xml:space="preserve">чреждения – на основании приказа </w:t>
      </w:r>
      <w:r w:rsidR="00E04B37">
        <w:rPr>
          <w:szCs w:val="28"/>
        </w:rPr>
        <w:t>директора</w:t>
      </w:r>
      <w:r w:rsidRPr="006B09C2">
        <w:rPr>
          <w:szCs w:val="28"/>
        </w:rPr>
        <w:t xml:space="preserve"> </w:t>
      </w:r>
      <w:r w:rsidR="005278EA">
        <w:rPr>
          <w:szCs w:val="28"/>
        </w:rPr>
        <w:t>Учреждения</w:t>
      </w:r>
      <w:r w:rsidRPr="006B09C2">
        <w:rPr>
          <w:szCs w:val="28"/>
        </w:rPr>
        <w:t>.</w:t>
      </w:r>
    </w:p>
    <w:p w:rsidR="008003B6" w:rsidRPr="008003B6" w:rsidRDefault="00AE067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E067A">
        <w:rPr>
          <w:szCs w:val="28"/>
        </w:rPr>
        <w:t>Премиальная выплата</w:t>
      </w:r>
      <w:r w:rsidR="008003B6" w:rsidRPr="008003B6">
        <w:rPr>
          <w:szCs w:val="28"/>
        </w:rPr>
        <w:t xml:space="preserve"> по итогам работы </w:t>
      </w:r>
      <w:r w:rsidRPr="006B09C2">
        <w:rPr>
          <w:szCs w:val="28"/>
        </w:rPr>
        <w:t>за квартал, год</w:t>
      </w:r>
      <w:r w:rsidR="008003B6" w:rsidRPr="008003B6">
        <w:rPr>
          <w:szCs w:val="28"/>
        </w:rPr>
        <w:t xml:space="preserve"> выплачивается из субсидии на выполнение муниципального задания.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При премировании учитываются следующие показатели: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lastRenderedPageBreak/>
        <w:t>-успешное и добросовестное исполнение работником своих должностных обязанностей в соответствующем периоде (отсутствие замечаний со стороны руководителей);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-достижение и превышение плановых и нормативных показателей работы;</w:t>
      </w:r>
    </w:p>
    <w:p w:rsid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-инициатива, творчество и применение в работе современных форм и методов организации труда (в том числе современных методик, освоение и работа со сложным оборудованием, своевременность и полнота подготовки отчетности)</w:t>
      </w:r>
      <w:r w:rsidR="003934F3">
        <w:rPr>
          <w:szCs w:val="28"/>
        </w:rPr>
        <w:t>;</w:t>
      </w:r>
    </w:p>
    <w:p w:rsidR="003934F3" w:rsidRPr="008003B6" w:rsidRDefault="003934F3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3934F3">
        <w:rPr>
          <w:szCs w:val="28"/>
        </w:rPr>
        <w:t>соблюдение служебной дисциплины, умение организовать работу, бесконфликтность, создание здоровой, деловой обстановки в коллективе.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При наличии экономии размер премии работника может определяться в процентах к должностному окладу как соотношение фонда оплаты труда к сложившейся экономии:</w:t>
      </w:r>
    </w:p>
    <w:p w:rsidR="008003B6" w:rsidRPr="008003B6" w:rsidRDefault="0064666C" w:rsidP="005F5B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1333500" cy="4762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003B6" w:rsidRPr="008003B6">
        <w:rPr>
          <w:szCs w:val="28"/>
        </w:rPr>
        <w:t xml:space="preserve"> , где: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П</w:t>
      </w:r>
      <w:r w:rsidRPr="008003B6">
        <w:rPr>
          <w:sz w:val="16"/>
          <w:szCs w:val="16"/>
        </w:rPr>
        <w:t>пр</w:t>
      </w:r>
      <w:r w:rsidRPr="008003B6">
        <w:rPr>
          <w:szCs w:val="28"/>
        </w:rPr>
        <w:t xml:space="preserve"> - процент </w:t>
      </w:r>
      <w:r w:rsidR="00AE067A">
        <w:rPr>
          <w:szCs w:val="28"/>
        </w:rPr>
        <w:t>премиальной выплаты</w:t>
      </w:r>
      <w:r w:rsidRPr="008003B6">
        <w:rPr>
          <w:szCs w:val="28"/>
        </w:rPr>
        <w:t xml:space="preserve"> к должностному окладу;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Эк - сложившаяся экономия за отчетный период;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ФОТ - фонд оплаты труда работников в месяц.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Расчет премиальной выплаты на одного работника:</w:t>
      </w:r>
    </w:p>
    <w:p w:rsidR="008003B6" w:rsidRPr="008003B6" w:rsidRDefault="008003B6" w:rsidP="005F5B81">
      <w:pPr>
        <w:widowControl w:val="0"/>
        <w:autoSpaceDE w:val="0"/>
        <w:autoSpaceDN w:val="0"/>
        <w:adjustRightInd w:val="0"/>
        <w:jc w:val="center"/>
        <w:rPr>
          <w:szCs w:val="28"/>
        </w:rPr>
      </w:pPr>
      <w:r w:rsidRPr="008003B6">
        <w:rPr>
          <w:szCs w:val="28"/>
        </w:rPr>
        <w:t>П</w:t>
      </w:r>
      <w:r w:rsidRPr="008003B6">
        <w:rPr>
          <w:sz w:val="18"/>
          <w:szCs w:val="18"/>
        </w:rPr>
        <w:t>рвып</w:t>
      </w:r>
      <w:r w:rsidRPr="008003B6">
        <w:rPr>
          <w:szCs w:val="28"/>
        </w:rPr>
        <w:t>. = ФОТ</w:t>
      </w:r>
      <w:r w:rsidRPr="003934F3">
        <w:rPr>
          <w:sz w:val="18"/>
          <w:szCs w:val="18"/>
        </w:rPr>
        <w:t>1</w:t>
      </w:r>
      <w:r w:rsidRPr="008003B6">
        <w:rPr>
          <w:szCs w:val="28"/>
        </w:rPr>
        <w:t xml:space="preserve"> * П</w:t>
      </w:r>
      <w:r w:rsidRPr="008003B6">
        <w:rPr>
          <w:sz w:val="18"/>
          <w:szCs w:val="18"/>
        </w:rPr>
        <w:t>пр</w:t>
      </w:r>
      <w:r w:rsidRPr="008003B6">
        <w:rPr>
          <w:szCs w:val="28"/>
        </w:rPr>
        <w:t>, где: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П</w:t>
      </w:r>
      <w:r w:rsidRPr="008003B6">
        <w:rPr>
          <w:sz w:val="18"/>
          <w:szCs w:val="18"/>
        </w:rPr>
        <w:t>рвып</w:t>
      </w:r>
      <w:r w:rsidRPr="008003B6">
        <w:rPr>
          <w:szCs w:val="28"/>
        </w:rPr>
        <w:t xml:space="preserve"> - премиальная выплата на одного работника;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ФОТ</w:t>
      </w:r>
      <w:r w:rsidRPr="008003B6">
        <w:rPr>
          <w:sz w:val="18"/>
          <w:szCs w:val="18"/>
        </w:rPr>
        <w:t xml:space="preserve">1 </w:t>
      </w:r>
      <w:r w:rsidRPr="008003B6">
        <w:rPr>
          <w:szCs w:val="28"/>
        </w:rPr>
        <w:t>- фонд оплаты труда одного сотрудника в месяц;</w:t>
      </w:r>
    </w:p>
    <w:p w:rsidR="008003B6" w:rsidRPr="008003B6" w:rsidRDefault="008003B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8003B6">
        <w:rPr>
          <w:szCs w:val="28"/>
        </w:rPr>
        <w:t>П</w:t>
      </w:r>
      <w:r w:rsidRPr="008003B6">
        <w:rPr>
          <w:sz w:val="18"/>
          <w:szCs w:val="18"/>
        </w:rPr>
        <w:t>пр</w:t>
      </w:r>
      <w:r w:rsidRPr="008003B6">
        <w:rPr>
          <w:szCs w:val="28"/>
        </w:rPr>
        <w:t xml:space="preserve"> - процент </w:t>
      </w:r>
      <w:r w:rsidR="00AE067A" w:rsidRPr="00AE067A">
        <w:rPr>
          <w:szCs w:val="28"/>
        </w:rPr>
        <w:t>премиальной выплаты</w:t>
      </w:r>
      <w:r w:rsidRPr="008003B6">
        <w:rPr>
          <w:szCs w:val="28"/>
        </w:rPr>
        <w:t xml:space="preserve"> к должностному окладу.</w:t>
      </w:r>
    </w:p>
    <w:p w:rsidR="006B09C2" w:rsidRPr="006B09C2" w:rsidRDefault="00AE067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E067A">
        <w:rPr>
          <w:szCs w:val="28"/>
        </w:rPr>
        <w:t>Премиальная выплата</w:t>
      </w:r>
      <w:r w:rsidR="006B09C2" w:rsidRPr="006B09C2">
        <w:rPr>
          <w:szCs w:val="28"/>
        </w:rPr>
        <w:t xml:space="preserve"> за год выплачивается пропорционально отработанному времени работникам, отработавшим неполный календарный год, в следующих случаях: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-вновь принятым работникам;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-при призыве работника на военную службу или направление его на заменяющую ее альтернативную гражданскую службу;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-признание работника полностью неспособным к трудовой деятельности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:rsid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-выход на пенсию.</w:t>
      </w:r>
    </w:p>
    <w:p w:rsidR="00AE067A" w:rsidRPr="00AE067A" w:rsidRDefault="00AE067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E067A">
        <w:rPr>
          <w:szCs w:val="28"/>
        </w:rPr>
        <w:t>В период работы включается время, отработанное в соответствии с табелем учета рабочего времени, времени нахождения в служебной командировке, время нахождения в ежегодном оплачиваемом отпуске, время простоя не по вине работника.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 xml:space="preserve">Конкретный размер </w:t>
      </w:r>
      <w:r w:rsidR="00AE067A">
        <w:rPr>
          <w:szCs w:val="28"/>
        </w:rPr>
        <w:t>п</w:t>
      </w:r>
      <w:r w:rsidR="00AE067A" w:rsidRPr="00AE067A">
        <w:rPr>
          <w:szCs w:val="28"/>
        </w:rPr>
        <w:t>ремиальн</w:t>
      </w:r>
      <w:r w:rsidR="00AE067A">
        <w:rPr>
          <w:szCs w:val="28"/>
        </w:rPr>
        <w:t>ой</w:t>
      </w:r>
      <w:r w:rsidR="00AE067A" w:rsidRPr="00AE067A">
        <w:rPr>
          <w:szCs w:val="28"/>
        </w:rPr>
        <w:t xml:space="preserve"> выплат</w:t>
      </w:r>
      <w:r w:rsidR="00AE067A">
        <w:rPr>
          <w:szCs w:val="28"/>
        </w:rPr>
        <w:t>ы</w:t>
      </w:r>
      <w:r w:rsidRPr="006B09C2">
        <w:rPr>
          <w:szCs w:val="28"/>
        </w:rPr>
        <w:t xml:space="preserve"> определяется исходя из установленного месячного фонда оплаты труда работника, по основной занимаемой должности на момент издания приказа.  </w:t>
      </w:r>
    </w:p>
    <w:p w:rsidR="006B09C2" w:rsidRP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82D30">
        <w:rPr>
          <w:szCs w:val="28"/>
        </w:rPr>
        <w:t xml:space="preserve">Премиальная выплата по итогам работы за квартал, год не выплачивается работникам, работающим на условии внешнего совместительства, </w:t>
      </w:r>
      <w:r w:rsidRPr="00E82D30">
        <w:rPr>
          <w:szCs w:val="28"/>
        </w:rPr>
        <w:lastRenderedPageBreak/>
        <w:t xml:space="preserve">уволившимся по собственному желанию, находящимся на больничном по беременности и родам, в отпуске по уходу за ребенком, в отпуске без сохранения заработной платы длительностью более </w:t>
      </w:r>
      <w:r w:rsidR="004B659E" w:rsidRPr="00E82D30">
        <w:rPr>
          <w:szCs w:val="28"/>
        </w:rPr>
        <w:t>1</w:t>
      </w:r>
      <w:r w:rsidRPr="00E82D30">
        <w:rPr>
          <w:szCs w:val="28"/>
        </w:rPr>
        <w:t>4</w:t>
      </w:r>
      <w:r w:rsidR="005F5B81" w:rsidRPr="00E82D30">
        <w:rPr>
          <w:szCs w:val="28"/>
        </w:rPr>
        <w:t xml:space="preserve"> календарных дней.</w:t>
      </w:r>
    </w:p>
    <w:p w:rsidR="00AE067A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6B09C2">
        <w:rPr>
          <w:szCs w:val="28"/>
        </w:rPr>
        <w:t>Работникам</w:t>
      </w:r>
      <w:r w:rsidR="003A457F">
        <w:rPr>
          <w:szCs w:val="28"/>
        </w:rPr>
        <w:t>,</w:t>
      </w:r>
      <w:r w:rsidRPr="006B09C2">
        <w:rPr>
          <w:szCs w:val="28"/>
        </w:rPr>
        <w:t xml:space="preserve"> по собственному желанию выбравшим дистанционную форму работы, за время данной формы работы премиальная выплата по итогам работы за квартал, год начисляется в размере 50 % от запланированного к начислению фонда оплаты труда. </w:t>
      </w:r>
    </w:p>
    <w:p w:rsidR="006B09C2" w:rsidRDefault="006B09C2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AE067A">
        <w:rPr>
          <w:szCs w:val="28"/>
        </w:rPr>
        <w:t xml:space="preserve">Показатели, за которые производится снижение размера премиальной выплаты по итогам работы </w:t>
      </w:r>
      <w:r w:rsidR="00AE067A" w:rsidRPr="00AE067A">
        <w:rPr>
          <w:szCs w:val="28"/>
        </w:rPr>
        <w:t>за квартал, год</w:t>
      </w:r>
      <w:r w:rsidR="00AE067A">
        <w:rPr>
          <w:szCs w:val="28"/>
        </w:rPr>
        <w:t>:</w:t>
      </w:r>
    </w:p>
    <w:p w:rsidR="00AE067A" w:rsidRDefault="00AE067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>
        <w:t>н</w:t>
      </w:r>
      <w:r w:rsidRPr="00AE067A">
        <w:rPr>
          <w:szCs w:val="28"/>
        </w:rPr>
        <w:t>еисполнение или ненадлежащее исполнение должностных обязанностей, установленных должностной инструкцией работника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AE067A">
        <w:rPr>
          <w:szCs w:val="28"/>
        </w:rPr>
        <w:t>до 100%</w:t>
      </w:r>
      <w:r>
        <w:rPr>
          <w:szCs w:val="28"/>
        </w:rPr>
        <w:t>;</w:t>
      </w:r>
    </w:p>
    <w:p w:rsidR="00AE067A" w:rsidRDefault="00AE067A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AE067A">
        <w:rPr>
          <w:szCs w:val="28"/>
        </w:rPr>
        <w:t>екачественное, несвоевременное выполнение функциональных обязанностей, неквалифицированная подготовка и оформление документов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="005F5B81">
        <w:rPr>
          <w:szCs w:val="28"/>
        </w:rPr>
        <w:t xml:space="preserve"> </w:t>
      </w:r>
      <w:r w:rsidRPr="00AE067A">
        <w:rPr>
          <w:szCs w:val="28"/>
        </w:rPr>
        <w:t>до 100%</w:t>
      </w:r>
      <w:r w:rsidR="00C91859">
        <w:rPr>
          <w:szCs w:val="28"/>
        </w:rPr>
        <w:t>;</w:t>
      </w:r>
    </w:p>
    <w:p w:rsidR="00C91859" w:rsidRDefault="00C91859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C91859">
        <w:rPr>
          <w:szCs w:val="28"/>
        </w:rPr>
        <w:t>екачественное, несвоевременное выполнение планов работы, постановлений, распоряжений, решений и поручений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C91859">
        <w:rPr>
          <w:szCs w:val="28"/>
        </w:rPr>
        <w:t>до 100%</w:t>
      </w:r>
      <w:r>
        <w:rPr>
          <w:szCs w:val="28"/>
        </w:rPr>
        <w:t>;</w:t>
      </w:r>
    </w:p>
    <w:p w:rsidR="006B09C2" w:rsidRDefault="00C91859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C91859">
        <w:rPr>
          <w:szCs w:val="28"/>
        </w:rPr>
        <w:t>еквалифицированное рассмотрение заявлений, писем, жалоб от организаций и граждан, нарушение сроков рассмотрения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C91859">
        <w:rPr>
          <w:szCs w:val="28"/>
        </w:rPr>
        <w:t>до 100%</w:t>
      </w:r>
      <w:r>
        <w:rPr>
          <w:szCs w:val="28"/>
        </w:rPr>
        <w:t>;</w:t>
      </w:r>
    </w:p>
    <w:p w:rsidR="00C91859" w:rsidRDefault="00C91859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C91859">
        <w:rPr>
          <w:szCs w:val="28"/>
        </w:rPr>
        <w:t>арушение сроков представления установленной отчетности, представление неверной информации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C91859">
        <w:rPr>
          <w:szCs w:val="28"/>
        </w:rPr>
        <w:t>до 100%</w:t>
      </w:r>
      <w:r>
        <w:rPr>
          <w:szCs w:val="28"/>
        </w:rPr>
        <w:t>;</w:t>
      </w:r>
    </w:p>
    <w:p w:rsidR="00C91859" w:rsidRDefault="00C91859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C91859">
        <w:rPr>
          <w:szCs w:val="28"/>
        </w:rPr>
        <w:t>евыполнение поручения вышестоящего руководства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C91859">
        <w:rPr>
          <w:szCs w:val="28"/>
        </w:rPr>
        <w:t>до 100%</w:t>
      </w:r>
      <w:r>
        <w:rPr>
          <w:szCs w:val="28"/>
        </w:rPr>
        <w:t>;</w:t>
      </w:r>
    </w:p>
    <w:p w:rsidR="00C91859" w:rsidRDefault="00C91859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>
        <w:t>о</w:t>
      </w:r>
      <w:r w:rsidRPr="00C91859">
        <w:rPr>
          <w:szCs w:val="28"/>
        </w:rPr>
        <w:t>тсутствие контроля за работой подчиненных служб или работников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="005F5B81">
        <w:rPr>
          <w:szCs w:val="28"/>
        </w:rPr>
        <w:t xml:space="preserve"> </w:t>
      </w:r>
      <w:r w:rsidRPr="00C91859">
        <w:rPr>
          <w:szCs w:val="28"/>
        </w:rPr>
        <w:t>до 50%</w:t>
      </w:r>
      <w:r>
        <w:rPr>
          <w:szCs w:val="28"/>
        </w:rPr>
        <w:t>;</w:t>
      </w:r>
    </w:p>
    <w:p w:rsidR="00C91859" w:rsidRDefault="00C91859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-о</w:t>
      </w:r>
      <w:r w:rsidRPr="00C91859">
        <w:rPr>
          <w:szCs w:val="28"/>
        </w:rPr>
        <w:t>тсутствие проведения, несвоевременное или некачественное проведение инструктажа по технике безопасности, противопожарной безопасности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C91859">
        <w:rPr>
          <w:szCs w:val="28"/>
        </w:rPr>
        <w:t>до 100%</w:t>
      </w:r>
      <w:r>
        <w:rPr>
          <w:szCs w:val="28"/>
        </w:rPr>
        <w:t>;</w:t>
      </w:r>
    </w:p>
    <w:p w:rsidR="00C456F4" w:rsidRDefault="00C456F4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</w:t>
      </w:r>
      <w:r w:rsidR="009C0476">
        <w:rPr>
          <w:szCs w:val="28"/>
        </w:rPr>
        <w:t>н</w:t>
      </w:r>
      <w:r w:rsidR="009C0476" w:rsidRPr="009C0476">
        <w:rPr>
          <w:szCs w:val="28"/>
        </w:rPr>
        <w:t>арушение порядка учета материальных ценностей, допущение недостач, хищений, порчи имущества</w:t>
      </w:r>
      <w:r w:rsidR="009C0476">
        <w:rPr>
          <w:szCs w:val="28"/>
        </w:rPr>
        <w:t xml:space="preserve"> </w:t>
      </w:r>
      <w:r w:rsidR="00EB5147">
        <w:rPr>
          <w:szCs w:val="28"/>
        </w:rPr>
        <w:t>–</w:t>
      </w:r>
      <w:r w:rsidR="009C0476">
        <w:rPr>
          <w:szCs w:val="28"/>
        </w:rPr>
        <w:t xml:space="preserve"> </w:t>
      </w:r>
      <w:r w:rsidR="009C0476" w:rsidRPr="009C0476">
        <w:rPr>
          <w:szCs w:val="28"/>
        </w:rPr>
        <w:t>до 100%</w:t>
      </w:r>
      <w:r w:rsidR="009C0476">
        <w:rPr>
          <w:szCs w:val="28"/>
        </w:rPr>
        <w:t>;</w:t>
      </w:r>
    </w:p>
    <w:p w:rsidR="009C0476" w:rsidRDefault="009C047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9C0476">
        <w:rPr>
          <w:szCs w:val="28"/>
        </w:rPr>
        <w:t>арушение правил внутреннего трудового распорядка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 w:rsidRPr="009C0476">
        <w:t xml:space="preserve"> </w:t>
      </w:r>
      <w:r w:rsidRPr="009C0476">
        <w:rPr>
          <w:szCs w:val="28"/>
        </w:rPr>
        <w:t>до 100%</w:t>
      </w:r>
      <w:r>
        <w:rPr>
          <w:szCs w:val="28"/>
        </w:rPr>
        <w:t>;</w:t>
      </w:r>
    </w:p>
    <w:p w:rsidR="00D51E26" w:rsidRDefault="00D51E2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D51E26">
        <w:rPr>
          <w:szCs w:val="28"/>
        </w:rPr>
        <w:t>-нарушения этики взаимоотношений в коллективе, повлекшие за собой конфликтные ситуации, влияющие на общий уровень работы – до 100%;</w:t>
      </w:r>
    </w:p>
    <w:p w:rsidR="009C0476" w:rsidRDefault="009C0476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-н</w:t>
      </w:r>
      <w:r w:rsidRPr="009C0476">
        <w:rPr>
          <w:szCs w:val="28"/>
        </w:rPr>
        <w:t>евыполнение муниципального задания в части показателей, характеризующих качество, объем (состав) оказания муниципальных услуг (выполнения работ)</w:t>
      </w:r>
      <w:r>
        <w:rPr>
          <w:szCs w:val="28"/>
        </w:rPr>
        <w:t xml:space="preserve"> </w:t>
      </w:r>
      <w:r w:rsidR="00EB5147">
        <w:rPr>
          <w:szCs w:val="28"/>
        </w:rPr>
        <w:t>–</w:t>
      </w:r>
      <w:r>
        <w:rPr>
          <w:szCs w:val="28"/>
        </w:rPr>
        <w:t xml:space="preserve"> </w:t>
      </w:r>
      <w:r w:rsidRPr="009C0476">
        <w:rPr>
          <w:szCs w:val="28"/>
        </w:rPr>
        <w:t>до 100%</w:t>
      </w:r>
      <w:r>
        <w:rPr>
          <w:szCs w:val="28"/>
        </w:rPr>
        <w:t>.</w:t>
      </w:r>
    </w:p>
    <w:p w:rsidR="00FD5AED" w:rsidRDefault="00FD5AE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5F5B81">
        <w:rPr>
          <w:szCs w:val="28"/>
        </w:rPr>
        <w:t>.</w:t>
      </w:r>
      <w:r w:rsidR="0037123F" w:rsidRPr="00E82D30">
        <w:rPr>
          <w:szCs w:val="28"/>
        </w:rPr>
        <w:t>Порядок и условия предоставления иных выплат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EB5147">
        <w:rPr>
          <w:szCs w:val="28"/>
        </w:rPr>
        <w:t xml:space="preserve">.1.В целях повышения эффективности и устойчивости работы </w:t>
      </w:r>
      <w:r w:rsidR="005278EA">
        <w:rPr>
          <w:szCs w:val="28"/>
        </w:rPr>
        <w:t>У</w:t>
      </w:r>
      <w:r w:rsidRPr="00EB5147">
        <w:rPr>
          <w:szCs w:val="28"/>
        </w:rPr>
        <w:t xml:space="preserve">чреждения, учитывая особенности и специфику его работы, а также с целью социальной защищенности работникам </w:t>
      </w:r>
      <w:r w:rsidR="005278EA">
        <w:rPr>
          <w:szCs w:val="28"/>
        </w:rPr>
        <w:t>Учреждения</w:t>
      </w:r>
      <w:r w:rsidR="005F5B81">
        <w:rPr>
          <w:szCs w:val="28"/>
        </w:rPr>
        <w:t xml:space="preserve"> устанавливаются иные выплаты.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К иным выплатам относятся: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-единовременная выплата молодым специалистам;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-единовременная выплата при предоставлении ежегодного оплачиваемого отпуска;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-единовременное премирование к праздничным дням, профессиональным </w:t>
      </w:r>
      <w:r w:rsidRPr="00EB5147">
        <w:rPr>
          <w:szCs w:val="28"/>
        </w:rPr>
        <w:lastRenderedPageBreak/>
        <w:t>праздникам.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EB5147">
        <w:rPr>
          <w:szCs w:val="28"/>
        </w:rPr>
        <w:t>.2.Единовременная выплата молодым специалистам выплачивается из субсидии на выполнение муниципального задания на текущий финансовый год.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Размер единовременной выплаты молодым специалистам устанавливается в размере двух месячных фондов оплаты труда по основной занимаемой должности.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Молодым специалистом считается гражданин Российской Федерации в возрасте до 35 лет включительно (за исключением случаев, предусмотренных частью 3 статьи 6 Федерального закона от 30.12.2020 № 489-ФЗ </w:t>
      </w:r>
      <w:r w:rsidR="0064666C">
        <w:rPr>
          <w:szCs w:val="28"/>
        </w:rPr>
        <w:t xml:space="preserve"> </w:t>
      </w:r>
      <w:r w:rsidR="006E2AE7">
        <w:rPr>
          <w:szCs w:val="28"/>
        </w:rPr>
        <w:t xml:space="preserve">                                   </w:t>
      </w:r>
      <w:r w:rsidR="0064666C">
        <w:rPr>
          <w:szCs w:val="28"/>
        </w:rPr>
        <w:t xml:space="preserve"> </w:t>
      </w:r>
      <w:r w:rsidRPr="00EB5147">
        <w:rPr>
          <w:szCs w:val="28"/>
        </w:rPr>
        <w:t>«О молодежной политике в Российской Федерации», завершивший обучение по основным профессиональным образовательным программам и (или) по программам профессионального обучения, впервые устраивающийся на работу в соответствии с полученной квалификацией.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Единовременная выплата социальной поддержки молодым специалистам предоставляется один раз по основному месту работы не ранее чем через шесть месяцев и не позднее одного года с момента заключения трудового договора по полученной специальности.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Pr="00EB5147">
        <w:rPr>
          <w:szCs w:val="28"/>
        </w:rPr>
        <w:t xml:space="preserve">.3.Работникам </w:t>
      </w:r>
      <w:r w:rsidR="00FD14C5">
        <w:rPr>
          <w:szCs w:val="28"/>
        </w:rPr>
        <w:t>У</w:t>
      </w:r>
      <w:r w:rsidR="003E6664">
        <w:rPr>
          <w:szCs w:val="28"/>
        </w:rPr>
        <w:t>чреждения</w:t>
      </w:r>
      <w:r w:rsidRPr="00EB5147">
        <w:rPr>
          <w:szCs w:val="28"/>
        </w:rPr>
        <w:t xml:space="preserve"> один раз в календарном году выплачивается единовременная выплата при предоставлении ежегодного оплачиваемого отпуска.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Единовременная выплата при предоставлении ежегодного оплачиваемого отпуска осуществляется по основному месту работы и основной занимаемой должности.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Единовременная выплата при предоставлении ежегодного оплачиваемого отпуска выплачивается из субсидии на выполнение муниципального задания на текущий финансовый год.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Основанием для единовременной выплаты при предоставлении ежегодного оплачиваемого отпуска работнику является приказ </w:t>
      </w:r>
      <w:r w:rsidR="0061722B">
        <w:rPr>
          <w:szCs w:val="28"/>
        </w:rPr>
        <w:t>директора</w:t>
      </w:r>
      <w:r w:rsidRPr="00EB5147">
        <w:rPr>
          <w:szCs w:val="28"/>
        </w:rPr>
        <w:t xml:space="preserve"> </w:t>
      </w:r>
      <w:r w:rsidR="00FD14C5">
        <w:rPr>
          <w:szCs w:val="28"/>
        </w:rPr>
        <w:t>У</w:t>
      </w:r>
      <w:r w:rsidRPr="00EB5147">
        <w:rPr>
          <w:szCs w:val="28"/>
        </w:rPr>
        <w:t>чреждения.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В случае разделения ежегодного (очередного) оплачиваемого отпуска в установленном порядке на части единовременная выплата при предоставлении ежегодного оплачиваемого отпуска выплачивается при предоставлении любой из частей указанного отпуска продолжительностью не менее 14 календарных дней.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Единовременная выплата при предоставлении ежегодного оплачиваемого отпуска осуществляется на основании письменного заявления работника по основному месту работы и основной занимаемой должности.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Устанавливается единый подход к определению размера единовременной выплаты при предоставлении ежегодного оплачиваемого отпуска для всех категорий работников </w:t>
      </w:r>
      <w:r w:rsidR="00FD14C5">
        <w:rPr>
          <w:szCs w:val="28"/>
        </w:rPr>
        <w:t>У</w:t>
      </w:r>
      <w:r w:rsidRPr="00EB5147">
        <w:rPr>
          <w:szCs w:val="28"/>
        </w:rPr>
        <w:t xml:space="preserve">чреждения, включая </w:t>
      </w:r>
      <w:r w:rsidR="005029C8">
        <w:rPr>
          <w:szCs w:val="28"/>
        </w:rPr>
        <w:t>директора</w:t>
      </w:r>
      <w:r w:rsidRPr="00EB5147">
        <w:rPr>
          <w:szCs w:val="28"/>
        </w:rPr>
        <w:t xml:space="preserve">, заместителей </w:t>
      </w:r>
      <w:r w:rsidR="005029C8">
        <w:rPr>
          <w:szCs w:val="28"/>
        </w:rPr>
        <w:t>директора</w:t>
      </w:r>
      <w:r w:rsidRPr="00EB5147">
        <w:rPr>
          <w:szCs w:val="28"/>
        </w:rPr>
        <w:t>, главного бухгалтера.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Размер единовременной выплаты при предоставлении ежегодного оплачиваемого отпуска составляет 1,0 плановый фонд оплаты труда с учетом </w:t>
      </w:r>
      <w:r w:rsidRPr="00443CC1">
        <w:rPr>
          <w:szCs w:val="28"/>
        </w:rPr>
        <w:t>стимулирующих выплат</w:t>
      </w:r>
      <w:r w:rsidRPr="00EB5147">
        <w:rPr>
          <w:szCs w:val="28"/>
        </w:rPr>
        <w:t xml:space="preserve"> </w:t>
      </w:r>
      <w:r w:rsidR="00443CC1">
        <w:rPr>
          <w:szCs w:val="28"/>
        </w:rPr>
        <w:t>55</w:t>
      </w:r>
      <w:r w:rsidRPr="00EB5147">
        <w:rPr>
          <w:szCs w:val="28"/>
        </w:rPr>
        <w:t xml:space="preserve"> % по основной занимаемой должности (профессии).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Размер единовременной выплаты при предоставлении ежегодного </w:t>
      </w:r>
      <w:r w:rsidRPr="00EB5147">
        <w:rPr>
          <w:szCs w:val="28"/>
        </w:rPr>
        <w:lastRenderedPageBreak/>
        <w:t>оплачиваемого отпуска не зависит от итогов оценки труда работника.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Единовременная выплата при предоставлении ежегодного оплачиваемого отпуска в размере пропорционально отработанному времени выплачивается работнику, вновь принятому на работу, не отработавшему полный календарный года, а также работникам, которым предоставлен отпуск с последующим увольнением по собственному желанию. При этом единовременная выплата при предоставлении ежегодного оплачиваемого отпуска выплачивается, если у таких работников имеется заработанный отпуск в количестве не менее </w:t>
      </w:r>
      <w:r w:rsidR="00DC76BB">
        <w:rPr>
          <w:szCs w:val="28"/>
        </w:rPr>
        <w:t xml:space="preserve"> </w:t>
      </w:r>
      <w:r w:rsidRPr="00EB5147">
        <w:rPr>
          <w:szCs w:val="28"/>
        </w:rPr>
        <w:t>14 календарных дней.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Единовременная выплата при предоставлении ежегодного оплачиваемого отпуска не выплачивается: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-работнику, принятому на работу по совместительству;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-работнику, заключившему срочный трудовой договор (сроком до </w:t>
      </w:r>
      <w:r w:rsidR="001C02F8">
        <w:rPr>
          <w:szCs w:val="28"/>
        </w:rPr>
        <w:t xml:space="preserve">двух </w:t>
      </w:r>
      <w:r w:rsidRPr="00EB5147">
        <w:rPr>
          <w:szCs w:val="28"/>
        </w:rPr>
        <w:t>месяцев).</w:t>
      </w:r>
    </w:p>
    <w:p w:rsidR="00EB5147" w:rsidRPr="00EB5147" w:rsidRDefault="001C02F8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</w:t>
      </w:r>
      <w:r w:rsidR="00EB5147" w:rsidRPr="00EB5147">
        <w:rPr>
          <w:szCs w:val="28"/>
        </w:rPr>
        <w:t>.</w:t>
      </w:r>
      <w:r>
        <w:rPr>
          <w:szCs w:val="28"/>
        </w:rPr>
        <w:t>4</w:t>
      </w:r>
      <w:r w:rsidR="00EB5147" w:rsidRPr="00EB5147">
        <w:rPr>
          <w:szCs w:val="28"/>
        </w:rPr>
        <w:t>.Единовременное премирование к праздничным дням, профессиональным праздникам осуществляется в пределах обоснованной экономии средств фонда оплаты труда.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Единовременное премирование к праздничным дням осуществляется </w:t>
      </w:r>
      <w:r w:rsidR="007D5F11">
        <w:rPr>
          <w:szCs w:val="28"/>
        </w:rPr>
        <w:t>работникам</w:t>
      </w:r>
      <w:r w:rsidRPr="00EB5147">
        <w:rPr>
          <w:szCs w:val="28"/>
        </w:rPr>
        <w:t xml:space="preserve"> </w:t>
      </w:r>
      <w:r w:rsidR="005278EA">
        <w:rPr>
          <w:szCs w:val="28"/>
        </w:rPr>
        <w:t>Учреждения</w:t>
      </w:r>
      <w:r w:rsidRPr="00EB5147">
        <w:rPr>
          <w:szCs w:val="28"/>
        </w:rPr>
        <w:t>, не р</w:t>
      </w:r>
      <w:r w:rsidR="007D5F11">
        <w:rPr>
          <w:szCs w:val="28"/>
        </w:rPr>
        <w:t>аботающим в У</w:t>
      </w:r>
      <w:r w:rsidRPr="00EB5147">
        <w:rPr>
          <w:szCs w:val="28"/>
        </w:rPr>
        <w:t>чреждении на условии внешнего совместительства, не находящимся на момент начисления выплаты на больничном по беременности и родам, в отпуске по уходу за ребенком, в отпуске без сохранения зараб</w:t>
      </w:r>
      <w:r w:rsidR="00D741F2">
        <w:rPr>
          <w:szCs w:val="28"/>
        </w:rPr>
        <w:t>отной платы длительностью более</w:t>
      </w:r>
      <w:r w:rsidR="00DC76BB">
        <w:rPr>
          <w:szCs w:val="28"/>
        </w:rPr>
        <w:t xml:space="preserve"> </w:t>
      </w:r>
      <w:r w:rsidRPr="00EB5147">
        <w:rPr>
          <w:szCs w:val="28"/>
        </w:rPr>
        <w:t>14 календарных дней.</w:t>
      </w:r>
    </w:p>
    <w:p w:rsidR="00EB5147" w:rsidRP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 xml:space="preserve">Единовременное премирование осуществляется в </w:t>
      </w:r>
      <w:r w:rsidR="00FD14C5">
        <w:rPr>
          <w:szCs w:val="28"/>
        </w:rPr>
        <w:t>У</w:t>
      </w:r>
      <w:r w:rsidRPr="00EB5147">
        <w:rPr>
          <w:szCs w:val="28"/>
        </w:rPr>
        <w:t>чреждении в едином размере в отношении всех категорий работников.</w:t>
      </w:r>
    </w:p>
    <w:p w:rsidR="00EB5147" w:rsidRDefault="00EB5147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147">
        <w:rPr>
          <w:szCs w:val="28"/>
        </w:rPr>
        <w:t>Выплата премии осуществляется по согласованию администрацией города Нефтеюганска не позднее месяца, следующего после наступления события.</w:t>
      </w:r>
    </w:p>
    <w:p w:rsidR="00005CED" w:rsidRDefault="00005CE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05CED" w:rsidRPr="00005CED" w:rsidRDefault="00005CED" w:rsidP="00005C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6E2AE7">
        <w:rPr>
          <w:szCs w:val="28"/>
        </w:rPr>
        <w:t>.</w:t>
      </w:r>
      <w:r w:rsidRPr="00005CED">
        <w:rPr>
          <w:szCs w:val="28"/>
        </w:rPr>
        <w:t xml:space="preserve">Порядок формирования фонда оплаты труда </w:t>
      </w:r>
      <w:r w:rsidR="002B6885">
        <w:rPr>
          <w:szCs w:val="28"/>
        </w:rPr>
        <w:t>работников Учреждения</w:t>
      </w:r>
    </w:p>
    <w:p w:rsidR="00005CED" w:rsidRPr="00005CED" w:rsidRDefault="00005CED" w:rsidP="00005C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6E2AE7">
        <w:rPr>
          <w:szCs w:val="28"/>
        </w:rPr>
        <w:t>.1.</w:t>
      </w:r>
      <w:r w:rsidRPr="00005CED">
        <w:rPr>
          <w:szCs w:val="28"/>
        </w:rPr>
        <w:t>Фонд оплаты труда работников формируется на 12 месяцев, исходя из объема субсидий, предоставляемых из муниципального бюджета на финансовое обеспечение выполнения муниципального задания, и средств, поступающих от иной приносящей доход деятельности.</w:t>
      </w:r>
    </w:p>
    <w:p w:rsidR="00005CED" w:rsidRPr="00005CED" w:rsidRDefault="00005CED" w:rsidP="00005C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CED">
        <w:rPr>
          <w:szCs w:val="28"/>
        </w:rPr>
        <w:t xml:space="preserve">Фонд оплаты труда учреждения определяется суммированием фонда должностных окладов (окладов) и фондов компенсационных и стимулирующих выплат, а также иных выплат, предусмотренных настоящим Положением. Указанный годовой фонд оплаты труда увеличивается на сумму отчислений в государственные внебюджетные фонды, производимые от фонда оплаты труда в соответствии с действующим законодательством (с учетом размера отчислений, учитывающим предельную величину базы для начисления страховых взносов). </w:t>
      </w:r>
    </w:p>
    <w:p w:rsidR="00005CED" w:rsidRPr="00005CED" w:rsidRDefault="00005CED" w:rsidP="00005C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BC1A6D">
        <w:rPr>
          <w:szCs w:val="28"/>
        </w:rPr>
        <w:t>.2.</w:t>
      </w:r>
      <w:r w:rsidRPr="00005CED">
        <w:rPr>
          <w:szCs w:val="28"/>
        </w:rPr>
        <w:t>При формировании фонда оплаты труда:</w:t>
      </w:r>
    </w:p>
    <w:p w:rsidR="00005CED" w:rsidRPr="00005CED" w:rsidRDefault="00005CED" w:rsidP="00005C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05CED">
        <w:rPr>
          <w:szCs w:val="28"/>
        </w:rPr>
        <w:t xml:space="preserve">-на стимулирующие выплаты предусматривается </w:t>
      </w:r>
      <w:r>
        <w:rPr>
          <w:szCs w:val="28"/>
        </w:rPr>
        <w:t>55</w:t>
      </w:r>
      <w:r w:rsidRPr="00005CED">
        <w:rPr>
          <w:szCs w:val="28"/>
        </w:rPr>
        <w:t>%</w:t>
      </w:r>
      <w:r w:rsidR="00062DA1">
        <w:rPr>
          <w:szCs w:val="28"/>
        </w:rPr>
        <w:t>,</w:t>
      </w:r>
      <w:r w:rsidRPr="00005CED">
        <w:rPr>
          <w:szCs w:val="28"/>
        </w:rPr>
        <w:t xml:space="preserve"> на иные выплаты</w:t>
      </w:r>
      <w:r w:rsidR="00BE34B9">
        <w:rPr>
          <w:szCs w:val="28"/>
        </w:rPr>
        <w:t xml:space="preserve"> – </w:t>
      </w:r>
      <w:r w:rsidRPr="00005CED">
        <w:rPr>
          <w:szCs w:val="28"/>
        </w:rPr>
        <w:t xml:space="preserve">8% от общего фонда оплаты труда с учетом начисленных районного </w:t>
      </w:r>
      <w:r w:rsidRPr="00005CED">
        <w:rPr>
          <w:szCs w:val="28"/>
        </w:rPr>
        <w:lastRenderedPageBreak/>
        <w:t>коэффициента и процентной надбавки к заработной плате за работу в районах Крайнего Севера и приравненных к ней местностях.</w:t>
      </w:r>
    </w:p>
    <w:p w:rsidR="00005CED" w:rsidRPr="005E20F2" w:rsidRDefault="00005CED" w:rsidP="00005CED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BC1A6D">
        <w:rPr>
          <w:szCs w:val="28"/>
        </w:rPr>
        <w:t>.3.Директор</w:t>
      </w:r>
      <w:r w:rsidR="00994644">
        <w:rPr>
          <w:szCs w:val="28"/>
        </w:rPr>
        <w:t xml:space="preserve"> У</w:t>
      </w:r>
      <w:r w:rsidRPr="00005CED">
        <w:rPr>
          <w:szCs w:val="28"/>
        </w:rPr>
        <w:t>чреждения несет ответственность за правильность ф</w:t>
      </w:r>
      <w:r w:rsidR="00994644">
        <w:rPr>
          <w:szCs w:val="28"/>
        </w:rPr>
        <w:t>ормирования фонда оплаты труда У</w:t>
      </w:r>
      <w:r w:rsidRPr="00005CED">
        <w:rPr>
          <w:szCs w:val="28"/>
        </w:rPr>
        <w:t>чреждения и соблюдение установленных требований.</w:t>
      </w:r>
    </w:p>
    <w:p w:rsidR="00FD5AED" w:rsidRDefault="00FD5AE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5E20F2" w:rsidRPr="005E20F2" w:rsidRDefault="00005CED" w:rsidP="00960E4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Cs/>
          <w:szCs w:val="28"/>
        </w:rPr>
      </w:pPr>
      <w:r>
        <w:rPr>
          <w:bCs/>
          <w:szCs w:val="28"/>
        </w:rPr>
        <w:t>7</w:t>
      </w:r>
      <w:r w:rsidR="005E20F2" w:rsidRPr="005E20F2">
        <w:rPr>
          <w:bCs/>
          <w:szCs w:val="28"/>
        </w:rPr>
        <w:t>.Заключительные положения</w:t>
      </w:r>
    </w:p>
    <w:p w:rsidR="005E20F2" w:rsidRPr="005E20F2" w:rsidRDefault="00005CE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5E20F2" w:rsidRPr="005E20F2">
        <w:rPr>
          <w:szCs w:val="28"/>
        </w:rPr>
        <w:t xml:space="preserve">.1.Настоящее </w:t>
      </w:r>
      <w:r w:rsidR="005E20F2" w:rsidRPr="001E0BEE">
        <w:rPr>
          <w:szCs w:val="28"/>
        </w:rPr>
        <w:t>Положение</w:t>
      </w:r>
      <w:r w:rsidR="005E20F2" w:rsidRPr="005E20F2">
        <w:rPr>
          <w:szCs w:val="28"/>
        </w:rPr>
        <w:t xml:space="preserve"> подлежит изменению в случае внесения изменений в законодательство Российской Федерации.</w:t>
      </w:r>
    </w:p>
    <w:p w:rsidR="005E20F2" w:rsidRPr="005E20F2" w:rsidRDefault="00005CE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5E20F2" w:rsidRPr="005E20F2">
        <w:rPr>
          <w:szCs w:val="28"/>
        </w:rPr>
        <w:t>.2.Директор Учреждения формирует и утверждает штатное расписание. Штатное расписание включает в себя все должности руководителей, специалистов</w:t>
      </w:r>
      <w:r w:rsidR="001C02F8">
        <w:rPr>
          <w:szCs w:val="28"/>
        </w:rPr>
        <w:t>, служащих</w:t>
      </w:r>
      <w:r w:rsidR="005E20F2" w:rsidRPr="005E20F2">
        <w:rPr>
          <w:szCs w:val="28"/>
        </w:rPr>
        <w:t xml:space="preserve"> и рабочих данного </w:t>
      </w:r>
      <w:r w:rsidR="005E20F2" w:rsidRPr="001E0BEE">
        <w:rPr>
          <w:szCs w:val="28"/>
        </w:rPr>
        <w:t>Учреждения.</w:t>
      </w:r>
      <w:r w:rsidR="005E20F2" w:rsidRPr="005E20F2">
        <w:rPr>
          <w:szCs w:val="28"/>
        </w:rPr>
        <w:t xml:space="preserve"> Численный состав работников Учреждения должен быть достаточным для гарантированного выполнения функций, задач и целей, установленных Учредителем.</w:t>
      </w:r>
    </w:p>
    <w:p w:rsidR="005E20F2" w:rsidRPr="005E20F2" w:rsidRDefault="00005CED" w:rsidP="00960E4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7</w:t>
      </w:r>
      <w:r w:rsidR="005E20F2" w:rsidRPr="005E20F2">
        <w:rPr>
          <w:szCs w:val="28"/>
        </w:rPr>
        <w:t>.3.Все работники Учреждения подлежат ознакомлени</w:t>
      </w:r>
      <w:r w:rsidR="0064666C">
        <w:rPr>
          <w:szCs w:val="28"/>
        </w:rPr>
        <w:t>ю</w:t>
      </w:r>
      <w:r w:rsidR="005E20F2" w:rsidRPr="005E20F2">
        <w:rPr>
          <w:szCs w:val="28"/>
        </w:rPr>
        <w:t xml:space="preserve"> под подпись с настоящим Положением и (или) с изменениями к нему.</w:t>
      </w:r>
    </w:p>
    <w:p w:rsidR="00A468A9" w:rsidRDefault="00005CED" w:rsidP="00044C81">
      <w:pPr>
        <w:ind w:firstLine="709"/>
        <w:jc w:val="both"/>
        <w:rPr>
          <w:szCs w:val="28"/>
        </w:rPr>
      </w:pPr>
      <w:r>
        <w:rPr>
          <w:szCs w:val="28"/>
        </w:rPr>
        <w:t>7</w:t>
      </w:r>
      <w:r w:rsidR="005E20F2" w:rsidRPr="005E20F2">
        <w:rPr>
          <w:szCs w:val="28"/>
        </w:rPr>
        <w:t xml:space="preserve">.4.Индексация заработной платы работников Учреждения осуществляется </w:t>
      </w:r>
      <w:r>
        <w:rPr>
          <w:szCs w:val="28"/>
        </w:rPr>
        <w:t xml:space="preserve">на основании </w:t>
      </w:r>
      <w:r w:rsidR="00333F35">
        <w:rPr>
          <w:szCs w:val="28"/>
        </w:rPr>
        <w:t>постановления</w:t>
      </w:r>
      <w:r w:rsidR="005E20F2" w:rsidRPr="005E20F2">
        <w:rPr>
          <w:szCs w:val="28"/>
        </w:rPr>
        <w:t xml:space="preserve"> администрации города Нефтеюганска о</w:t>
      </w:r>
      <w:r w:rsidR="00333F35" w:rsidRPr="00333F35">
        <w:rPr>
          <w:szCs w:val="28"/>
        </w:rPr>
        <w:t>б увеличении фондов оплаты труда работников муниципальных учреждений города Нефтеюганска</w:t>
      </w:r>
      <w:r w:rsidR="005E20F2" w:rsidRPr="005E20F2">
        <w:rPr>
          <w:szCs w:val="28"/>
        </w:rPr>
        <w:t xml:space="preserve"> путем внесения изменения в настоящ</w:t>
      </w:r>
      <w:r w:rsidR="00FD14C5">
        <w:rPr>
          <w:szCs w:val="28"/>
        </w:rPr>
        <w:t>ее</w:t>
      </w:r>
      <w:r w:rsidR="005E20F2" w:rsidRPr="005E20F2">
        <w:rPr>
          <w:szCs w:val="28"/>
        </w:rPr>
        <w:t xml:space="preserve"> </w:t>
      </w:r>
      <w:r w:rsidR="004668AE">
        <w:rPr>
          <w:szCs w:val="28"/>
        </w:rPr>
        <w:t>постановлен</w:t>
      </w:r>
      <w:r w:rsidR="00FD14C5">
        <w:rPr>
          <w:szCs w:val="28"/>
        </w:rPr>
        <w:t>ие</w:t>
      </w:r>
      <w:r w:rsidR="00044C81">
        <w:rPr>
          <w:szCs w:val="28"/>
        </w:rPr>
        <w:t>.</w:t>
      </w:r>
    </w:p>
    <w:sectPr w:rsidR="00A468A9" w:rsidSect="002D4BF4">
      <w:headerReference w:type="default" r:id="rId19"/>
      <w:pgSz w:w="11907" w:h="16840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27F" w:rsidRDefault="0052727F" w:rsidP="002A4281">
      <w:r>
        <w:separator/>
      </w:r>
    </w:p>
  </w:endnote>
  <w:endnote w:type="continuationSeparator" w:id="0">
    <w:p w:rsidR="0052727F" w:rsidRDefault="0052727F" w:rsidP="002A4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27F" w:rsidRDefault="0052727F" w:rsidP="002A4281">
      <w:r>
        <w:separator/>
      </w:r>
    </w:p>
  </w:footnote>
  <w:footnote w:type="continuationSeparator" w:id="0">
    <w:p w:rsidR="0052727F" w:rsidRDefault="0052727F" w:rsidP="002A42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369" w:rsidRDefault="00596369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44C81">
      <w:rPr>
        <w:noProof/>
      </w:rPr>
      <w:t>2</w:t>
    </w:r>
    <w:r>
      <w:fldChar w:fldCharType="end"/>
    </w:r>
  </w:p>
  <w:p w:rsidR="00596369" w:rsidRPr="008336F0" w:rsidRDefault="00596369" w:rsidP="008336F0">
    <w:pPr>
      <w:pStyle w:val="ad"/>
      <w:jc w:val="center"/>
      <w:rPr>
        <w:rFonts w:ascii="Calibri" w:hAnsi="Calibri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C08BE"/>
    <w:multiLevelType w:val="hybridMultilevel"/>
    <w:tmpl w:val="D8F86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C2EDF"/>
    <w:multiLevelType w:val="hybridMultilevel"/>
    <w:tmpl w:val="FD287D58"/>
    <w:lvl w:ilvl="0" w:tplc="AAF87B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43B42"/>
    <w:multiLevelType w:val="hybridMultilevel"/>
    <w:tmpl w:val="47E0B6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0438"/>
    <w:multiLevelType w:val="hybridMultilevel"/>
    <w:tmpl w:val="F55A0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543B5"/>
    <w:multiLevelType w:val="multilevel"/>
    <w:tmpl w:val="B1A0E2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8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5" w15:restartNumberingAfterBreak="0">
    <w:nsid w:val="162362AE"/>
    <w:multiLevelType w:val="multilevel"/>
    <w:tmpl w:val="BCFA468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6" w15:restartNumberingAfterBreak="0">
    <w:nsid w:val="1BE66A31"/>
    <w:multiLevelType w:val="multilevel"/>
    <w:tmpl w:val="D7DE01AA"/>
    <w:lvl w:ilvl="0">
      <w:start w:val="1"/>
      <w:numFmt w:val="decimal"/>
      <w:lvlText w:val="3.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7" w15:restartNumberingAfterBreak="0">
    <w:nsid w:val="251709A5"/>
    <w:multiLevelType w:val="hybridMultilevel"/>
    <w:tmpl w:val="C792C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D5D61"/>
    <w:multiLevelType w:val="hybridMultilevel"/>
    <w:tmpl w:val="40883270"/>
    <w:lvl w:ilvl="0" w:tplc="89CAAB40">
      <w:start w:val="1"/>
      <w:numFmt w:val="bullet"/>
      <w:lvlText w:val=""/>
      <w:lvlJc w:val="left"/>
      <w:pPr>
        <w:tabs>
          <w:tab w:val="num" w:pos="3567"/>
        </w:tabs>
        <w:ind w:left="35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F120564"/>
    <w:multiLevelType w:val="hybridMultilevel"/>
    <w:tmpl w:val="BD48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7002C2"/>
    <w:multiLevelType w:val="hybridMultilevel"/>
    <w:tmpl w:val="F4367974"/>
    <w:lvl w:ilvl="0" w:tplc="04190001">
      <w:start w:val="1"/>
      <w:numFmt w:val="bullet"/>
      <w:lvlText w:val=""/>
      <w:lvlJc w:val="left"/>
      <w:pPr>
        <w:tabs>
          <w:tab w:val="num" w:pos="1931"/>
        </w:tabs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51"/>
        </w:tabs>
        <w:ind w:left="265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91"/>
        </w:tabs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11"/>
        </w:tabs>
        <w:ind w:left="481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51"/>
        </w:tabs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71"/>
        </w:tabs>
        <w:ind w:left="697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91"/>
        </w:tabs>
        <w:ind w:left="7691" w:hanging="360"/>
      </w:pPr>
      <w:rPr>
        <w:rFonts w:ascii="Wingdings" w:hAnsi="Wingdings" w:hint="default"/>
      </w:rPr>
    </w:lvl>
  </w:abstractNum>
  <w:abstractNum w:abstractNumId="11" w15:restartNumberingAfterBreak="0">
    <w:nsid w:val="4D6018A7"/>
    <w:multiLevelType w:val="hybridMultilevel"/>
    <w:tmpl w:val="DC7066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0A68B0"/>
    <w:multiLevelType w:val="hybridMultilevel"/>
    <w:tmpl w:val="A6A6D4AE"/>
    <w:lvl w:ilvl="0" w:tplc="FF4EEB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B4A6AD3"/>
    <w:multiLevelType w:val="hybridMultilevel"/>
    <w:tmpl w:val="E9642206"/>
    <w:lvl w:ilvl="0" w:tplc="4F6A0A9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3C6E40"/>
    <w:multiLevelType w:val="hybridMultilevel"/>
    <w:tmpl w:val="C2A83078"/>
    <w:lvl w:ilvl="0" w:tplc="0419000F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B42AD5"/>
    <w:multiLevelType w:val="hybridMultilevel"/>
    <w:tmpl w:val="BC54678E"/>
    <w:lvl w:ilvl="0" w:tplc="04190001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16" w15:restartNumberingAfterBreak="0">
    <w:nsid w:val="6A840F43"/>
    <w:multiLevelType w:val="hybridMultilevel"/>
    <w:tmpl w:val="7B42FF20"/>
    <w:lvl w:ilvl="0" w:tplc="28CC710C">
      <w:start w:val="1"/>
      <w:numFmt w:val="decimal"/>
      <w:lvlText w:val="6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F55914"/>
    <w:multiLevelType w:val="hybridMultilevel"/>
    <w:tmpl w:val="3AE866C6"/>
    <w:lvl w:ilvl="0" w:tplc="CE1ED386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1540252"/>
    <w:multiLevelType w:val="hybridMultilevel"/>
    <w:tmpl w:val="77BC0A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2197B46"/>
    <w:multiLevelType w:val="hybridMultilevel"/>
    <w:tmpl w:val="D8F86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6E6A60"/>
    <w:multiLevelType w:val="multilevel"/>
    <w:tmpl w:val="547C7F80"/>
    <w:lvl w:ilvl="0">
      <w:start w:val="1"/>
      <w:numFmt w:val="decimal"/>
      <w:lvlText w:val="%1."/>
      <w:lvlJc w:val="left"/>
      <w:pPr>
        <w:ind w:left="1365" w:hanging="825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598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2994" w:hanging="144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</w:lvl>
  </w:abstractNum>
  <w:abstractNum w:abstractNumId="21" w15:restartNumberingAfterBreak="0">
    <w:nsid w:val="7B084020"/>
    <w:multiLevelType w:val="hybridMultilevel"/>
    <w:tmpl w:val="B46ACD8E"/>
    <w:lvl w:ilvl="0" w:tplc="0419000F">
      <w:start w:val="1"/>
      <w:numFmt w:val="bullet"/>
      <w:lvlText w:val="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8"/>
  </w:num>
  <w:num w:numId="5">
    <w:abstractNumId w:val="21"/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15"/>
  </w:num>
  <w:num w:numId="9">
    <w:abstractNumId w:val="19"/>
  </w:num>
  <w:num w:numId="10">
    <w:abstractNumId w:val="0"/>
  </w:num>
  <w:num w:numId="11">
    <w:abstractNumId w:val="6"/>
  </w:num>
  <w:num w:numId="12">
    <w:abstractNumId w:val="20"/>
  </w:num>
  <w:num w:numId="13">
    <w:abstractNumId w:val="11"/>
  </w:num>
  <w:num w:numId="14">
    <w:abstractNumId w:val="13"/>
  </w:num>
  <w:num w:numId="15">
    <w:abstractNumId w:val="12"/>
  </w:num>
  <w:num w:numId="16">
    <w:abstractNumId w:val="5"/>
  </w:num>
  <w:num w:numId="17">
    <w:abstractNumId w:val="16"/>
  </w:num>
  <w:num w:numId="18">
    <w:abstractNumId w:val="18"/>
  </w:num>
  <w:num w:numId="19">
    <w:abstractNumId w:val="7"/>
  </w:num>
  <w:num w:numId="20">
    <w:abstractNumId w:val="3"/>
  </w:num>
  <w:num w:numId="21">
    <w:abstractNumId w:val="9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125"/>
    <w:rsid w:val="0000085C"/>
    <w:rsid w:val="00000CE5"/>
    <w:rsid w:val="00005CED"/>
    <w:rsid w:val="000108EA"/>
    <w:rsid w:val="000119F7"/>
    <w:rsid w:val="000124D1"/>
    <w:rsid w:val="000147D0"/>
    <w:rsid w:val="00014B88"/>
    <w:rsid w:val="00014FDA"/>
    <w:rsid w:val="00015721"/>
    <w:rsid w:val="00024F46"/>
    <w:rsid w:val="00031526"/>
    <w:rsid w:val="000324F0"/>
    <w:rsid w:val="00037073"/>
    <w:rsid w:val="0004189D"/>
    <w:rsid w:val="00044C81"/>
    <w:rsid w:val="0004555A"/>
    <w:rsid w:val="00046441"/>
    <w:rsid w:val="00055C05"/>
    <w:rsid w:val="00057037"/>
    <w:rsid w:val="00060A54"/>
    <w:rsid w:val="00062DA1"/>
    <w:rsid w:val="00065E28"/>
    <w:rsid w:val="00066791"/>
    <w:rsid w:val="00066DA0"/>
    <w:rsid w:val="00067340"/>
    <w:rsid w:val="0007118F"/>
    <w:rsid w:val="000735C0"/>
    <w:rsid w:val="00073A71"/>
    <w:rsid w:val="00074F05"/>
    <w:rsid w:val="00077204"/>
    <w:rsid w:val="00080ECE"/>
    <w:rsid w:val="000813A7"/>
    <w:rsid w:val="00081CE2"/>
    <w:rsid w:val="00082703"/>
    <w:rsid w:val="00083213"/>
    <w:rsid w:val="0008763E"/>
    <w:rsid w:val="0009394D"/>
    <w:rsid w:val="00094AD8"/>
    <w:rsid w:val="0009511A"/>
    <w:rsid w:val="000A18AA"/>
    <w:rsid w:val="000A256A"/>
    <w:rsid w:val="000A2C16"/>
    <w:rsid w:val="000B07D1"/>
    <w:rsid w:val="000B0FFC"/>
    <w:rsid w:val="000B1F51"/>
    <w:rsid w:val="000B3825"/>
    <w:rsid w:val="000B4943"/>
    <w:rsid w:val="000B63D6"/>
    <w:rsid w:val="000B6672"/>
    <w:rsid w:val="000B7049"/>
    <w:rsid w:val="000C25C6"/>
    <w:rsid w:val="000C3D51"/>
    <w:rsid w:val="000C4E83"/>
    <w:rsid w:val="000C561F"/>
    <w:rsid w:val="000C6F1C"/>
    <w:rsid w:val="000C737E"/>
    <w:rsid w:val="000C79A0"/>
    <w:rsid w:val="000D0514"/>
    <w:rsid w:val="000D0768"/>
    <w:rsid w:val="000D576E"/>
    <w:rsid w:val="000E1EBE"/>
    <w:rsid w:val="000E2232"/>
    <w:rsid w:val="000F1F93"/>
    <w:rsid w:val="000F3EF0"/>
    <w:rsid w:val="000F556B"/>
    <w:rsid w:val="001011C8"/>
    <w:rsid w:val="001031B3"/>
    <w:rsid w:val="00105369"/>
    <w:rsid w:val="00107731"/>
    <w:rsid w:val="001104F1"/>
    <w:rsid w:val="001114CE"/>
    <w:rsid w:val="00111D6B"/>
    <w:rsid w:val="00112909"/>
    <w:rsid w:val="001141D8"/>
    <w:rsid w:val="00114872"/>
    <w:rsid w:val="00114C1C"/>
    <w:rsid w:val="00117842"/>
    <w:rsid w:val="0012010E"/>
    <w:rsid w:val="00121399"/>
    <w:rsid w:val="00122F23"/>
    <w:rsid w:val="00126EFE"/>
    <w:rsid w:val="001304B8"/>
    <w:rsid w:val="00130752"/>
    <w:rsid w:val="00132344"/>
    <w:rsid w:val="00134234"/>
    <w:rsid w:val="0013476F"/>
    <w:rsid w:val="001363E4"/>
    <w:rsid w:val="00136B1A"/>
    <w:rsid w:val="001422D3"/>
    <w:rsid w:val="001465BF"/>
    <w:rsid w:val="001511FE"/>
    <w:rsid w:val="001545E5"/>
    <w:rsid w:val="00157289"/>
    <w:rsid w:val="0016075F"/>
    <w:rsid w:val="0016385C"/>
    <w:rsid w:val="00165D8E"/>
    <w:rsid w:val="00166A26"/>
    <w:rsid w:val="0016793A"/>
    <w:rsid w:val="00172AD3"/>
    <w:rsid w:val="0017331F"/>
    <w:rsid w:val="00173449"/>
    <w:rsid w:val="00175A6A"/>
    <w:rsid w:val="001762E9"/>
    <w:rsid w:val="0017726A"/>
    <w:rsid w:val="001853FF"/>
    <w:rsid w:val="0018618F"/>
    <w:rsid w:val="001868D8"/>
    <w:rsid w:val="00186EFE"/>
    <w:rsid w:val="001877EB"/>
    <w:rsid w:val="0019053F"/>
    <w:rsid w:val="00191495"/>
    <w:rsid w:val="00191BE2"/>
    <w:rsid w:val="00193125"/>
    <w:rsid w:val="00196290"/>
    <w:rsid w:val="001A0019"/>
    <w:rsid w:val="001A292A"/>
    <w:rsid w:val="001A3944"/>
    <w:rsid w:val="001A5D60"/>
    <w:rsid w:val="001A6439"/>
    <w:rsid w:val="001B080A"/>
    <w:rsid w:val="001B68ED"/>
    <w:rsid w:val="001C02F8"/>
    <w:rsid w:val="001C2D33"/>
    <w:rsid w:val="001D2473"/>
    <w:rsid w:val="001D4AF2"/>
    <w:rsid w:val="001D611A"/>
    <w:rsid w:val="001D6B71"/>
    <w:rsid w:val="001D7282"/>
    <w:rsid w:val="001E04EA"/>
    <w:rsid w:val="001E0BEE"/>
    <w:rsid w:val="001E10C2"/>
    <w:rsid w:val="001E1D18"/>
    <w:rsid w:val="001E1D1C"/>
    <w:rsid w:val="001F13D0"/>
    <w:rsid w:val="001F197C"/>
    <w:rsid w:val="001F3F70"/>
    <w:rsid w:val="001F66AD"/>
    <w:rsid w:val="002003F9"/>
    <w:rsid w:val="002004A9"/>
    <w:rsid w:val="00202622"/>
    <w:rsid w:val="00206EED"/>
    <w:rsid w:val="00210345"/>
    <w:rsid w:val="00213BC2"/>
    <w:rsid w:val="0021486A"/>
    <w:rsid w:val="00215E4D"/>
    <w:rsid w:val="0021739A"/>
    <w:rsid w:val="0022021D"/>
    <w:rsid w:val="00220D7C"/>
    <w:rsid w:val="00221BB6"/>
    <w:rsid w:val="00224338"/>
    <w:rsid w:val="002248B7"/>
    <w:rsid w:val="00224B08"/>
    <w:rsid w:val="00224E24"/>
    <w:rsid w:val="00226706"/>
    <w:rsid w:val="00230CEF"/>
    <w:rsid w:val="00231EC5"/>
    <w:rsid w:val="0023496D"/>
    <w:rsid w:val="0023524A"/>
    <w:rsid w:val="002375C2"/>
    <w:rsid w:val="00243AC6"/>
    <w:rsid w:val="002466CC"/>
    <w:rsid w:val="0026099C"/>
    <w:rsid w:val="0026711B"/>
    <w:rsid w:val="00267F75"/>
    <w:rsid w:val="00272C70"/>
    <w:rsid w:val="00272C92"/>
    <w:rsid w:val="0027498A"/>
    <w:rsid w:val="002752B8"/>
    <w:rsid w:val="002753C3"/>
    <w:rsid w:val="00276335"/>
    <w:rsid w:val="00276432"/>
    <w:rsid w:val="00277B4B"/>
    <w:rsid w:val="00281070"/>
    <w:rsid w:val="00281CC9"/>
    <w:rsid w:val="0028239C"/>
    <w:rsid w:val="00282FE4"/>
    <w:rsid w:val="00286A10"/>
    <w:rsid w:val="00286B28"/>
    <w:rsid w:val="002873EE"/>
    <w:rsid w:val="002915E8"/>
    <w:rsid w:val="0029321E"/>
    <w:rsid w:val="002937BF"/>
    <w:rsid w:val="00294FB8"/>
    <w:rsid w:val="002953FB"/>
    <w:rsid w:val="002A26E6"/>
    <w:rsid w:val="002A32C0"/>
    <w:rsid w:val="002A331F"/>
    <w:rsid w:val="002A3C96"/>
    <w:rsid w:val="002A406B"/>
    <w:rsid w:val="002A4281"/>
    <w:rsid w:val="002A624E"/>
    <w:rsid w:val="002A6ADA"/>
    <w:rsid w:val="002B3BE2"/>
    <w:rsid w:val="002B5586"/>
    <w:rsid w:val="002B6885"/>
    <w:rsid w:val="002B7157"/>
    <w:rsid w:val="002B7476"/>
    <w:rsid w:val="002C0DEC"/>
    <w:rsid w:val="002C194B"/>
    <w:rsid w:val="002C29EB"/>
    <w:rsid w:val="002C3EA1"/>
    <w:rsid w:val="002C5EFF"/>
    <w:rsid w:val="002C716A"/>
    <w:rsid w:val="002D0A67"/>
    <w:rsid w:val="002D1788"/>
    <w:rsid w:val="002D4BF4"/>
    <w:rsid w:val="002D73FE"/>
    <w:rsid w:val="002E19BB"/>
    <w:rsid w:val="002E30D3"/>
    <w:rsid w:val="002E636E"/>
    <w:rsid w:val="002F3E07"/>
    <w:rsid w:val="002F4F5B"/>
    <w:rsid w:val="002F667C"/>
    <w:rsid w:val="002F7F66"/>
    <w:rsid w:val="0030281A"/>
    <w:rsid w:val="00303EA1"/>
    <w:rsid w:val="003046AA"/>
    <w:rsid w:val="00306512"/>
    <w:rsid w:val="0031044B"/>
    <w:rsid w:val="003114BC"/>
    <w:rsid w:val="00312596"/>
    <w:rsid w:val="003139FE"/>
    <w:rsid w:val="0031547D"/>
    <w:rsid w:val="00320AE3"/>
    <w:rsid w:val="00324239"/>
    <w:rsid w:val="0033038F"/>
    <w:rsid w:val="0033183E"/>
    <w:rsid w:val="00333F35"/>
    <w:rsid w:val="0033680D"/>
    <w:rsid w:val="00337CFF"/>
    <w:rsid w:val="0034212A"/>
    <w:rsid w:val="00344936"/>
    <w:rsid w:val="003455F7"/>
    <w:rsid w:val="00346D05"/>
    <w:rsid w:val="003506DA"/>
    <w:rsid w:val="00351E59"/>
    <w:rsid w:val="003522AE"/>
    <w:rsid w:val="003564F1"/>
    <w:rsid w:val="00357A72"/>
    <w:rsid w:val="003609E8"/>
    <w:rsid w:val="003643A1"/>
    <w:rsid w:val="003659DB"/>
    <w:rsid w:val="0036675F"/>
    <w:rsid w:val="0037123F"/>
    <w:rsid w:val="00373955"/>
    <w:rsid w:val="00375732"/>
    <w:rsid w:val="003767B2"/>
    <w:rsid w:val="0038023B"/>
    <w:rsid w:val="00380B7C"/>
    <w:rsid w:val="00391D92"/>
    <w:rsid w:val="00392BA8"/>
    <w:rsid w:val="003934F3"/>
    <w:rsid w:val="00393E75"/>
    <w:rsid w:val="00394CD0"/>
    <w:rsid w:val="0039671C"/>
    <w:rsid w:val="003A0330"/>
    <w:rsid w:val="003A3FA0"/>
    <w:rsid w:val="003A457F"/>
    <w:rsid w:val="003B09A1"/>
    <w:rsid w:val="003B1737"/>
    <w:rsid w:val="003B2567"/>
    <w:rsid w:val="003B6E96"/>
    <w:rsid w:val="003B7991"/>
    <w:rsid w:val="003B7A02"/>
    <w:rsid w:val="003D0C5D"/>
    <w:rsid w:val="003E0ADD"/>
    <w:rsid w:val="003E4ADA"/>
    <w:rsid w:val="003E57EE"/>
    <w:rsid w:val="003E6664"/>
    <w:rsid w:val="003E702D"/>
    <w:rsid w:val="003E756D"/>
    <w:rsid w:val="003F0097"/>
    <w:rsid w:val="003F1800"/>
    <w:rsid w:val="003F258F"/>
    <w:rsid w:val="003F6533"/>
    <w:rsid w:val="003F6DCA"/>
    <w:rsid w:val="004008A3"/>
    <w:rsid w:val="00400F0E"/>
    <w:rsid w:val="0040209F"/>
    <w:rsid w:val="0040391B"/>
    <w:rsid w:val="00404B85"/>
    <w:rsid w:val="00407A58"/>
    <w:rsid w:val="004175B3"/>
    <w:rsid w:val="0042018E"/>
    <w:rsid w:val="00420F59"/>
    <w:rsid w:val="00422052"/>
    <w:rsid w:val="004310AB"/>
    <w:rsid w:val="0043141C"/>
    <w:rsid w:val="0043174F"/>
    <w:rsid w:val="00431814"/>
    <w:rsid w:val="00433CE6"/>
    <w:rsid w:val="00437AD0"/>
    <w:rsid w:val="00437DC1"/>
    <w:rsid w:val="00442CC8"/>
    <w:rsid w:val="00443CC1"/>
    <w:rsid w:val="0044533B"/>
    <w:rsid w:val="00445948"/>
    <w:rsid w:val="00446FFC"/>
    <w:rsid w:val="00447CB0"/>
    <w:rsid w:val="00450D4D"/>
    <w:rsid w:val="00454AE8"/>
    <w:rsid w:val="0045539D"/>
    <w:rsid w:val="00455C98"/>
    <w:rsid w:val="004565C0"/>
    <w:rsid w:val="00457F78"/>
    <w:rsid w:val="00460307"/>
    <w:rsid w:val="00461B42"/>
    <w:rsid w:val="00462167"/>
    <w:rsid w:val="004644E3"/>
    <w:rsid w:val="0046567F"/>
    <w:rsid w:val="004668AE"/>
    <w:rsid w:val="004708C6"/>
    <w:rsid w:val="00471076"/>
    <w:rsid w:val="00471971"/>
    <w:rsid w:val="00477122"/>
    <w:rsid w:val="004819D0"/>
    <w:rsid w:val="00482B54"/>
    <w:rsid w:val="00482E33"/>
    <w:rsid w:val="00483E29"/>
    <w:rsid w:val="0048783A"/>
    <w:rsid w:val="00492454"/>
    <w:rsid w:val="00492B88"/>
    <w:rsid w:val="004A0E40"/>
    <w:rsid w:val="004A1FE4"/>
    <w:rsid w:val="004A5F40"/>
    <w:rsid w:val="004A6A54"/>
    <w:rsid w:val="004B06B5"/>
    <w:rsid w:val="004B19B3"/>
    <w:rsid w:val="004B5B9B"/>
    <w:rsid w:val="004B659E"/>
    <w:rsid w:val="004B69DB"/>
    <w:rsid w:val="004C3AFC"/>
    <w:rsid w:val="004C4839"/>
    <w:rsid w:val="004C5879"/>
    <w:rsid w:val="004C7010"/>
    <w:rsid w:val="004C76B2"/>
    <w:rsid w:val="004D041F"/>
    <w:rsid w:val="004D31F6"/>
    <w:rsid w:val="004D4A3A"/>
    <w:rsid w:val="004D5E90"/>
    <w:rsid w:val="004D732B"/>
    <w:rsid w:val="004E0E91"/>
    <w:rsid w:val="004E0F47"/>
    <w:rsid w:val="004E2A9E"/>
    <w:rsid w:val="004E5B28"/>
    <w:rsid w:val="004F13A9"/>
    <w:rsid w:val="004F3700"/>
    <w:rsid w:val="004F370B"/>
    <w:rsid w:val="004F4E00"/>
    <w:rsid w:val="004F5A25"/>
    <w:rsid w:val="004F6286"/>
    <w:rsid w:val="00501B3A"/>
    <w:rsid w:val="0050221C"/>
    <w:rsid w:val="005029C8"/>
    <w:rsid w:val="00502D63"/>
    <w:rsid w:val="00503CE8"/>
    <w:rsid w:val="0050453F"/>
    <w:rsid w:val="005050E8"/>
    <w:rsid w:val="00505732"/>
    <w:rsid w:val="00513480"/>
    <w:rsid w:val="00515F15"/>
    <w:rsid w:val="00516343"/>
    <w:rsid w:val="00517D36"/>
    <w:rsid w:val="00525B3F"/>
    <w:rsid w:val="00527045"/>
    <w:rsid w:val="0052727F"/>
    <w:rsid w:val="005278EA"/>
    <w:rsid w:val="00530B9F"/>
    <w:rsid w:val="00532F3F"/>
    <w:rsid w:val="005338C0"/>
    <w:rsid w:val="005340BC"/>
    <w:rsid w:val="00536D26"/>
    <w:rsid w:val="00540796"/>
    <w:rsid w:val="00542FAE"/>
    <w:rsid w:val="00544652"/>
    <w:rsid w:val="00544DFA"/>
    <w:rsid w:val="0054566B"/>
    <w:rsid w:val="00546223"/>
    <w:rsid w:val="005473AE"/>
    <w:rsid w:val="00547C15"/>
    <w:rsid w:val="00547CB0"/>
    <w:rsid w:val="005506EE"/>
    <w:rsid w:val="00550DAB"/>
    <w:rsid w:val="0055120D"/>
    <w:rsid w:val="00551AE7"/>
    <w:rsid w:val="00554D63"/>
    <w:rsid w:val="0055573C"/>
    <w:rsid w:val="005558C1"/>
    <w:rsid w:val="005609EB"/>
    <w:rsid w:val="0056196B"/>
    <w:rsid w:val="005677FB"/>
    <w:rsid w:val="00567EC7"/>
    <w:rsid w:val="005703C7"/>
    <w:rsid w:val="00571238"/>
    <w:rsid w:val="00574124"/>
    <w:rsid w:val="00575DF6"/>
    <w:rsid w:val="005769A5"/>
    <w:rsid w:val="005779F8"/>
    <w:rsid w:val="005836BD"/>
    <w:rsid w:val="00586E3D"/>
    <w:rsid w:val="00590BC9"/>
    <w:rsid w:val="00591D72"/>
    <w:rsid w:val="00592D29"/>
    <w:rsid w:val="00594B58"/>
    <w:rsid w:val="00596369"/>
    <w:rsid w:val="005968C4"/>
    <w:rsid w:val="00596ACF"/>
    <w:rsid w:val="005A0464"/>
    <w:rsid w:val="005A048B"/>
    <w:rsid w:val="005A1973"/>
    <w:rsid w:val="005A1A45"/>
    <w:rsid w:val="005A1F01"/>
    <w:rsid w:val="005A306D"/>
    <w:rsid w:val="005A786E"/>
    <w:rsid w:val="005B06AF"/>
    <w:rsid w:val="005B22E4"/>
    <w:rsid w:val="005B6301"/>
    <w:rsid w:val="005B64ED"/>
    <w:rsid w:val="005B7407"/>
    <w:rsid w:val="005C140F"/>
    <w:rsid w:val="005C71D9"/>
    <w:rsid w:val="005C7AD9"/>
    <w:rsid w:val="005D2381"/>
    <w:rsid w:val="005D4171"/>
    <w:rsid w:val="005D5CFE"/>
    <w:rsid w:val="005D6445"/>
    <w:rsid w:val="005E07E4"/>
    <w:rsid w:val="005E0832"/>
    <w:rsid w:val="005E1383"/>
    <w:rsid w:val="005E20F2"/>
    <w:rsid w:val="005E450B"/>
    <w:rsid w:val="005E7AA5"/>
    <w:rsid w:val="005F50F4"/>
    <w:rsid w:val="005F5B81"/>
    <w:rsid w:val="005F799A"/>
    <w:rsid w:val="005F7E72"/>
    <w:rsid w:val="006013A7"/>
    <w:rsid w:val="00602A72"/>
    <w:rsid w:val="0060458A"/>
    <w:rsid w:val="006056D5"/>
    <w:rsid w:val="00607805"/>
    <w:rsid w:val="00610D09"/>
    <w:rsid w:val="00611146"/>
    <w:rsid w:val="00616BBF"/>
    <w:rsid w:val="0061722B"/>
    <w:rsid w:val="006202DD"/>
    <w:rsid w:val="006224C6"/>
    <w:rsid w:val="00623102"/>
    <w:rsid w:val="006243D8"/>
    <w:rsid w:val="00632706"/>
    <w:rsid w:val="00636E4D"/>
    <w:rsid w:val="006377E1"/>
    <w:rsid w:val="00637BB5"/>
    <w:rsid w:val="006433F5"/>
    <w:rsid w:val="00643FDE"/>
    <w:rsid w:val="006443DC"/>
    <w:rsid w:val="0064666C"/>
    <w:rsid w:val="00646846"/>
    <w:rsid w:val="0065158E"/>
    <w:rsid w:val="00655495"/>
    <w:rsid w:val="00661183"/>
    <w:rsid w:val="00661D4C"/>
    <w:rsid w:val="00662007"/>
    <w:rsid w:val="00663A86"/>
    <w:rsid w:val="00664600"/>
    <w:rsid w:val="006646E0"/>
    <w:rsid w:val="00670FE8"/>
    <w:rsid w:val="00672BB2"/>
    <w:rsid w:val="006745A3"/>
    <w:rsid w:val="00677C5A"/>
    <w:rsid w:val="00680775"/>
    <w:rsid w:val="006812BD"/>
    <w:rsid w:val="00681A87"/>
    <w:rsid w:val="00687437"/>
    <w:rsid w:val="00694211"/>
    <w:rsid w:val="00694A5D"/>
    <w:rsid w:val="0069704F"/>
    <w:rsid w:val="006A1D84"/>
    <w:rsid w:val="006A352D"/>
    <w:rsid w:val="006A4D1B"/>
    <w:rsid w:val="006A7F68"/>
    <w:rsid w:val="006B088F"/>
    <w:rsid w:val="006B09C2"/>
    <w:rsid w:val="006B1D77"/>
    <w:rsid w:val="006B2E97"/>
    <w:rsid w:val="006B47E9"/>
    <w:rsid w:val="006B4FC5"/>
    <w:rsid w:val="006B6445"/>
    <w:rsid w:val="006C48CA"/>
    <w:rsid w:val="006C5A58"/>
    <w:rsid w:val="006C5CFB"/>
    <w:rsid w:val="006C680B"/>
    <w:rsid w:val="006C6B40"/>
    <w:rsid w:val="006C7018"/>
    <w:rsid w:val="006D5A6D"/>
    <w:rsid w:val="006D7E5A"/>
    <w:rsid w:val="006E16DD"/>
    <w:rsid w:val="006E2AE7"/>
    <w:rsid w:val="006E303D"/>
    <w:rsid w:val="006E318B"/>
    <w:rsid w:val="006E5051"/>
    <w:rsid w:val="006E6A00"/>
    <w:rsid w:val="006F2A80"/>
    <w:rsid w:val="006F61EC"/>
    <w:rsid w:val="006F6847"/>
    <w:rsid w:val="006F7476"/>
    <w:rsid w:val="006F7B84"/>
    <w:rsid w:val="00703637"/>
    <w:rsid w:val="007044EF"/>
    <w:rsid w:val="00705A44"/>
    <w:rsid w:val="007061ED"/>
    <w:rsid w:val="0070648D"/>
    <w:rsid w:val="007167B0"/>
    <w:rsid w:val="00717648"/>
    <w:rsid w:val="007225AD"/>
    <w:rsid w:val="00722820"/>
    <w:rsid w:val="00722BE9"/>
    <w:rsid w:val="00726B09"/>
    <w:rsid w:val="00727B4A"/>
    <w:rsid w:val="007323F9"/>
    <w:rsid w:val="00732624"/>
    <w:rsid w:val="00733136"/>
    <w:rsid w:val="00735D04"/>
    <w:rsid w:val="00735F48"/>
    <w:rsid w:val="0075278E"/>
    <w:rsid w:val="00753AFB"/>
    <w:rsid w:val="00765CCB"/>
    <w:rsid w:val="00765E61"/>
    <w:rsid w:val="00770110"/>
    <w:rsid w:val="00771F0D"/>
    <w:rsid w:val="00773C3E"/>
    <w:rsid w:val="00775606"/>
    <w:rsid w:val="0077579B"/>
    <w:rsid w:val="007757C8"/>
    <w:rsid w:val="00777579"/>
    <w:rsid w:val="007916E7"/>
    <w:rsid w:val="00793D3A"/>
    <w:rsid w:val="00797E31"/>
    <w:rsid w:val="007A1D10"/>
    <w:rsid w:val="007A24C5"/>
    <w:rsid w:val="007A3BA6"/>
    <w:rsid w:val="007A675F"/>
    <w:rsid w:val="007B0251"/>
    <w:rsid w:val="007B15A0"/>
    <w:rsid w:val="007B1CE6"/>
    <w:rsid w:val="007B1CF5"/>
    <w:rsid w:val="007B46C9"/>
    <w:rsid w:val="007B743A"/>
    <w:rsid w:val="007C7487"/>
    <w:rsid w:val="007D34CD"/>
    <w:rsid w:val="007D38A0"/>
    <w:rsid w:val="007D473F"/>
    <w:rsid w:val="007D474B"/>
    <w:rsid w:val="007D59A5"/>
    <w:rsid w:val="007D5BBA"/>
    <w:rsid w:val="007D5D79"/>
    <w:rsid w:val="007D5F11"/>
    <w:rsid w:val="007D6469"/>
    <w:rsid w:val="007D67EA"/>
    <w:rsid w:val="007D705F"/>
    <w:rsid w:val="007D77E5"/>
    <w:rsid w:val="007E11CC"/>
    <w:rsid w:val="007E3657"/>
    <w:rsid w:val="007E7598"/>
    <w:rsid w:val="007E7CD2"/>
    <w:rsid w:val="007F1C61"/>
    <w:rsid w:val="007F279F"/>
    <w:rsid w:val="007F290A"/>
    <w:rsid w:val="007F3496"/>
    <w:rsid w:val="007F7196"/>
    <w:rsid w:val="008003B6"/>
    <w:rsid w:val="00801724"/>
    <w:rsid w:val="008019FF"/>
    <w:rsid w:val="00802635"/>
    <w:rsid w:val="008144E6"/>
    <w:rsid w:val="008153E6"/>
    <w:rsid w:val="008157CC"/>
    <w:rsid w:val="00816484"/>
    <w:rsid w:val="00820560"/>
    <w:rsid w:val="0082085F"/>
    <w:rsid w:val="00823807"/>
    <w:rsid w:val="00823A3A"/>
    <w:rsid w:val="008251D0"/>
    <w:rsid w:val="00826F8B"/>
    <w:rsid w:val="0083163D"/>
    <w:rsid w:val="008336F0"/>
    <w:rsid w:val="0083421F"/>
    <w:rsid w:val="00837009"/>
    <w:rsid w:val="00837087"/>
    <w:rsid w:val="00840251"/>
    <w:rsid w:val="00843F54"/>
    <w:rsid w:val="00845925"/>
    <w:rsid w:val="00847775"/>
    <w:rsid w:val="00850B85"/>
    <w:rsid w:val="00851B76"/>
    <w:rsid w:val="00852DE1"/>
    <w:rsid w:val="008548C1"/>
    <w:rsid w:val="00857072"/>
    <w:rsid w:val="00860480"/>
    <w:rsid w:val="00866ACA"/>
    <w:rsid w:val="00871379"/>
    <w:rsid w:val="008757A3"/>
    <w:rsid w:val="0088099F"/>
    <w:rsid w:val="008844C3"/>
    <w:rsid w:val="00885CFA"/>
    <w:rsid w:val="008865A6"/>
    <w:rsid w:val="00886DCF"/>
    <w:rsid w:val="00890DB3"/>
    <w:rsid w:val="00891194"/>
    <w:rsid w:val="00894426"/>
    <w:rsid w:val="0089522E"/>
    <w:rsid w:val="00896EE8"/>
    <w:rsid w:val="0089761D"/>
    <w:rsid w:val="008A1D6F"/>
    <w:rsid w:val="008A275A"/>
    <w:rsid w:val="008A4431"/>
    <w:rsid w:val="008A4948"/>
    <w:rsid w:val="008A5CD7"/>
    <w:rsid w:val="008B26E5"/>
    <w:rsid w:val="008B4488"/>
    <w:rsid w:val="008B4916"/>
    <w:rsid w:val="008B5713"/>
    <w:rsid w:val="008B58D7"/>
    <w:rsid w:val="008C515A"/>
    <w:rsid w:val="008C6C20"/>
    <w:rsid w:val="008C6D08"/>
    <w:rsid w:val="008D3621"/>
    <w:rsid w:val="008D3A16"/>
    <w:rsid w:val="008D4019"/>
    <w:rsid w:val="008D518F"/>
    <w:rsid w:val="008D52F8"/>
    <w:rsid w:val="008D66D5"/>
    <w:rsid w:val="008D7325"/>
    <w:rsid w:val="008E0113"/>
    <w:rsid w:val="008E241A"/>
    <w:rsid w:val="008E5A95"/>
    <w:rsid w:val="008E7E15"/>
    <w:rsid w:val="008F123A"/>
    <w:rsid w:val="008F16C3"/>
    <w:rsid w:val="008F2753"/>
    <w:rsid w:val="008F4088"/>
    <w:rsid w:val="008F4A3E"/>
    <w:rsid w:val="008F53D3"/>
    <w:rsid w:val="0090159E"/>
    <w:rsid w:val="00904902"/>
    <w:rsid w:val="00906666"/>
    <w:rsid w:val="0090778A"/>
    <w:rsid w:val="00907CA6"/>
    <w:rsid w:val="009102A2"/>
    <w:rsid w:val="00910B45"/>
    <w:rsid w:val="00911F11"/>
    <w:rsid w:val="00912DD6"/>
    <w:rsid w:val="00913994"/>
    <w:rsid w:val="00913FDE"/>
    <w:rsid w:val="0092210E"/>
    <w:rsid w:val="00922213"/>
    <w:rsid w:val="00923C66"/>
    <w:rsid w:val="00927426"/>
    <w:rsid w:val="00930BF2"/>
    <w:rsid w:val="009310F5"/>
    <w:rsid w:val="00933E92"/>
    <w:rsid w:val="009342A5"/>
    <w:rsid w:val="0093438A"/>
    <w:rsid w:val="00945556"/>
    <w:rsid w:val="009473C6"/>
    <w:rsid w:val="00950145"/>
    <w:rsid w:val="0095177F"/>
    <w:rsid w:val="00953EEF"/>
    <w:rsid w:val="0095552B"/>
    <w:rsid w:val="00960E47"/>
    <w:rsid w:val="0096172F"/>
    <w:rsid w:val="00962658"/>
    <w:rsid w:val="00962F7B"/>
    <w:rsid w:val="009634AE"/>
    <w:rsid w:val="0096427B"/>
    <w:rsid w:val="00966637"/>
    <w:rsid w:val="009675D1"/>
    <w:rsid w:val="00973597"/>
    <w:rsid w:val="00973AF0"/>
    <w:rsid w:val="00975092"/>
    <w:rsid w:val="0097605B"/>
    <w:rsid w:val="00976310"/>
    <w:rsid w:val="009763DF"/>
    <w:rsid w:val="009836FF"/>
    <w:rsid w:val="00984C54"/>
    <w:rsid w:val="00987343"/>
    <w:rsid w:val="00992DEE"/>
    <w:rsid w:val="009939C4"/>
    <w:rsid w:val="00993D0B"/>
    <w:rsid w:val="00993F08"/>
    <w:rsid w:val="00994644"/>
    <w:rsid w:val="00995625"/>
    <w:rsid w:val="009A2246"/>
    <w:rsid w:val="009A46A9"/>
    <w:rsid w:val="009B0F11"/>
    <w:rsid w:val="009B1218"/>
    <w:rsid w:val="009B165E"/>
    <w:rsid w:val="009B7A50"/>
    <w:rsid w:val="009C0476"/>
    <w:rsid w:val="009C1A7B"/>
    <w:rsid w:val="009C2EC9"/>
    <w:rsid w:val="009C324C"/>
    <w:rsid w:val="009C48EC"/>
    <w:rsid w:val="009C7314"/>
    <w:rsid w:val="009D0659"/>
    <w:rsid w:val="009D2300"/>
    <w:rsid w:val="009D2882"/>
    <w:rsid w:val="009D3A0B"/>
    <w:rsid w:val="009D4F57"/>
    <w:rsid w:val="009D5A5C"/>
    <w:rsid w:val="009E0151"/>
    <w:rsid w:val="009E1E70"/>
    <w:rsid w:val="009E31EB"/>
    <w:rsid w:val="009E6754"/>
    <w:rsid w:val="009E752E"/>
    <w:rsid w:val="009F1E72"/>
    <w:rsid w:val="009F251A"/>
    <w:rsid w:val="009F2FBF"/>
    <w:rsid w:val="009F3949"/>
    <w:rsid w:val="009F487A"/>
    <w:rsid w:val="00A000E7"/>
    <w:rsid w:val="00A021F6"/>
    <w:rsid w:val="00A02476"/>
    <w:rsid w:val="00A0566D"/>
    <w:rsid w:val="00A100D8"/>
    <w:rsid w:val="00A1189A"/>
    <w:rsid w:val="00A12F9D"/>
    <w:rsid w:val="00A12FA4"/>
    <w:rsid w:val="00A14534"/>
    <w:rsid w:val="00A17703"/>
    <w:rsid w:val="00A212F4"/>
    <w:rsid w:val="00A2248C"/>
    <w:rsid w:val="00A23881"/>
    <w:rsid w:val="00A245E0"/>
    <w:rsid w:val="00A246FA"/>
    <w:rsid w:val="00A27033"/>
    <w:rsid w:val="00A312CA"/>
    <w:rsid w:val="00A32092"/>
    <w:rsid w:val="00A336B4"/>
    <w:rsid w:val="00A37750"/>
    <w:rsid w:val="00A4038A"/>
    <w:rsid w:val="00A40C68"/>
    <w:rsid w:val="00A41F3F"/>
    <w:rsid w:val="00A42329"/>
    <w:rsid w:val="00A42DAA"/>
    <w:rsid w:val="00A452C5"/>
    <w:rsid w:val="00A468A9"/>
    <w:rsid w:val="00A514C9"/>
    <w:rsid w:val="00A521BA"/>
    <w:rsid w:val="00A53433"/>
    <w:rsid w:val="00A54D2E"/>
    <w:rsid w:val="00A55489"/>
    <w:rsid w:val="00A55BF9"/>
    <w:rsid w:val="00A62FEF"/>
    <w:rsid w:val="00A63D2D"/>
    <w:rsid w:val="00A67447"/>
    <w:rsid w:val="00A7000F"/>
    <w:rsid w:val="00A7158C"/>
    <w:rsid w:val="00A746BD"/>
    <w:rsid w:val="00A7519F"/>
    <w:rsid w:val="00A76B81"/>
    <w:rsid w:val="00A80FD5"/>
    <w:rsid w:val="00A81BBF"/>
    <w:rsid w:val="00A849E7"/>
    <w:rsid w:val="00A862AA"/>
    <w:rsid w:val="00A8673B"/>
    <w:rsid w:val="00A87F36"/>
    <w:rsid w:val="00A90BBD"/>
    <w:rsid w:val="00A94C28"/>
    <w:rsid w:val="00A96A10"/>
    <w:rsid w:val="00A976C8"/>
    <w:rsid w:val="00AA0088"/>
    <w:rsid w:val="00AA6965"/>
    <w:rsid w:val="00AB0A77"/>
    <w:rsid w:val="00AB15FD"/>
    <w:rsid w:val="00AB27E5"/>
    <w:rsid w:val="00AB5DA0"/>
    <w:rsid w:val="00AB6198"/>
    <w:rsid w:val="00AB7123"/>
    <w:rsid w:val="00AC1E33"/>
    <w:rsid w:val="00AC21CF"/>
    <w:rsid w:val="00AC2F48"/>
    <w:rsid w:val="00AC3A6D"/>
    <w:rsid w:val="00AC439F"/>
    <w:rsid w:val="00AD18A6"/>
    <w:rsid w:val="00AD326C"/>
    <w:rsid w:val="00AD378D"/>
    <w:rsid w:val="00AD5478"/>
    <w:rsid w:val="00AD5D23"/>
    <w:rsid w:val="00AE04B2"/>
    <w:rsid w:val="00AE067A"/>
    <w:rsid w:val="00AE2D3D"/>
    <w:rsid w:val="00AE6A3B"/>
    <w:rsid w:val="00AF0B3C"/>
    <w:rsid w:val="00AF2585"/>
    <w:rsid w:val="00AF2AAC"/>
    <w:rsid w:val="00AF4109"/>
    <w:rsid w:val="00AF410A"/>
    <w:rsid w:val="00AF7E4B"/>
    <w:rsid w:val="00B023AA"/>
    <w:rsid w:val="00B039D6"/>
    <w:rsid w:val="00B053EC"/>
    <w:rsid w:val="00B113AB"/>
    <w:rsid w:val="00B115F9"/>
    <w:rsid w:val="00B11881"/>
    <w:rsid w:val="00B121EE"/>
    <w:rsid w:val="00B13F43"/>
    <w:rsid w:val="00B14F6A"/>
    <w:rsid w:val="00B15791"/>
    <w:rsid w:val="00B162E9"/>
    <w:rsid w:val="00B1702D"/>
    <w:rsid w:val="00B17B71"/>
    <w:rsid w:val="00B245B0"/>
    <w:rsid w:val="00B315FE"/>
    <w:rsid w:val="00B32151"/>
    <w:rsid w:val="00B359F0"/>
    <w:rsid w:val="00B37B9F"/>
    <w:rsid w:val="00B4267A"/>
    <w:rsid w:val="00B43C57"/>
    <w:rsid w:val="00B501EF"/>
    <w:rsid w:val="00B50482"/>
    <w:rsid w:val="00B50CD0"/>
    <w:rsid w:val="00B522CE"/>
    <w:rsid w:val="00B52377"/>
    <w:rsid w:val="00B5371D"/>
    <w:rsid w:val="00B57CC9"/>
    <w:rsid w:val="00B60846"/>
    <w:rsid w:val="00B60FA3"/>
    <w:rsid w:val="00B6273C"/>
    <w:rsid w:val="00B6329E"/>
    <w:rsid w:val="00B64F6D"/>
    <w:rsid w:val="00B651ED"/>
    <w:rsid w:val="00B721DF"/>
    <w:rsid w:val="00B72651"/>
    <w:rsid w:val="00B74261"/>
    <w:rsid w:val="00B74990"/>
    <w:rsid w:val="00B7535C"/>
    <w:rsid w:val="00B81680"/>
    <w:rsid w:val="00B83C18"/>
    <w:rsid w:val="00B8648A"/>
    <w:rsid w:val="00B90052"/>
    <w:rsid w:val="00B90B32"/>
    <w:rsid w:val="00B92B28"/>
    <w:rsid w:val="00B96972"/>
    <w:rsid w:val="00B96CA5"/>
    <w:rsid w:val="00BA002A"/>
    <w:rsid w:val="00BA2512"/>
    <w:rsid w:val="00BA343E"/>
    <w:rsid w:val="00BA4768"/>
    <w:rsid w:val="00BA72AB"/>
    <w:rsid w:val="00BB10C0"/>
    <w:rsid w:val="00BB2802"/>
    <w:rsid w:val="00BB4C20"/>
    <w:rsid w:val="00BB4E1E"/>
    <w:rsid w:val="00BB5A37"/>
    <w:rsid w:val="00BB6933"/>
    <w:rsid w:val="00BC05B0"/>
    <w:rsid w:val="00BC122D"/>
    <w:rsid w:val="00BC1A6D"/>
    <w:rsid w:val="00BC6B3A"/>
    <w:rsid w:val="00BC6B59"/>
    <w:rsid w:val="00BD08C7"/>
    <w:rsid w:val="00BD3029"/>
    <w:rsid w:val="00BD408B"/>
    <w:rsid w:val="00BD44CD"/>
    <w:rsid w:val="00BD51B8"/>
    <w:rsid w:val="00BD5848"/>
    <w:rsid w:val="00BD5F6C"/>
    <w:rsid w:val="00BE0E0B"/>
    <w:rsid w:val="00BE34B9"/>
    <w:rsid w:val="00BE6981"/>
    <w:rsid w:val="00BE732F"/>
    <w:rsid w:val="00BF0584"/>
    <w:rsid w:val="00BF1691"/>
    <w:rsid w:val="00BF17B0"/>
    <w:rsid w:val="00BF21F4"/>
    <w:rsid w:val="00BF2A84"/>
    <w:rsid w:val="00BF4F28"/>
    <w:rsid w:val="00BF6125"/>
    <w:rsid w:val="00C02015"/>
    <w:rsid w:val="00C051A3"/>
    <w:rsid w:val="00C05CCB"/>
    <w:rsid w:val="00C100C0"/>
    <w:rsid w:val="00C1030C"/>
    <w:rsid w:val="00C129CD"/>
    <w:rsid w:val="00C1526E"/>
    <w:rsid w:val="00C16138"/>
    <w:rsid w:val="00C16428"/>
    <w:rsid w:val="00C215EF"/>
    <w:rsid w:val="00C23DE9"/>
    <w:rsid w:val="00C2558C"/>
    <w:rsid w:val="00C260A7"/>
    <w:rsid w:val="00C30DAA"/>
    <w:rsid w:val="00C315A6"/>
    <w:rsid w:val="00C3339C"/>
    <w:rsid w:val="00C35302"/>
    <w:rsid w:val="00C373B4"/>
    <w:rsid w:val="00C42156"/>
    <w:rsid w:val="00C438E0"/>
    <w:rsid w:val="00C44224"/>
    <w:rsid w:val="00C446BA"/>
    <w:rsid w:val="00C45217"/>
    <w:rsid w:val="00C456F4"/>
    <w:rsid w:val="00C45F73"/>
    <w:rsid w:val="00C472F2"/>
    <w:rsid w:val="00C50752"/>
    <w:rsid w:val="00C5158A"/>
    <w:rsid w:val="00C51E4F"/>
    <w:rsid w:val="00C57288"/>
    <w:rsid w:val="00C574B3"/>
    <w:rsid w:val="00C60902"/>
    <w:rsid w:val="00C62CCA"/>
    <w:rsid w:val="00C63EAA"/>
    <w:rsid w:val="00C66B8B"/>
    <w:rsid w:val="00C67C7D"/>
    <w:rsid w:val="00C70031"/>
    <w:rsid w:val="00C742F0"/>
    <w:rsid w:val="00C751A4"/>
    <w:rsid w:val="00C8157F"/>
    <w:rsid w:val="00C817F7"/>
    <w:rsid w:val="00C83417"/>
    <w:rsid w:val="00C84BC5"/>
    <w:rsid w:val="00C85038"/>
    <w:rsid w:val="00C8555C"/>
    <w:rsid w:val="00C867B7"/>
    <w:rsid w:val="00C90569"/>
    <w:rsid w:val="00C91859"/>
    <w:rsid w:val="00C91884"/>
    <w:rsid w:val="00C92458"/>
    <w:rsid w:val="00C92581"/>
    <w:rsid w:val="00C92852"/>
    <w:rsid w:val="00C92CF9"/>
    <w:rsid w:val="00C94394"/>
    <w:rsid w:val="00C96199"/>
    <w:rsid w:val="00C96FB8"/>
    <w:rsid w:val="00CA6D80"/>
    <w:rsid w:val="00CB1E91"/>
    <w:rsid w:val="00CB2C35"/>
    <w:rsid w:val="00CB34FC"/>
    <w:rsid w:val="00CB6A80"/>
    <w:rsid w:val="00CC3078"/>
    <w:rsid w:val="00CC4532"/>
    <w:rsid w:val="00CC46FD"/>
    <w:rsid w:val="00CC5B90"/>
    <w:rsid w:val="00CC613D"/>
    <w:rsid w:val="00CD0045"/>
    <w:rsid w:val="00CD05F2"/>
    <w:rsid w:val="00CD1D76"/>
    <w:rsid w:val="00CD1F3C"/>
    <w:rsid w:val="00CD2C50"/>
    <w:rsid w:val="00CD7328"/>
    <w:rsid w:val="00CE00F5"/>
    <w:rsid w:val="00CE0FB9"/>
    <w:rsid w:val="00CE26CC"/>
    <w:rsid w:val="00CE60BD"/>
    <w:rsid w:val="00CE661F"/>
    <w:rsid w:val="00CF005D"/>
    <w:rsid w:val="00CF27C4"/>
    <w:rsid w:val="00CF2BB8"/>
    <w:rsid w:val="00CF333F"/>
    <w:rsid w:val="00CF5BCC"/>
    <w:rsid w:val="00CF6DA5"/>
    <w:rsid w:val="00CF72CA"/>
    <w:rsid w:val="00CF77B6"/>
    <w:rsid w:val="00D02136"/>
    <w:rsid w:val="00D02AF9"/>
    <w:rsid w:val="00D02FC4"/>
    <w:rsid w:val="00D03A4B"/>
    <w:rsid w:val="00D06D31"/>
    <w:rsid w:val="00D07319"/>
    <w:rsid w:val="00D10F02"/>
    <w:rsid w:val="00D1405D"/>
    <w:rsid w:val="00D16827"/>
    <w:rsid w:val="00D17926"/>
    <w:rsid w:val="00D17DE7"/>
    <w:rsid w:val="00D235D6"/>
    <w:rsid w:val="00D3310E"/>
    <w:rsid w:val="00D34D5F"/>
    <w:rsid w:val="00D35816"/>
    <w:rsid w:val="00D360F3"/>
    <w:rsid w:val="00D37FF1"/>
    <w:rsid w:val="00D40395"/>
    <w:rsid w:val="00D42E13"/>
    <w:rsid w:val="00D4414D"/>
    <w:rsid w:val="00D4486A"/>
    <w:rsid w:val="00D463EA"/>
    <w:rsid w:val="00D479DB"/>
    <w:rsid w:val="00D50FF9"/>
    <w:rsid w:val="00D51E26"/>
    <w:rsid w:val="00D52B3E"/>
    <w:rsid w:val="00D57A73"/>
    <w:rsid w:val="00D6123B"/>
    <w:rsid w:val="00D62121"/>
    <w:rsid w:val="00D72917"/>
    <w:rsid w:val="00D741F2"/>
    <w:rsid w:val="00D7442C"/>
    <w:rsid w:val="00D74E65"/>
    <w:rsid w:val="00D75063"/>
    <w:rsid w:val="00D76BE7"/>
    <w:rsid w:val="00D82166"/>
    <w:rsid w:val="00D8461D"/>
    <w:rsid w:val="00D853BE"/>
    <w:rsid w:val="00D85AFB"/>
    <w:rsid w:val="00D86DAF"/>
    <w:rsid w:val="00D87672"/>
    <w:rsid w:val="00D87B10"/>
    <w:rsid w:val="00D931E1"/>
    <w:rsid w:val="00D934A7"/>
    <w:rsid w:val="00D94827"/>
    <w:rsid w:val="00D96575"/>
    <w:rsid w:val="00D96CE8"/>
    <w:rsid w:val="00D97CB6"/>
    <w:rsid w:val="00DA5F0F"/>
    <w:rsid w:val="00DB0A2A"/>
    <w:rsid w:val="00DB1D6D"/>
    <w:rsid w:val="00DB494D"/>
    <w:rsid w:val="00DB516A"/>
    <w:rsid w:val="00DB624F"/>
    <w:rsid w:val="00DB7E12"/>
    <w:rsid w:val="00DC0EF0"/>
    <w:rsid w:val="00DC2FF1"/>
    <w:rsid w:val="00DC76BB"/>
    <w:rsid w:val="00DD0BED"/>
    <w:rsid w:val="00DD43A9"/>
    <w:rsid w:val="00DD4AF7"/>
    <w:rsid w:val="00DD55E1"/>
    <w:rsid w:val="00DD64BA"/>
    <w:rsid w:val="00DD68D4"/>
    <w:rsid w:val="00DE375C"/>
    <w:rsid w:val="00DE4900"/>
    <w:rsid w:val="00DE6551"/>
    <w:rsid w:val="00DE6C49"/>
    <w:rsid w:val="00DF0F4E"/>
    <w:rsid w:val="00DF2833"/>
    <w:rsid w:val="00DF371E"/>
    <w:rsid w:val="00DF3F7A"/>
    <w:rsid w:val="00DF701C"/>
    <w:rsid w:val="00DF74CE"/>
    <w:rsid w:val="00E00DF3"/>
    <w:rsid w:val="00E04B37"/>
    <w:rsid w:val="00E071F1"/>
    <w:rsid w:val="00E12C23"/>
    <w:rsid w:val="00E1302C"/>
    <w:rsid w:val="00E138CF"/>
    <w:rsid w:val="00E149AF"/>
    <w:rsid w:val="00E157FF"/>
    <w:rsid w:val="00E15E03"/>
    <w:rsid w:val="00E20ADF"/>
    <w:rsid w:val="00E2311F"/>
    <w:rsid w:val="00E32080"/>
    <w:rsid w:val="00E349B3"/>
    <w:rsid w:val="00E34E41"/>
    <w:rsid w:val="00E366F0"/>
    <w:rsid w:val="00E36CCA"/>
    <w:rsid w:val="00E424C9"/>
    <w:rsid w:val="00E42959"/>
    <w:rsid w:val="00E446AC"/>
    <w:rsid w:val="00E4726A"/>
    <w:rsid w:val="00E475CC"/>
    <w:rsid w:val="00E5075D"/>
    <w:rsid w:val="00E50DA0"/>
    <w:rsid w:val="00E50DF6"/>
    <w:rsid w:val="00E53BD1"/>
    <w:rsid w:val="00E54000"/>
    <w:rsid w:val="00E5644E"/>
    <w:rsid w:val="00E5665E"/>
    <w:rsid w:val="00E570AA"/>
    <w:rsid w:val="00E6204B"/>
    <w:rsid w:val="00E62F08"/>
    <w:rsid w:val="00E663FB"/>
    <w:rsid w:val="00E70314"/>
    <w:rsid w:val="00E72D2D"/>
    <w:rsid w:val="00E75A5F"/>
    <w:rsid w:val="00E77239"/>
    <w:rsid w:val="00E81E28"/>
    <w:rsid w:val="00E82D30"/>
    <w:rsid w:val="00E83EEC"/>
    <w:rsid w:val="00E845EB"/>
    <w:rsid w:val="00E8590C"/>
    <w:rsid w:val="00E90A2B"/>
    <w:rsid w:val="00E911B8"/>
    <w:rsid w:val="00E91F84"/>
    <w:rsid w:val="00E955FF"/>
    <w:rsid w:val="00E95B2D"/>
    <w:rsid w:val="00E961AE"/>
    <w:rsid w:val="00E96905"/>
    <w:rsid w:val="00E97AC0"/>
    <w:rsid w:val="00E97ACF"/>
    <w:rsid w:val="00EA05D9"/>
    <w:rsid w:val="00EA2E86"/>
    <w:rsid w:val="00EA5C64"/>
    <w:rsid w:val="00EA5F76"/>
    <w:rsid w:val="00EB1872"/>
    <w:rsid w:val="00EB25B7"/>
    <w:rsid w:val="00EB2C9C"/>
    <w:rsid w:val="00EB4F43"/>
    <w:rsid w:val="00EB5147"/>
    <w:rsid w:val="00EB57D1"/>
    <w:rsid w:val="00EB6BE7"/>
    <w:rsid w:val="00EC2559"/>
    <w:rsid w:val="00EC47E9"/>
    <w:rsid w:val="00EC550E"/>
    <w:rsid w:val="00ED0B51"/>
    <w:rsid w:val="00ED128F"/>
    <w:rsid w:val="00ED1738"/>
    <w:rsid w:val="00ED3ADE"/>
    <w:rsid w:val="00ED5265"/>
    <w:rsid w:val="00EE0A69"/>
    <w:rsid w:val="00EE1684"/>
    <w:rsid w:val="00EE1A02"/>
    <w:rsid w:val="00EE5DF0"/>
    <w:rsid w:val="00EE5E98"/>
    <w:rsid w:val="00EE5FC2"/>
    <w:rsid w:val="00EF1AC1"/>
    <w:rsid w:val="00EF36BE"/>
    <w:rsid w:val="00EF4B38"/>
    <w:rsid w:val="00EF66B5"/>
    <w:rsid w:val="00EF6D3C"/>
    <w:rsid w:val="00F04C59"/>
    <w:rsid w:val="00F0569B"/>
    <w:rsid w:val="00F05FC1"/>
    <w:rsid w:val="00F06725"/>
    <w:rsid w:val="00F10673"/>
    <w:rsid w:val="00F12825"/>
    <w:rsid w:val="00F14EF2"/>
    <w:rsid w:val="00F210D0"/>
    <w:rsid w:val="00F219EF"/>
    <w:rsid w:val="00F24018"/>
    <w:rsid w:val="00F2699E"/>
    <w:rsid w:val="00F27531"/>
    <w:rsid w:val="00F27D43"/>
    <w:rsid w:val="00F30B91"/>
    <w:rsid w:val="00F346F1"/>
    <w:rsid w:val="00F36220"/>
    <w:rsid w:val="00F37088"/>
    <w:rsid w:val="00F40363"/>
    <w:rsid w:val="00F45968"/>
    <w:rsid w:val="00F47768"/>
    <w:rsid w:val="00F47DE4"/>
    <w:rsid w:val="00F52B18"/>
    <w:rsid w:val="00F55275"/>
    <w:rsid w:val="00F552CA"/>
    <w:rsid w:val="00F55C09"/>
    <w:rsid w:val="00F57DB2"/>
    <w:rsid w:val="00F62745"/>
    <w:rsid w:val="00F649E3"/>
    <w:rsid w:val="00F6753F"/>
    <w:rsid w:val="00F67B98"/>
    <w:rsid w:val="00F70109"/>
    <w:rsid w:val="00F70EFD"/>
    <w:rsid w:val="00F71E80"/>
    <w:rsid w:val="00F74320"/>
    <w:rsid w:val="00F75998"/>
    <w:rsid w:val="00F76F61"/>
    <w:rsid w:val="00F76F8C"/>
    <w:rsid w:val="00F82ADA"/>
    <w:rsid w:val="00F86099"/>
    <w:rsid w:val="00F86C06"/>
    <w:rsid w:val="00F87038"/>
    <w:rsid w:val="00F9133B"/>
    <w:rsid w:val="00F97BED"/>
    <w:rsid w:val="00FA03CB"/>
    <w:rsid w:val="00FA06B1"/>
    <w:rsid w:val="00FA1100"/>
    <w:rsid w:val="00FA2730"/>
    <w:rsid w:val="00FA463C"/>
    <w:rsid w:val="00FA47D0"/>
    <w:rsid w:val="00FA5AF3"/>
    <w:rsid w:val="00FA5EDF"/>
    <w:rsid w:val="00FA7E4A"/>
    <w:rsid w:val="00FB39E5"/>
    <w:rsid w:val="00FB5D18"/>
    <w:rsid w:val="00FB75A2"/>
    <w:rsid w:val="00FC15D0"/>
    <w:rsid w:val="00FC1C65"/>
    <w:rsid w:val="00FC21A3"/>
    <w:rsid w:val="00FC500F"/>
    <w:rsid w:val="00FC5497"/>
    <w:rsid w:val="00FC74D2"/>
    <w:rsid w:val="00FD00D9"/>
    <w:rsid w:val="00FD02D8"/>
    <w:rsid w:val="00FD14C5"/>
    <w:rsid w:val="00FD17DA"/>
    <w:rsid w:val="00FD376F"/>
    <w:rsid w:val="00FD5AED"/>
    <w:rsid w:val="00FD65AA"/>
    <w:rsid w:val="00FD7720"/>
    <w:rsid w:val="00FE088C"/>
    <w:rsid w:val="00FE1B44"/>
    <w:rsid w:val="00FE27FF"/>
    <w:rsid w:val="00FE3B04"/>
    <w:rsid w:val="00FE45C1"/>
    <w:rsid w:val="00FE51B6"/>
    <w:rsid w:val="00FE521A"/>
    <w:rsid w:val="00FF3258"/>
    <w:rsid w:val="00FF4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32118F"/>
  <w15:docId w15:val="{040DEE7A-BD93-4F3A-A4F8-C901A66DB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AB"/>
    <w:rPr>
      <w:sz w:val="28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lang w:val="x-none" w:eastAsia="x-non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i/>
      <w:sz w:val="20"/>
    </w:rPr>
  </w:style>
  <w:style w:type="paragraph" w:styleId="a4">
    <w:name w:val="caption"/>
    <w:basedOn w:val="a"/>
    <w:next w:val="a"/>
    <w:qFormat/>
    <w:pPr>
      <w:spacing w:before="120" w:after="120"/>
    </w:pPr>
    <w:rPr>
      <w:b/>
    </w:rPr>
  </w:style>
  <w:style w:type="paragraph" w:styleId="20">
    <w:name w:val="Body Text 2"/>
    <w:basedOn w:val="a"/>
    <w:link w:val="21"/>
    <w:pPr>
      <w:jc w:val="both"/>
    </w:pPr>
    <w:rPr>
      <w:lang w:val="x-none" w:eastAsia="x-none"/>
    </w:rPr>
  </w:style>
  <w:style w:type="paragraph" w:styleId="a5">
    <w:name w:val="footer"/>
    <w:basedOn w:val="a"/>
    <w:pPr>
      <w:tabs>
        <w:tab w:val="center" w:pos="4677"/>
        <w:tab w:val="right" w:pos="9355"/>
      </w:tabs>
    </w:pPr>
    <w:rPr>
      <w:sz w:val="20"/>
    </w:rPr>
  </w:style>
  <w:style w:type="paragraph" w:styleId="30">
    <w:name w:val="Body Text 3"/>
    <w:basedOn w:val="a"/>
    <w:pPr>
      <w:jc w:val="both"/>
    </w:pPr>
    <w:rPr>
      <w:sz w:val="24"/>
    </w:rPr>
  </w:style>
  <w:style w:type="character" w:styleId="a6">
    <w:name w:val="Hyperlink"/>
    <w:rPr>
      <w:color w:val="0000FF"/>
      <w:u w:val="single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C67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2E636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1">
    <w:name w:val="Основной текст 2 Знак"/>
    <w:link w:val="20"/>
    <w:rsid w:val="00A32092"/>
    <w:rPr>
      <w:sz w:val="28"/>
    </w:rPr>
  </w:style>
  <w:style w:type="paragraph" w:customStyle="1" w:styleId="23">
    <w:name w:val="Основной текст 23"/>
    <w:basedOn w:val="a"/>
    <w:rsid w:val="00B115F9"/>
  </w:style>
  <w:style w:type="paragraph" w:customStyle="1" w:styleId="ConsPlusNormal">
    <w:name w:val="ConsPlusNormal"/>
    <w:rsid w:val="00277B4B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9">
    <w:name w:val="Комментарий"/>
    <w:basedOn w:val="a"/>
    <w:next w:val="a"/>
    <w:uiPriority w:val="99"/>
    <w:rsid w:val="002B5586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</w:rPr>
  </w:style>
  <w:style w:type="paragraph" w:customStyle="1" w:styleId="aa">
    <w:name w:val="Текст (лев. подпись)"/>
    <w:basedOn w:val="a"/>
    <w:next w:val="a"/>
    <w:rsid w:val="002B5586"/>
    <w:pPr>
      <w:widowControl w:val="0"/>
      <w:autoSpaceDE w:val="0"/>
      <w:autoSpaceDN w:val="0"/>
      <w:adjustRightInd w:val="0"/>
    </w:pPr>
    <w:rPr>
      <w:rFonts w:ascii="Arial" w:hAnsi="Arial"/>
      <w:sz w:val="20"/>
    </w:rPr>
  </w:style>
  <w:style w:type="paragraph" w:customStyle="1" w:styleId="ab">
    <w:name w:val="Текст (прав. подпись)"/>
    <w:basedOn w:val="a"/>
    <w:next w:val="a"/>
    <w:rsid w:val="002B5586"/>
    <w:pPr>
      <w:widowControl w:val="0"/>
      <w:autoSpaceDE w:val="0"/>
      <w:autoSpaceDN w:val="0"/>
      <w:adjustRightInd w:val="0"/>
      <w:jc w:val="right"/>
    </w:pPr>
    <w:rPr>
      <w:rFonts w:ascii="Arial" w:hAnsi="Arial"/>
      <w:sz w:val="20"/>
    </w:rPr>
  </w:style>
  <w:style w:type="paragraph" w:customStyle="1" w:styleId="ac">
    <w:name w:val="Таблицы (моноширинный)"/>
    <w:basedOn w:val="a"/>
    <w:next w:val="a"/>
    <w:rsid w:val="002B558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d">
    <w:name w:val="header"/>
    <w:basedOn w:val="a"/>
    <w:link w:val="ae"/>
    <w:uiPriority w:val="99"/>
    <w:rsid w:val="002B5586"/>
    <w:pPr>
      <w:tabs>
        <w:tab w:val="center" w:pos="4677"/>
        <w:tab w:val="right" w:pos="9355"/>
      </w:tabs>
    </w:pPr>
    <w:rPr>
      <w:rFonts w:ascii="Pragmatica" w:hAnsi="Pragmatica"/>
      <w:b/>
      <w:sz w:val="20"/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2B5586"/>
    <w:rPr>
      <w:rFonts w:ascii="Pragmatica" w:hAnsi="Pragmatica"/>
      <w:b/>
    </w:rPr>
  </w:style>
  <w:style w:type="character" w:styleId="af">
    <w:name w:val="page number"/>
    <w:basedOn w:val="a0"/>
    <w:rsid w:val="002B5586"/>
  </w:style>
  <w:style w:type="paragraph" w:styleId="af0">
    <w:name w:val="Body Text Indent"/>
    <w:basedOn w:val="a"/>
    <w:link w:val="af1"/>
    <w:rsid w:val="002B5586"/>
    <w:pPr>
      <w:overflowPunct w:val="0"/>
      <w:autoSpaceDE w:val="0"/>
      <w:autoSpaceDN w:val="0"/>
      <w:adjustRightInd w:val="0"/>
      <w:ind w:firstLine="851"/>
      <w:jc w:val="both"/>
      <w:textAlignment w:val="baseline"/>
    </w:pPr>
    <w:rPr>
      <w:lang w:val="x-none" w:eastAsia="x-none"/>
    </w:rPr>
  </w:style>
  <w:style w:type="character" w:customStyle="1" w:styleId="af1">
    <w:name w:val="Основной текст с отступом Знак"/>
    <w:link w:val="af0"/>
    <w:rsid w:val="002B5586"/>
    <w:rPr>
      <w:sz w:val="28"/>
    </w:rPr>
  </w:style>
  <w:style w:type="paragraph" w:customStyle="1" w:styleId="ConsNormal">
    <w:name w:val="ConsNormal"/>
    <w:rsid w:val="002B55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2">
    <w:name w:val="No Spacing"/>
    <w:link w:val="af3"/>
    <w:qFormat/>
    <w:rsid w:val="0090159E"/>
    <w:rPr>
      <w:rFonts w:ascii="Calibri" w:hAnsi="Calibri"/>
      <w:sz w:val="22"/>
      <w:szCs w:val="22"/>
    </w:rPr>
  </w:style>
  <w:style w:type="character" w:customStyle="1" w:styleId="af3">
    <w:name w:val="Без интервала Знак"/>
    <w:link w:val="af2"/>
    <w:rsid w:val="0090159E"/>
    <w:rPr>
      <w:rFonts w:ascii="Calibri" w:hAnsi="Calibri"/>
      <w:sz w:val="22"/>
      <w:szCs w:val="22"/>
      <w:lang w:bidi="ar-SA"/>
    </w:rPr>
  </w:style>
  <w:style w:type="character" w:customStyle="1" w:styleId="10">
    <w:name w:val="Заголовок 1 Знак"/>
    <w:link w:val="1"/>
    <w:rsid w:val="005A1A45"/>
    <w:rPr>
      <w:sz w:val="28"/>
    </w:rPr>
  </w:style>
  <w:style w:type="paragraph" w:customStyle="1" w:styleId="ConsNonformat">
    <w:name w:val="ConsNonformat"/>
    <w:rsid w:val="000A2C1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D87B10"/>
  </w:style>
  <w:style w:type="paragraph" w:styleId="af4">
    <w:name w:val="List Paragraph"/>
    <w:basedOn w:val="a"/>
    <w:uiPriority w:val="34"/>
    <w:qFormat/>
    <w:rsid w:val="00602A72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 w:cs="Arial"/>
      <w:sz w:val="24"/>
      <w:szCs w:val="24"/>
    </w:rPr>
  </w:style>
  <w:style w:type="character" w:customStyle="1" w:styleId="af5">
    <w:name w:val="Гипертекстовая ссылка"/>
    <w:uiPriority w:val="99"/>
    <w:rsid w:val="00BF21F4"/>
    <w:rPr>
      <w:color w:val="106BBE"/>
    </w:rPr>
  </w:style>
  <w:style w:type="paragraph" w:customStyle="1" w:styleId="af6">
    <w:name w:val="Информация об изменениях документа"/>
    <w:basedOn w:val="a9"/>
    <w:next w:val="a"/>
    <w:uiPriority w:val="99"/>
    <w:rsid w:val="00BF21F4"/>
    <w:pPr>
      <w:widowControl/>
      <w:spacing w:before="75"/>
    </w:pPr>
    <w:rPr>
      <w:rFonts w:cs="Arial"/>
      <w:color w:val="353842"/>
      <w:sz w:val="24"/>
      <w:szCs w:val="24"/>
      <w:shd w:val="clear" w:color="auto" w:fill="F0F0F0"/>
    </w:rPr>
  </w:style>
  <w:style w:type="paragraph" w:customStyle="1" w:styleId="af7">
    <w:name w:val="Нормальный (таблица)"/>
    <w:basedOn w:val="a"/>
    <w:next w:val="a"/>
    <w:uiPriority w:val="99"/>
    <w:rsid w:val="00BF21F4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8">
    <w:name w:val="Прижатый влево"/>
    <w:basedOn w:val="a"/>
    <w:next w:val="a"/>
    <w:uiPriority w:val="99"/>
    <w:rsid w:val="00BF21F4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9">
    <w:name w:val="Сравнение редакций. Удаленный фрагмент"/>
    <w:uiPriority w:val="99"/>
    <w:rsid w:val="00BF21F4"/>
    <w:rPr>
      <w:color w:val="000000"/>
      <w:shd w:val="clear" w:color="auto" w:fill="C4C4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2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2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370225&amp;date=01.08.2023&amp;dst=715&amp;field=134" TargetMode="External"/><Relationship Id="rId18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70225&amp;date=01.08.2023" TargetMode="External"/><Relationship Id="rId17" Type="http://schemas.openxmlformats.org/officeDocument/2006/relationships/hyperlink" Target="https://login.consultant.ru/link/?req=doc&amp;base=LAW&amp;n=370225&amp;date=01.08.2023&amp;dst=712&amp;field=13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370225&amp;date=01.08.2023&amp;dst=56&amp;field=134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926&amp;n=199694&amp;date=01.08.202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70225&amp;date=01.08.2023&amp;dst=52&amp;field=134" TargetMode="External"/><Relationship Id="rId10" Type="http://schemas.openxmlformats.org/officeDocument/2006/relationships/hyperlink" Target="https://login.consultant.ru/link/?req=doc&amp;base=LAW&amp;n=217886&amp;date=01.08.2023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70225&amp;date=01.08.2023" TargetMode="External"/><Relationship Id="rId14" Type="http://schemas.openxmlformats.org/officeDocument/2006/relationships/hyperlink" Target="https://login.consultant.ru/link/?req=doc&amp;base=RLAW926&amp;n=178091&amp;date=01.08.2023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eselovAV\&#1052;&#1086;&#1080;%20&#1076;&#1086;&#1082;&#1091;&#1084;&#1077;&#1085;&#1090;&#1099;\&#1044;&#1086;&#1082;&#1091;&#1084;&#1077;&#1085;&#1090;&#1099;\&#1050;&#1091;&#1073;&#1080;&#1085;&#1072;\&#1053;&#1075;&#1086;&#1088;&#1094;&#1077;&#1074;&#109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36C6A-F42F-4C40-A0D5-ECCA417A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Нгорцеву.dot</Template>
  <TotalTime>230</TotalTime>
  <Pages>14</Pages>
  <Words>4922</Words>
  <Characters>28056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32913</CharactersWithSpaces>
  <SharedDoc>false</SharedDoc>
  <HLinks>
    <vt:vector size="54" baseType="variant">
      <vt:variant>
        <vt:i4>1900561</vt:i4>
      </vt:variant>
      <vt:variant>
        <vt:i4>24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https://login.consultant.ru/link/?req=doc&amp;base=LAW&amp;n=370225&amp;date=01.08.2023&amp;dst=712&amp;field=134</vt:lpwstr>
      </vt:variant>
      <vt:variant>
        <vt:lpwstr/>
      </vt:variant>
      <vt:variant>
        <vt:i4>5570650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https://login.consultant.ru/link/?req=doc&amp;base=LAW&amp;n=370225&amp;date=01.08.2023&amp;dst=56&amp;field=134</vt:lpwstr>
      </vt:variant>
      <vt:variant>
        <vt:lpwstr/>
      </vt:variant>
      <vt:variant>
        <vt:i4>5308506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https://login.consultant.ru/link/?req=doc&amp;base=LAW&amp;n=370225&amp;date=01.08.2023&amp;dst=52&amp;field=134</vt:lpwstr>
      </vt:variant>
      <vt:variant>
        <vt:lpwstr/>
      </vt:variant>
      <vt:variant>
        <vt:i4>7274543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https://login.consultant.ru/link/?req=doc&amp;base=RLAW926&amp;n=178091&amp;date=01.08.2023</vt:lpwstr>
      </vt:variant>
      <vt:variant>
        <vt:lpwstr/>
      </vt:variant>
      <vt:variant>
        <vt:i4>1900566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https://login.consultant.ru/link/?req=doc&amp;base=LAW&amp;n=370225&amp;date=01.08.2023&amp;dst=715&amp;field=134</vt:lpwstr>
      </vt:variant>
      <vt:variant>
        <vt:lpwstr/>
      </vt:variant>
      <vt:variant>
        <vt:i4>6881377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</vt:lpwstr>
      </vt:variant>
      <vt:variant>
        <vt:lpwstr/>
      </vt:variant>
      <vt:variant>
        <vt:i4>7208994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https://login.consultant.ru/link/?req=doc&amp;base=RLAW926&amp;n=199694&amp;date=01.08.2023</vt:lpwstr>
      </vt:variant>
      <vt:variant>
        <vt:lpwstr/>
      </vt:variant>
      <vt:variant>
        <vt:i4>6619246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https://login.consultant.ru/link/?req=doc&amp;base=LAW&amp;n=217886&amp;date=01.08.2023</vt:lpwstr>
      </vt:variant>
      <vt:variant>
        <vt:lpwstr/>
      </vt:variant>
      <vt:variant>
        <vt:i4>6881377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https://login.consultant.ru/link/?req=doc&amp;base=LAW&amp;n=370225&amp;date=01.08.2023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Веселов А.В.</dc:creator>
  <cp:lastModifiedBy>Светлана Леонидовна Мозжерина</cp:lastModifiedBy>
  <cp:revision>44</cp:revision>
  <cp:lastPrinted>2023-12-26T03:46:00Z</cp:lastPrinted>
  <dcterms:created xsi:type="dcterms:W3CDTF">2023-11-29T09:23:00Z</dcterms:created>
  <dcterms:modified xsi:type="dcterms:W3CDTF">2023-12-26T03:57:00Z</dcterms:modified>
</cp:coreProperties>
</file>